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419A" w14:textId="77777777" w:rsidR="00A43CB4" w:rsidRDefault="00227A6A" w:rsidP="00A43CB4">
      <w:pPr>
        <w:pStyle w:val="Titre"/>
      </w:pPr>
      <w:r>
        <w:t>Livre blanc FAIR 2022</w:t>
      </w:r>
      <w:r w:rsidR="00A43CB4">
        <w:t xml:space="preserve"> </w:t>
      </w:r>
    </w:p>
    <w:p w14:paraId="3C7374CD" w14:textId="39733DC3" w:rsidR="00A43CB4" w:rsidRPr="00A43CB4" w:rsidRDefault="00A43CB4" w:rsidP="00A43CB4">
      <w:pPr>
        <w:pStyle w:val="Titre"/>
      </w:pPr>
      <w:r>
        <w:t>Kit de communication</w:t>
      </w:r>
    </w:p>
    <w:p w14:paraId="37FE567A" w14:textId="77777777" w:rsidR="00712331" w:rsidRDefault="00712331" w:rsidP="004F7113"/>
    <w:p w14:paraId="30C68CA3" w14:textId="53A02565" w:rsidR="00895CDF" w:rsidRPr="00712331" w:rsidRDefault="00CB6395" w:rsidP="00895CDF">
      <w:pPr>
        <w:pStyle w:val="Titre1"/>
      </w:pPr>
      <w:r>
        <w:t>Texte de p</w:t>
      </w:r>
      <w:r w:rsidR="00895CDF">
        <w:t>résentation</w:t>
      </w:r>
    </w:p>
    <w:p w14:paraId="004462DA" w14:textId="20F10E7E" w:rsidR="003F5357" w:rsidRPr="003F5357" w:rsidRDefault="003F5357" w:rsidP="003F5357">
      <w:pPr>
        <w:spacing w:before="100" w:beforeAutospacing="1" w:after="100" w:afterAutospacing="1" w:line="240" w:lineRule="auto"/>
        <w:outlineLvl w:val="2"/>
        <w:rPr>
          <w:rFonts w:eastAsia="Times New Roman"/>
          <w:b/>
          <w:bCs/>
          <w:sz w:val="20"/>
          <w:szCs w:val="20"/>
          <w:lang w:eastAsia="fr-FR"/>
        </w:rPr>
      </w:pPr>
      <w:r w:rsidRPr="003F5357">
        <w:rPr>
          <w:rFonts w:eastAsia="Times New Roman"/>
          <w:b/>
          <w:bCs/>
          <w:sz w:val="20"/>
          <w:szCs w:val="20"/>
          <w:lang w:eastAsia="fr-FR"/>
        </w:rPr>
        <w:t xml:space="preserve">Parce que la transition sociale et environnementale ne peut se faire qu’à travers une approche globale, FAIR appelle les </w:t>
      </w:r>
      <w:r w:rsidR="00086053">
        <w:rPr>
          <w:rFonts w:eastAsia="Times New Roman"/>
          <w:b/>
          <w:bCs/>
          <w:sz w:val="20"/>
          <w:szCs w:val="20"/>
          <w:lang w:eastAsia="fr-FR"/>
        </w:rPr>
        <w:t>candidats aux élections présidentielles et législatives</w:t>
      </w:r>
      <w:r w:rsidRPr="003F5357">
        <w:rPr>
          <w:rFonts w:eastAsia="Times New Roman"/>
          <w:b/>
          <w:bCs/>
          <w:sz w:val="20"/>
          <w:szCs w:val="20"/>
          <w:lang w:eastAsia="fr-FR"/>
        </w:rPr>
        <w:t xml:space="preserve"> à intégrer la finance à impact social dans leur projet politique. </w:t>
      </w:r>
      <w:r w:rsidRPr="003F5357">
        <w:rPr>
          <w:rFonts w:eastAsia="Times New Roman"/>
          <w:b/>
          <w:bCs/>
          <w:sz w:val="20"/>
          <w:szCs w:val="20"/>
          <w:lang w:eastAsia="fr-FR"/>
        </w:rPr>
        <w:br/>
        <w:t xml:space="preserve">Avec 20,3 milliards d’euros d’encours en 2020 et plus d’un million de souscripteurs, la demande des citoyens pour une finance plus verte et plus sociale se renforce jour après jour. </w:t>
      </w:r>
      <w:r w:rsidR="00A358CF">
        <w:rPr>
          <w:rFonts w:eastAsia="Times New Roman"/>
          <w:b/>
          <w:bCs/>
          <w:sz w:val="20"/>
          <w:szCs w:val="20"/>
          <w:lang w:eastAsia="fr-FR"/>
        </w:rPr>
        <w:t>Cette</w:t>
      </w:r>
      <w:r w:rsidRPr="003F5357">
        <w:rPr>
          <w:rFonts w:eastAsia="Times New Roman"/>
          <w:b/>
          <w:bCs/>
          <w:sz w:val="20"/>
          <w:szCs w:val="20"/>
          <w:lang w:eastAsia="fr-FR"/>
        </w:rPr>
        <w:t xml:space="preserve"> demande doit être entendue.</w:t>
      </w:r>
    </w:p>
    <w:p w14:paraId="5A910482" w14:textId="77777777" w:rsidR="003F5357" w:rsidRPr="003F5357" w:rsidRDefault="003F5357" w:rsidP="003F5357">
      <w:pPr>
        <w:spacing w:before="100" w:beforeAutospacing="1" w:after="100" w:afterAutospacing="1" w:line="240" w:lineRule="auto"/>
        <w:rPr>
          <w:rFonts w:eastAsia="Times New Roman"/>
          <w:sz w:val="20"/>
          <w:szCs w:val="20"/>
          <w:lang w:eastAsia="fr-FR"/>
        </w:rPr>
      </w:pPr>
      <w:r w:rsidRPr="003F5357">
        <w:rPr>
          <w:rFonts w:eastAsia="Times New Roman"/>
          <w:sz w:val="20"/>
          <w:szCs w:val="20"/>
          <w:lang w:eastAsia="fr-FR"/>
        </w:rPr>
        <w:t xml:space="preserve">La finance de marché a révélé sa défaillance lors de la crise financière de 2008. Promouvoir et développer une finance plus axée sur l’impact social et environnemental que sur la rentabilité financière devient nécessaire. Notamment si l’on souhaite financer l’économie réelle et relever les défis sociaux et environnementaux du présent, et du futur. </w:t>
      </w:r>
    </w:p>
    <w:p w14:paraId="0866DBBA" w14:textId="77777777" w:rsidR="003F5357" w:rsidRPr="003F5357" w:rsidRDefault="003F5357" w:rsidP="003F5357">
      <w:pPr>
        <w:spacing w:before="100" w:beforeAutospacing="1" w:after="100" w:afterAutospacing="1" w:line="240" w:lineRule="auto"/>
        <w:rPr>
          <w:rFonts w:eastAsia="Times New Roman"/>
          <w:sz w:val="20"/>
          <w:szCs w:val="20"/>
          <w:lang w:eastAsia="fr-FR"/>
        </w:rPr>
      </w:pPr>
      <w:r w:rsidRPr="003F5357">
        <w:rPr>
          <w:rFonts w:eastAsia="Times New Roman"/>
          <w:sz w:val="20"/>
          <w:szCs w:val="20"/>
          <w:lang w:eastAsia="fr-FR"/>
        </w:rPr>
        <w:t>FAIR, le collectif des acteurs de la finance à impact social, dévoile 10 propositions concrètes à destination des candidats à l’élection présidentielle de 2022, pour amorcer cette transition sociale et environnementale.</w:t>
      </w:r>
    </w:p>
    <w:p w14:paraId="20FC531E" w14:textId="26E5882D" w:rsidR="00842A03" w:rsidRDefault="00842A03">
      <w:pPr>
        <w:spacing w:line="259" w:lineRule="auto"/>
        <w:rPr>
          <w:rFonts w:ascii="Times New Roman" w:hAnsi="Times New Roman" w:cs="Times New Roman"/>
          <w:b/>
          <w:color w:val="044632"/>
          <w:sz w:val="28"/>
          <w:szCs w:val="28"/>
        </w:rPr>
      </w:pPr>
    </w:p>
    <w:p w14:paraId="20017D74" w14:textId="0208A706" w:rsidR="006A57A6" w:rsidRPr="00712331" w:rsidRDefault="006A57A6" w:rsidP="006A57A6">
      <w:pPr>
        <w:pStyle w:val="Titre1"/>
      </w:pPr>
      <w:r>
        <w:t>Publications générales – Livre blanc</w:t>
      </w:r>
    </w:p>
    <w:p w14:paraId="5712AFAD" w14:textId="2985B3F5" w:rsidR="00712331" w:rsidRDefault="00895CDF" w:rsidP="004F7113">
      <w:pPr>
        <w:pStyle w:val="Titre1"/>
      </w:pPr>
      <w:r>
        <w:t>Facebook</w:t>
      </w:r>
    </w:p>
    <w:tbl>
      <w:tblPr>
        <w:tblStyle w:val="Grilledutableau"/>
        <w:tblW w:w="0" w:type="auto"/>
        <w:tblLook w:val="04A0" w:firstRow="1" w:lastRow="0" w:firstColumn="1" w:lastColumn="0" w:noHBand="0" w:noVBand="1"/>
      </w:tblPr>
      <w:tblGrid>
        <w:gridCol w:w="4531"/>
        <w:gridCol w:w="4531"/>
      </w:tblGrid>
      <w:tr w:rsidR="009E615A" w:rsidRPr="009E615A" w14:paraId="1F0E2411" w14:textId="77777777" w:rsidTr="00087648">
        <w:tc>
          <w:tcPr>
            <w:tcW w:w="4531" w:type="dxa"/>
            <w:shd w:val="clear" w:color="auto" w:fill="044632"/>
            <w:vAlign w:val="center"/>
          </w:tcPr>
          <w:p w14:paraId="49693E35" w14:textId="089AD6C6" w:rsidR="007265A4" w:rsidRPr="009E615A" w:rsidRDefault="007265A4" w:rsidP="00087648">
            <w:pPr>
              <w:pStyle w:val="Titre3"/>
              <w:jc w:val="center"/>
              <w:outlineLvl w:val="2"/>
              <w:rPr>
                <w:color w:val="FFFFFF" w:themeColor="background1"/>
              </w:rPr>
            </w:pPr>
            <w:r w:rsidRPr="009E615A">
              <w:rPr>
                <w:color w:val="FFFFFF" w:themeColor="background1"/>
              </w:rPr>
              <w:t>P</w:t>
            </w:r>
            <w:r w:rsidR="00C57DAB">
              <w:rPr>
                <w:color w:val="FFFFFF" w:themeColor="background1"/>
              </w:rPr>
              <w:t>ublica</w:t>
            </w:r>
            <w:r w:rsidRPr="009E615A">
              <w:rPr>
                <w:color w:val="FFFFFF" w:themeColor="background1"/>
              </w:rPr>
              <w:t>tion #1</w:t>
            </w:r>
          </w:p>
        </w:tc>
        <w:tc>
          <w:tcPr>
            <w:tcW w:w="4531" w:type="dxa"/>
            <w:shd w:val="clear" w:color="auto" w:fill="044632"/>
            <w:vAlign w:val="center"/>
          </w:tcPr>
          <w:p w14:paraId="658449BF" w14:textId="3E394384" w:rsidR="007265A4" w:rsidRPr="009E615A" w:rsidRDefault="007265A4" w:rsidP="00087648">
            <w:pPr>
              <w:pStyle w:val="Titre3"/>
              <w:jc w:val="center"/>
              <w:outlineLvl w:val="2"/>
              <w:rPr>
                <w:color w:val="FFFFFF" w:themeColor="background1"/>
              </w:rPr>
            </w:pPr>
            <w:r w:rsidRPr="009E615A">
              <w:rPr>
                <w:color w:val="FFFFFF" w:themeColor="background1"/>
              </w:rPr>
              <w:t>P</w:t>
            </w:r>
            <w:r w:rsidR="00C57DAB">
              <w:rPr>
                <w:color w:val="FFFFFF" w:themeColor="background1"/>
              </w:rPr>
              <w:t>ublica</w:t>
            </w:r>
            <w:r w:rsidRPr="009E615A">
              <w:rPr>
                <w:color w:val="FFFFFF" w:themeColor="background1"/>
              </w:rPr>
              <w:t>tion #2</w:t>
            </w:r>
          </w:p>
        </w:tc>
      </w:tr>
      <w:tr w:rsidR="007265A4" w14:paraId="2368B948" w14:textId="77777777" w:rsidTr="007265A4">
        <w:tc>
          <w:tcPr>
            <w:tcW w:w="4531" w:type="dxa"/>
          </w:tcPr>
          <w:p w14:paraId="062B205F" w14:textId="77777777" w:rsidR="00BC1B93" w:rsidRDefault="00BC1B93" w:rsidP="007265A4"/>
          <w:p w14:paraId="1A0985C3" w14:textId="3D1B7BCD" w:rsidR="007265A4" w:rsidRDefault="0058212F" w:rsidP="00DB058B">
            <w:r>
              <w:t>La transition écologique et solidaire ne pourra pas se faire sans financement</w:t>
            </w:r>
            <w:r w:rsidR="00DB058B">
              <w:t>…</w:t>
            </w:r>
            <w:r w:rsidR="008E038D">
              <w:t> !</w:t>
            </w:r>
            <w:r w:rsidR="00CB31A2">
              <w:t xml:space="preserve"> </w:t>
            </w:r>
            <w:r w:rsidR="0005558A" w:rsidRPr="00A62C4C">
              <w:rPr>
                <w:rFonts w:ascii="Segoe UI Emoji" w:eastAsia="Times New Roman" w:hAnsi="Segoe UI Emoji" w:cs="Segoe UI Emoji"/>
                <w:color w:val="auto"/>
                <w:lang w:eastAsia="fr-FR"/>
              </w:rPr>
              <w:t>🚀</w:t>
            </w:r>
            <w:r w:rsidR="008E038D">
              <w:br/>
            </w:r>
            <w:r w:rsidR="008E038D">
              <w:br/>
            </w:r>
            <w:r w:rsidR="00DB058B" w:rsidRPr="00087648">
              <w:rPr>
                <w:rFonts w:asciiTheme="minorHAnsi" w:eastAsia="Times New Roman" w:hAnsiTheme="minorHAnsi" w:cstheme="minorHAnsi"/>
                <w:color w:val="006927" w:themeColor="accent1" w:themeShade="40"/>
                <w:lang w:eastAsia="fr-FR"/>
              </w:rPr>
              <w:t>@</w:t>
            </w:r>
            <w:proofErr w:type="gramStart"/>
            <w:r w:rsidR="00DB058B" w:rsidRPr="00087648">
              <w:rPr>
                <w:rFonts w:asciiTheme="minorHAnsi" w:eastAsia="Times New Roman" w:hAnsiTheme="minorHAnsi" w:cstheme="minorHAnsi"/>
                <w:color w:val="006927" w:themeColor="accent1" w:themeShade="40"/>
                <w:lang w:eastAsia="fr-FR"/>
              </w:rPr>
              <w:t>FAIR.label.finansol</w:t>
            </w:r>
            <w:proofErr w:type="gramEnd"/>
            <w:r w:rsidR="007265A4" w:rsidRPr="00087648">
              <w:rPr>
                <w:color w:val="006927" w:themeColor="accent1" w:themeShade="40"/>
              </w:rPr>
              <w:t xml:space="preserve"> </w:t>
            </w:r>
            <w:r w:rsidR="007265A4">
              <w:t>publie un livre blanc à destination des citoyens électeurs, des investisseurs... Et à destination des candidats à l'élection présidentielle 2022 !</w:t>
            </w:r>
          </w:p>
          <w:p w14:paraId="5F9D9E01" w14:textId="77777777" w:rsidR="008E038D" w:rsidRDefault="008E038D" w:rsidP="00DB058B"/>
          <w:p w14:paraId="7A5D3D8A" w14:textId="13531CC2" w:rsidR="007265A4" w:rsidRDefault="008E038D" w:rsidP="007265A4">
            <w:r>
              <w:t>10 propositions à découvrir</w:t>
            </w:r>
            <w:r w:rsidR="00F4650F">
              <w:t xml:space="preserve"> et </w:t>
            </w:r>
            <w:r w:rsidR="00BF21F9">
              <w:t xml:space="preserve">à </w:t>
            </w:r>
            <w:r>
              <w:t>partager</w:t>
            </w:r>
            <w:r w:rsidR="00F4650F">
              <w:t xml:space="preserve"> </w:t>
            </w:r>
            <w:r w:rsidR="0029066B">
              <w:rPr>
                <w:rFonts w:ascii="Segoe UI Emoji" w:hAnsi="Segoe UI Emoji" w:cs="Segoe UI Emoji"/>
              </w:rPr>
              <w:t>&gt;&gt;</w:t>
            </w:r>
          </w:p>
          <w:p w14:paraId="7C8A676E" w14:textId="2CF2C0BB" w:rsidR="007265A4" w:rsidRDefault="009F43C9" w:rsidP="00FF504E">
            <w:hyperlink r:id="rId10" w:history="1">
              <w:r w:rsidR="00016587" w:rsidRPr="00087648">
                <w:rPr>
                  <w:rStyle w:val="Lienhypertexte"/>
                  <w:color w:val="006927" w:themeColor="accent1" w:themeShade="40"/>
                </w:rPr>
                <w:t>https://bit.ly/3GnOhTY</w:t>
              </w:r>
            </w:hyperlink>
            <w:r w:rsidR="00016587">
              <w:t xml:space="preserve"> </w:t>
            </w:r>
            <w:r w:rsidR="006500CC" w:rsidRPr="006500CC">
              <w:rPr>
                <w:rFonts w:asciiTheme="minorHAnsi" w:eastAsia="Times New Roman" w:hAnsiTheme="minorHAnsi" w:cstheme="minorHAnsi"/>
                <w:color w:val="1D9BF0"/>
                <w:u w:val="single"/>
                <w:lang w:eastAsia="fr-FR"/>
              </w:rPr>
              <w:t xml:space="preserve"> </w:t>
            </w:r>
            <w:r w:rsidR="002826D9">
              <w:br/>
            </w:r>
            <w:r w:rsidR="002826D9">
              <w:br/>
              <w:t xml:space="preserve">Plus elles seront visibles, plus nous arriverons à </w:t>
            </w:r>
            <w:r w:rsidR="00E80322">
              <w:t>avoir de l</w:t>
            </w:r>
            <w:r w:rsidR="002F4E03">
              <w:t xml:space="preserve">a puissance auprès des candidats ! </w:t>
            </w:r>
            <w:r w:rsidR="00320E66">
              <w:t xml:space="preserve">Merci pour vos relais, votre mobilisation et votre soutien </w:t>
            </w:r>
            <w:r w:rsidR="00EB00B9" w:rsidRPr="007803F6">
              <w:rPr>
                <w:rFonts w:ascii="Segoe UI Emoji" w:hAnsi="Segoe UI Emoji"/>
                <w:color w:val="222222"/>
                <w:sz w:val="20"/>
                <w:szCs w:val="20"/>
                <w:shd w:val="clear" w:color="auto" w:fill="FFFFFF"/>
              </w:rPr>
              <w:t>✊</w:t>
            </w:r>
            <w:r w:rsidR="00B06FB0">
              <w:rPr>
                <w:rFonts w:ascii="Segoe UI Emoji" w:hAnsi="Segoe UI Emoji"/>
                <w:color w:val="222222"/>
                <w:sz w:val="20"/>
                <w:szCs w:val="20"/>
                <w:shd w:val="clear" w:color="auto" w:fill="FFFFFF"/>
              </w:rPr>
              <w:t xml:space="preserve"> </w:t>
            </w:r>
            <w:r w:rsidR="00B06FB0" w:rsidRPr="00FF504E">
              <w:rPr>
                <w:rFonts w:asciiTheme="minorHAnsi" w:eastAsia="Times New Roman" w:hAnsiTheme="minorHAnsi" w:cstheme="minorHAnsi"/>
                <w:color w:val="1D9BF0"/>
                <w:lang w:eastAsia="fr-FR"/>
              </w:rPr>
              <w:t>#FinancerDemain</w:t>
            </w:r>
            <w:r w:rsidR="00FF504E">
              <w:rPr>
                <w:rFonts w:asciiTheme="minorHAnsi" w:eastAsia="Times New Roman" w:hAnsiTheme="minorHAnsi" w:cstheme="minorHAnsi"/>
                <w:color w:val="1D9BF0"/>
                <w:lang w:eastAsia="fr-FR"/>
              </w:rPr>
              <w:br/>
            </w:r>
          </w:p>
        </w:tc>
        <w:tc>
          <w:tcPr>
            <w:tcW w:w="4531" w:type="dxa"/>
          </w:tcPr>
          <w:p w14:paraId="13F0C4F1" w14:textId="77777777" w:rsidR="00F4650F" w:rsidRDefault="00F4650F" w:rsidP="00F4650F"/>
          <w:p w14:paraId="1A13CCC7" w14:textId="40FDB07D" w:rsidR="00F4650F" w:rsidRDefault="00A21FB0" w:rsidP="00F4650F">
            <w:r w:rsidRPr="00FF504E">
              <w:rPr>
                <w:rFonts w:asciiTheme="minorHAnsi" w:eastAsia="Times New Roman" w:hAnsiTheme="minorHAnsi" w:cstheme="minorHAnsi"/>
                <w:color w:val="1D9BF0"/>
                <w:lang w:eastAsia="fr-FR"/>
              </w:rPr>
              <w:t>#FinancerDemain</w:t>
            </w:r>
            <w:r>
              <w:t xml:space="preserve"> </w:t>
            </w:r>
            <w:r w:rsidR="004C2D87">
              <w:t xml:space="preserve">Et si nous avions </w:t>
            </w:r>
            <w:r w:rsidR="001E19CD">
              <w:t>les moyens de</w:t>
            </w:r>
            <w:r w:rsidR="004C2D87">
              <w:t xml:space="preserve"> lutter contre le chômage ? Et contre le mal-logement ? </w:t>
            </w:r>
          </w:p>
          <w:p w14:paraId="4475C2CF" w14:textId="77777777" w:rsidR="004C2D87" w:rsidRDefault="004C2D87" w:rsidP="00F4650F"/>
          <w:p w14:paraId="6DC74F48" w14:textId="25E8FD06" w:rsidR="004C2D87" w:rsidRDefault="004C2D87" w:rsidP="00F4650F">
            <w:r w:rsidRPr="00087648">
              <w:rPr>
                <w:rFonts w:asciiTheme="minorHAnsi" w:eastAsia="Times New Roman" w:hAnsiTheme="minorHAnsi" w:cstheme="minorHAnsi"/>
                <w:color w:val="006927" w:themeColor="accent1" w:themeShade="40"/>
                <w:lang w:eastAsia="fr-FR"/>
              </w:rPr>
              <w:t>@FAIR.label.finansol</w:t>
            </w:r>
            <w:r w:rsidRPr="00087648">
              <w:rPr>
                <w:color w:val="006927" w:themeColor="accent1" w:themeShade="40"/>
              </w:rPr>
              <w:t xml:space="preserve"> </w:t>
            </w:r>
            <w:r>
              <w:t xml:space="preserve">publie </w:t>
            </w:r>
            <w:r w:rsidR="00F57F04">
              <w:t xml:space="preserve">10 propositions </w:t>
            </w:r>
            <w:r>
              <w:t>à destination des</w:t>
            </w:r>
            <w:r w:rsidR="00F57F04">
              <w:t xml:space="preserve"> décideurs publics et des</w:t>
            </w:r>
            <w:r>
              <w:t xml:space="preserve"> candidats à l'élection présidentielle 2022</w:t>
            </w:r>
            <w:r w:rsidR="00F57F04">
              <w:t xml:space="preserve">, pour </w:t>
            </w:r>
            <w:r w:rsidR="00D734DA">
              <w:t>que ces défis majeurs ne soient p</w:t>
            </w:r>
            <w:r w:rsidR="00F15625">
              <w:t>lus qu’un lointain souvenir</w:t>
            </w:r>
            <w:r>
              <w:t xml:space="preserve"> !</w:t>
            </w:r>
          </w:p>
          <w:p w14:paraId="01E26666" w14:textId="77777777" w:rsidR="007265A4" w:rsidRDefault="007265A4" w:rsidP="007265A4">
            <w:pPr>
              <w:pStyle w:val="Titre3"/>
              <w:outlineLvl w:val="2"/>
            </w:pPr>
          </w:p>
          <w:p w14:paraId="30AC6B8A" w14:textId="4ED015B4" w:rsidR="001E19CD" w:rsidRDefault="001E19CD" w:rsidP="001E19CD">
            <w:r>
              <w:t xml:space="preserve">10 propositions à partager </w:t>
            </w:r>
            <w:r w:rsidR="000725A1">
              <w:t>au plus grand nombre</w:t>
            </w:r>
            <w:r>
              <w:t xml:space="preserve"> </w:t>
            </w:r>
            <w:r w:rsidR="0005558A" w:rsidRPr="00295921">
              <w:rPr>
                <w:rFonts w:ascii="Segoe UI Emoji" w:eastAsia="Times New Roman" w:hAnsi="Segoe UI Emoji" w:cs="Segoe UI Emoji"/>
                <w:color w:val="auto"/>
                <w:lang w:eastAsia="fr-FR"/>
              </w:rPr>
              <w:t>👉</w:t>
            </w:r>
          </w:p>
          <w:p w14:paraId="64AEDD32" w14:textId="796E6B26" w:rsidR="00F15625" w:rsidRPr="006500CC" w:rsidRDefault="009F43C9" w:rsidP="001E19CD">
            <w:pPr>
              <w:rPr>
                <w:u w:val="single"/>
              </w:rPr>
            </w:pPr>
            <w:hyperlink r:id="rId11" w:history="1">
              <w:r w:rsidR="00087648" w:rsidRPr="00087648">
                <w:rPr>
                  <w:rStyle w:val="Lienhypertexte"/>
                  <w:color w:val="006927" w:themeColor="accent1" w:themeShade="40"/>
                </w:rPr>
                <w:t>https://bit.ly/3GnOhTY</w:t>
              </w:r>
            </w:hyperlink>
            <w:r w:rsidR="006500CC" w:rsidRPr="006500CC">
              <w:rPr>
                <w:u w:val="single"/>
              </w:rPr>
              <w:t xml:space="preserve"> </w:t>
            </w:r>
          </w:p>
        </w:tc>
      </w:tr>
    </w:tbl>
    <w:p w14:paraId="4AFF4C91" w14:textId="77777777" w:rsidR="007265A4" w:rsidRDefault="007265A4" w:rsidP="007265A4">
      <w:pPr>
        <w:pStyle w:val="Titre3"/>
      </w:pPr>
    </w:p>
    <w:p w14:paraId="11A7F130" w14:textId="1B0C57B1" w:rsidR="00895CDF" w:rsidRPr="00712331" w:rsidRDefault="00895CDF" w:rsidP="00895CDF">
      <w:pPr>
        <w:pStyle w:val="Titre1"/>
      </w:pPr>
      <w:r>
        <w:lastRenderedPageBreak/>
        <w:t>Twitter</w:t>
      </w:r>
    </w:p>
    <w:tbl>
      <w:tblPr>
        <w:tblStyle w:val="Grilledutableau"/>
        <w:tblW w:w="0" w:type="auto"/>
        <w:tblLook w:val="04A0" w:firstRow="1" w:lastRow="0" w:firstColumn="1" w:lastColumn="0" w:noHBand="0" w:noVBand="1"/>
      </w:tblPr>
      <w:tblGrid>
        <w:gridCol w:w="4531"/>
        <w:gridCol w:w="4531"/>
      </w:tblGrid>
      <w:tr w:rsidR="00087648" w:rsidRPr="00087648" w14:paraId="7E2A634D" w14:textId="77777777" w:rsidTr="00087648">
        <w:tc>
          <w:tcPr>
            <w:tcW w:w="4531" w:type="dxa"/>
            <w:shd w:val="clear" w:color="auto" w:fill="044632"/>
          </w:tcPr>
          <w:p w14:paraId="795D4664" w14:textId="6884B0B1" w:rsidR="00DA4B6E" w:rsidRPr="00087648" w:rsidRDefault="00DA4B6E" w:rsidP="006500CC">
            <w:pPr>
              <w:pStyle w:val="Titre3"/>
              <w:jc w:val="center"/>
              <w:outlineLvl w:val="2"/>
              <w:rPr>
                <w:color w:val="FFFFFF" w:themeColor="background1"/>
              </w:rPr>
            </w:pPr>
            <w:r w:rsidRPr="00087648">
              <w:rPr>
                <w:color w:val="FFFFFF" w:themeColor="background1"/>
              </w:rPr>
              <w:t>P</w:t>
            </w:r>
            <w:r w:rsidR="00C57DAB">
              <w:rPr>
                <w:color w:val="FFFFFF" w:themeColor="background1"/>
              </w:rPr>
              <w:t>ublica</w:t>
            </w:r>
            <w:r w:rsidRPr="00087648">
              <w:rPr>
                <w:color w:val="FFFFFF" w:themeColor="background1"/>
              </w:rPr>
              <w:t>tion #1</w:t>
            </w:r>
          </w:p>
        </w:tc>
        <w:tc>
          <w:tcPr>
            <w:tcW w:w="4531" w:type="dxa"/>
            <w:shd w:val="clear" w:color="auto" w:fill="044632"/>
          </w:tcPr>
          <w:p w14:paraId="0A6274E0" w14:textId="4F83F650" w:rsidR="00DA4B6E" w:rsidRPr="00087648" w:rsidRDefault="00DA4B6E" w:rsidP="006500CC">
            <w:pPr>
              <w:pStyle w:val="Titre3"/>
              <w:jc w:val="center"/>
              <w:outlineLvl w:val="2"/>
              <w:rPr>
                <w:color w:val="FFFFFF" w:themeColor="background1"/>
              </w:rPr>
            </w:pPr>
            <w:r w:rsidRPr="00087648">
              <w:rPr>
                <w:color w:val="FFFFFF" w:themeColor="background1"/>
              </w:rPr>
              <w:t>P</w:t>
            </w:r>
            <w:r w:rsidR="00C57DAB">
              <w:rPr>
                <w:color w:val="FFFFFF" w:themeColor="background1"/>
              </w:rPr>
              <w:t>ublica</w:t>
            </w:r>
            <w:r w:rsidRPr="00087648">
              <w:rPr>
                <w:color w:val="FFFFFF" w:themeColor="background1"/>
              </w:rPr>
              <w:t>tion #2</w:t>
            </w:r>
          </w:p>
        </w:tc>
      </w:tr>
      <w:tr w:rsidR="00DA4B6E" w14:paraId="61C5B849" w14:textId="77777777" w:rsidTr="006500CC">
        <w:tc>
          <w:tcPr>
            <w:tcW w:w="4531" w:type="dxa"/>
          </w:tcPr>
          <w:p w14:paraId="3B308E70" w14:textId="77777777" w:rsidR="00DA4B6E" w:rsidRDefault="00DA4B6E" w:rsidP="006500CC"/>
          <w:p w14:paraId="2B78D575" w14:textId="77777777" w:rsidR="008144F6" w:rsidRPr="008144F6" w:rsidRDefault="008144F6" w:rsidP="008144F6">
            <w:pPr>
              <w:shd w:val="clear" w:color="auto" w:fill="FFFFFF"/>
              <w:spacing w:line="240" w:lineRule="auto"/>
              <w:rPr>
                <w:rFonts w:asciiTheme="minorHAnsi" w:eastAsia="Times New Roman" w:hAnsiTheme="minorHAnsi" w:cstheme="minorHAnsi"/>
                <w:color w:val="0F1419"/>
                <w:lang w:eastAsia="fr-FR"/>
              </w:rPr>
            </w:pPr>
            <w:r w:rsidRPr="008144F6">
              <w:rPr>
                <w:rFonts w:asciiTheme="minorHAnsi" w:eastAsia="Times New Roman" w:hAnsiTheme="minorHAnsi" w:cstheme="minorHAnsi"/>
                <w:color w:val="1D9BF0"/>
                <w:lang w:eastAsia="fr-FR"/>
              </w:rPr>
              <w:t>#FinancerDemain</w:t>
            </w:r>
            <w:r w:rsidRPr="008144F6">
              <w:rPr>
                <w:rFonts w:asciiTheme="minorHAnsi" w:eastAsia="Times New Roman" w:hAnsiTheme="minorHAnsi" w:cstheme="minorHAnsi"/>
                <w:color w:val="0F1419"/>
                <w:lang w:eastAsia="fr-FR"/>
              </w:rPr>
              <w:t xml:space="preserve"> La transition écologique &amp; solidaire a besoin de financements</w:t>
            </w:r>
            <w:proofErr w:type="gramStart"/>
            <w:r w:rsidRPr="008144F6">
              <w:rPr>
                <w:rFonts w:asciiTheme="minorHAnsi" w:eastAsia="Times New Roman" w:hAnsiTheme="minorHAnsi" w:cstheme="minorHAnsi"/>
                <w:color w:val="0F1419"/>
                <w:lang w:eastAsia="fr-FR"/>
              </w:rPr>
              <w:t xml:space="preserve"> !</w:t>
            </w:r>
            <w:r w:rsidRPr="008144F6">
              <w:rPr>
                <w:rFonts w:ascii="Segoe UI Emoji" w:eastAsia="Times New Roman" w:hAnsi="Segoe UI Emoji" w:cs="Segoe UI Emoji"/>
                <w:color w:val="0F1419"/>
                <w:lang w:eastAsia="fr-FR"/>
              </w:rPr>
              <w:t>🚀</w:t>
            </w:r>
            <w:proofErr w:type="gramEnd"/>
          </w:p>
          <w:p w14:paraId="55A1C1FE" w14:textId="77777777" w:rsidR="008144F6" w:rsidRPr="008144F6" w:rsidRDefault="008144F6" w:rsidP="008144F6">
            <w:pPr>
              <w:shd w:val="clear" w:color="auto" w:fill="FFFFFF"/>
              <w:spacing w:line="240" w:lineRule="auto"/>
              <w:rPr>
                <w:rFonts w:asciiTheme="minorHAnsi" w:eastAsia="Times New Roman" w:hAnsiTheme="minorHAnsi" w:cstheme="minorHAnsi"/>
                <w:color w:val="0F1419"/>
                <w:lang w:eastAsia="fr-FR"/>
              </w:rPr>
            </w:pPr>
            <w:r w:rsidRPr="008144F6">
              <w:rPr>
                <w:rFonts w:asciiTheme="minorHAnsi" w:eastAsia="Times New Roman" w:hAnsiTheme="minorHAnsi" w:cstheme="minorHAnsi"/>
                <w:color w:val="0F1419"/>
                <w:lang w:eastAsia="fr-FR"/>
              </w:rPr>
              <w:br/>
            </w:r>
          </w:p>
          <w:p w14:paraId="399C1AF8" w14:textId="77777777" w:rsidR="008144F6" w:rsidRPr="004654E4" w:rsidRDefault="008144F6" w:rsidP="008144F6">
            <w:pPr>
              <w:shd w:val="clear" w:color="auto" w:fill="FFFFFF"/>
              <w:spacing w:line="240" w:lineRule="auto"/>
              <w:rPr>
                <w:rFonts w:asciiTheme="minorHAnsi" w:eastAsia="Times New Roman" w:hAnsiTheme="minorHAnsi" w:cstheme="minorHAnsi"/>
                <w:color w:val="0F1419"/>
                <w:lang w:eastAsia="fr-FR"/>
              </w:rPr>
            </w:pPr>
            <w:r w:rsidRPr="00087648">
              <w:rPr>
                <w:rFonts w:asciiTheme="minorHAnsi" w:eastAsia="Times New Roman" w:hAnsiTheme="minorHAnsi" w:cstheme="minorHAnsi"/>
                <w:color w:val="006927" w:themeColor="accent1" w:themeShade="40"/>
                <w:lang w:eastAsia="fr-FR"/>
              </w:rPr>
              <w:t xml:space="preserve">@Label_Finansol </w:t>
            </w:r>
            <w:r w:rsidRPr="008144F6">
              <w:rPr>
                <w:rFonts w:asciiTheme="minorHAnsi" w:eastAsia="Times New Roman" w:hAnsiTheme="minorHAnsi" w:cstheme="minorHAnsi"/>
                <w:color w:val="0F1419"/>
                <w:lang w:eastAsia="fr-FR"/>
              </w:rPr>
              <w:t xml:space="preserve">publie 10 propositions dans un livre blanc à destination des candidats </w:t>
            </w:r>
            <w:r w:rsidRPr="00087648">
              <w:rPr>
                <w:rFonts w:asciiTheme="minorHAnsi" w:eastAsia="Times New Roman" w:hAnsiTheme="minorHAnsi" w:cstheme="minorHAnsi"/>
                <w:color w:val="006927" w:themeColor="accent1" w:themeShade="40"/>
                <w:lang w:eastAsia="fr-FR"/>
              </w:rPr>
              <w:t xml:space="preserve">#Presidentielle2022 </w:t>
            </w:r>
            <w:r w:rsidRPr="008144F6">
              <w:rPr>
                <w:rFonts w:asciiTheme="minorHAnsi" w:eastAsia="Times New Roman" w:hAnsiTheme="minorHAnsi" w:cstheme="minorHAnsi"/>
                <w:color w:val="0F1419"/>
                <w:lang w:eastAsia="fr-FR"/>
              </w:rPr>
              <w:t>!</w:t>
            </w:r>
          </w:p>
          <w:p w14:paraId="6C99190F" w14:textId="77777777" w:rsidR="008144F6" w:rsidRPr="008144F6" w:rsidRDefault="008144F6" w:rsidP="008144F6">
            <w:pPr>
              <w:shd w:val="clear" w:color="auto" w:fill="FFFFFF"/>
              <w:spacing w:line="240" w:lineRule="auto"/>
              <w:rPr>
                <w:rFonts w:asciiTheme="minorHAnsi" w:eastAsia="Times New Roman" w:hAnsiTheme="minorHAnsi" w:cstheme="minorHAnsi"/>
                <w:color w:val="0F1419"/>
                <w:lang w:eastAsia="fr-FR"/>
              </w:rPr>
            </w:pPr>
          </w:p>
          <w:p w14:paraId="34C372F0" w14:textId="32125F9F" w:rsidR="008144F6" w:rsidRPr="008144F6" w:rsidRDefault="008144F6" w:rsidP="008144F6">
            <w:pPr>
              <w:shd w:val="clear" w:color="auto" w:fill="FFFFFF"/>
              <w:spacing w:line="240" w:lineRule="auto"/>
              <w:rPr>
                <w:rFonts w:asciiTheme="minorHAnsi" w:eastAsia="Times New Roman" w:hAnsiTheme="minorHAnsi" w:cstheme="minorHAnsi"/>
                <w:color w:val="0F1419"/>
                <w:lang w:eastAsia="fr-FR"/>
              </w:rPr>
            </w:pPr>
            <w:r w:rsidRPr="008144F6">
              <w:rPr>
                <w:rFonts w:asciiTheme="minorHAnsi" w:eastAsia="Times New Roman" w:hAnsiTheme="minorHAnsi" w:cstheme="minorHAnsi"/>
                <w:color w:val="0F1419"/>
                <w:lang w:eastAsia="fr-FR"/>
              </w:rPr>
              <w:t xml:space="preserve">Pour développer un modèle économique plus juste, plus solidaire </w:t>
            </w:r>
            <w:hyperlink r:id="rId12" w:history="1">
              <w:r w:rsidR="00087648" w:rsidRPr="00087648">
                <w:rPr>
                  <w:rStyle w:val="Lienhypertexte"/>
                  <w:color w:val="006927" w:themeColor="accent1" w:themeShade="40"/>
                </w:rPr>
                <w:t>https://bit.ly/3GnOhTY</w:t>
              </w:r>
            </w:hyperlink>
          </w:p>
          <w:p w14:paraId="106ADA1C" w14:textId="77777777" w:rsidR="00DA4B6E" w:rsidRDefault="00DA4B6E" w:rsidP="006500CC">
            <w:pPr>
              <w:pStyle w:val="Titre3"/>
              <w:outlineLvl w:val="2"/>
            </w:pPr>
          </w:p>
        </w:tc>
        <w:tc>
          <w:tcPr>
            <w:tcW w:w="4531" w:type="dxa"/>
          </w:tcPr>
          <w:p w14:paraId="6E3E10FA" w14:textId="77777777" w:rsidR="00DA4B6E" w:rsidRPr="004654E4" w:rsidRDefault="00DA4B6E" w:rsidP="006500CC"/>
          <w:p w14:paraId="359BD759" w14:textId="33A6E1D3" w:rsidR="00606E41" w:rsidRPr="004654E4" w:rsidRDefault="00295921" w:rsidP="00606E41">
            <w:pPr>
              <w:spacing w:line="240" w:lineRule="auto"/>
              <w:rPr>
                <w:rFonts w:asciiTheme="minorHAnsi" w:eastAsia="Times New Roman" w:hAnsiTheme="minorHAnsi" w:cstheme="minorHAnsi"/>
                <w:color w:val="auto"/>
                <w:lang w:eastAsia="fr-FR"/>
              </w:rPr>
            </w:pPr>
            <w:r w:rsidRPr="004654E4">
              <w:rPr>
                <w:rFonts w:asciiTheme="minorHAnsi" w:eastAsia="Times New Roman" w:hAnsiTheme="minorHAnsi" w:cstheme="minorHAnsi"/>
                <w:b/>
                <w:bCs/>
                <w:color w:val="auto"/>
                <w:lang w:eastAsia="fr-FR"/>
              </w:rPr>
              <w:t xml:space="preserve">Introduction à </w:t>
            </w:r>
            <w:r w:rsidR="007A4EF5" w:rsidRPr="004654E4">
              <w:rPr>
                <w:rFonts w:asciiTheme="minorHAnsi" w:eastAsia="Times New Roman" w:hAnsiTheme="minorHAnsi" w:cstheme="minorHAnsi"/>
                <w:b/>
                <w:bCs/>
                <w:color w:val="auto"/>
                <w:lang w:eastAsia="fr-FR"/>
              </w:rPr>
              <w:t>choisir :</w:t>
            </w:r>
            <w:r w:rsidR="007A4EF5" w:rsidRPr="004654E4">
              <w:rPr>
                <w:rFonts w:asciiTheme="minorHAnsi" w:eastAsia="Times New Roman" w:hAnsiTheme="minorHAnsi" w:cstheme="minorHAnsi"/>
                <w:color w:val="auto"/>
                <w:lang w:eastAsia="fr-FR"/>
              </w:rPr>
              <w:t xml:space="preserve"> </w:t>
            </w:r>
            <w:r w:rsidR="007A4EF5" w:rsidRPr="004654E4">
              <w:rPr>
                <w:rFonts w:asciiTheme="minorHAnsi" w:eastAsia="Times New Roman" w:hAnsiTheme="minorHAnsi" w:cstheme="minorHAnsi"/>
                <w:color w:val="auto"/>
                <w:lang w:eastAsia="fr-FR"/>
              </w:rPr>
              <w:br/>
            </w:r>
            <w:r w:rsidR="00606E41" w:rsidRPr="004654E4">
              <w:rPr>
                <w:rFonts w:asciiTheme="minorHAnsi" w:eastAsia="Times New Roman" w:hAnsiTheme="minorHAnsi" w:cstheme="minorHAnsi"/>
                <w:color w:val="auto"/>
                <w:lang w:eastAsia="fr-FR"/>
              </w:rPr>
              <w:t xml:space="preserve">- </w:t>
            </w:r>
            <w:r w:rsidRPr="004654E4">
              <w:rPr>
                <w:rFonts w:asciiTheme="minorHAnsi" w:eastAsia="Times New Roman" w:hAnsiTheme="minorHAnsi" w:cstheme="minorHAnsi"/>
                <w:color w:val="auto"/>
                <w:lang w:eastAsia="fr-FR"/>
              </w:rPr>
              <w:t xml:space="preserve">Et si nous avions les moyens de lutter contre le chômage ? </w:t>
            </w:r>
            <w:r w:rsidR="007A4EF5" w:rsidRPr="004654E4">
              <w:rPr>
                <w:rFonts w:asciiTheme="minorHAnsi" w:eastAsia="Times New Roman" w:hAnsiTheme="minorHAnsi" w:cstheme="minorHAnsi"/>
                <w:color w:val="auto"/>
                <w:lang w:eastAsia="fr-FR"/>
              </w:rPr>
              <w:br/>
            </w:r>
            <w:r w:rsidR="00606E41" w:rsidRPr="004654E4">
              <w:rPr>
                <w:rFonts w:asciiTheme="minorHAnsi" w:eastAsia="Times New Roman" w:hAnsiTheme="minorHAnsi" w:cstheme="minorHAnsi"/>
                <w:color w:val="auto"/>
                <w:lang w:eastAsia="fr-FR"/>
              </w:rPr>
              <w:t xml:space="preserve">- </w:t>
            </w:r>
            <w:r w:rsidR="007A4EF5" w:rsidRPr="004654E4">
              <w:rPr>
                <w:rFonts w:asciiTheme="minorHAnsi" w:eastAsia="Times New Roman" w:hAnsiTheme="minorHAnsi" w:cstheme="minorHAnsi"/>
                <w:color w:val="auto"/>
                <w:lang w:eastAsia="fr-FR"/>
              </w:rPr>
              <w:t>Et si nous avions les moyens de lutter contre l</w:t>
            </w:r>
            <w:r w:rsidRPr="004654E4">
              <w:rPr>
                <w:rFonts w:asciiTheme="minorHAnsi" w:eastAsia="Times New Roman" w:hAnsiTheme="minorHAnsi" w:cstheme="minorHAnsi"/>
                <w:color w:val="auto"/>
                <w:lang w:eastAsia="fr-FR"/>
              </w:rPr>
              <w:t xml:space="preserve">e mal-logement ? </w:t>
            </w:r>
            <w:r w:rsidR="007A4EF5" w:rsidRPr="004654E4">
              <w:rPr>
                <w:rFonts w:asciiTheme="minorHAnsi" w:eastAsia="Times New Roman" w:hAnsiTheme="minorHAnsi" w:cstheme="minorHAnsi"/>
                <w:color w:val="auto"/>
                <w:lang w:eastAsia="fr-FR"/>
              </w:rPr>
              <w:br/>
            </w:r>
            <w:r w:rsidR="00606E41" w:rsidRPr="004654E4">
              <w:rPr>
                <w:rFonts w:asciiTheme="minorHAnsi" w:eastAsia="Times New Roman" w:hAnsiTheme="minorHAnsi" w:cstheme="minorHAnsi"/>
                <w:color w:val="auto"/>
                <w:lang w:eastAsia="fr-FR"/>
              </w:rPr>
              <w:t xml:space="preserve">- </w:t>
            </w:r>
            <w:r w:rsidR="007A4EF5" w:rsidRPr="004654E4">
              <w:rPr>
                <w:rFonts w:asciiTheme="minorHAnsi" w:eastAsia="Times New Roman" w:hAnsiTheme="minorHAnsi" w:cstheme="minorHAnsi"/>
                <w:color w:val="auto"/>
                <w:lang w:eastAsia="fr-FR"/>
              </w:rPr>
              <w:t>Et si nous avions les moyens de favoriser le bien vieillir ?</w:t>
            </w:r>
          </w:p>
          <w:p w14:paraId="28C9FD88" w14:textId="54516291" w:rsidR="00606E41" w:rsidRPr="004654E4" w:rsidRDefault="00606E41" w:rsidP="00606E41">
            <w:pPr>
              <w:spacing w:line="240" w:lineRule="auto"/>
              <w:rPr>
                <w:rFonts w:asciiTheme="minorHAnsi" w:eastAsia="Times New Roman" w:hAnsiTheme="minorHAnsi" w:cstheme="minorHAnsi"/>
                <w:color w:val="auto"/>
                <w:lang w:eastAsia="fr-FR"/>
              </w:rPr>
            </w:pPr>
            <w:r w:rsidRPr="004654E4">
              <w:rPr>
                <w:rFonts w:asciiTheme="minorHAnsi" w:eastAsia="Times New Roman" w:hAnsiTheme="minorHAnsi" w:cstheme="minorHAnsi"/>
                <w:color w:val="auto"/>
                <w:lang w:eastAsia="fr-FR"/>
              </w:rPr>
              <w:t xml:space="preserve">- Et si nous avions les moyens </w:t>
            </w:r>
            <w:r w:rsidR="00766B93" w:rsidRPr="004654E4">
              <w:rPr>
                <w:rFonts w:asciiTheme="minorHAnsi" w:eastAsia="Times New Roman" w:hAnsiTheme="minorHAnsi" w:cstheme="minorHAnsi"/>
                <w:color w:val="auto"/>
                <w:lang w:eastAsia="fr-FR"/>
              </w:rPr>
              <w:t xml:space="preserve">de </w:t>
            </w:r>
            <w:r w:rsidR="0095620F" w:rsidRPr="004654E4">
              <w:rPr>
                <w:rFonts w:asciiTheme="minorHAnsi" w:eastAsia="Times New Roman" w:hAnsiTheme="minorHAnsi" w:cstheme="minorHAnsi"/>
                <w:color w:val="auto"/>
                <w:lang w:eastAsia="fr-FR"/>
              </w:rPr>
              <w:t>soutenir la tran</w:t>
            </w:r>
            <w:r w:rsidR="00BE6490" w:rsidRPr="004654E4">
              <w:rPr>
                <w:rFonts w:asciiTheme="minorHAnsi" w:eastAsia="Times New Roman" w:hAnsiTheme="minorHAnsi" w:cstheme="minorHAnsi"/>
                <w:color w:val="auto"/>
                <w:lang w:eastAsia="fr-FR"/>
              </w:rPr>
              <w:t>si</w:t>
            </w:r>
            <w:r w:rsidR="0095620F" w:rsidRPr="004654E4">
              <w:rPr>
                <w:rFonts w:asciiTheme="minorHAnsi" w:eastAsia="Times New Roman" w:hAnsiTheme="minorHAnsi" w:cstheme="minorHAnsi"/>
                <w:color w:val="auto"/>
                <w:lang w:eastAsia="fr-FR"/>
              </w:rPr>
              <w:t>tion écologique</w:t>
            </w:r>
            <w:r w:rsidRPr="004654E4">
              <w:rPr>
                <w:rFonts w:asciiTheme="minorHAnsi" w:eastAsia="Times New Roman" w:hAnsiTheme="minorHAnsi" w:cstheme="minorHAnsi"/>
                <w:color w:val="auto"/>
                <w:lang w:eastAsia="fr-FR"/>
              </w:rPr>
              <w:t> ?</w:t>
            </w:r>
          </w:p>
          <w:p w14:paraId="7F6CCC2F" w14:textId="77777777" w:rsidR="004654E4" w:rsidRPr="004654E4" w:rsidRDefault="004654E4" w:rsidP="004654E4">
            <w:pPr>
              <w:shd w:val="clear" w:color="auto" w:fill="FFFFFF"/>
              <w:spacing w:line="240" w:lineRule="auto"/>
              <w:rPr>
                <w:rFonts w:asciiTheme="minorHAnsi" w:eastAsia="Times New Roman" w:hAnsiTheme="minorHAnsi" w:cstheme="minorHAnsi"/>
                <w:color w:val="0F1419"/>
                <w:lang w:eastAsia="fr-FR"/>
              </w:rPr>
            </w:pPr>
          </w:p>
          <w:p w14:paraId="44E42FE5" w14:textId="77777777" w:rsidR="004654E4" w:rsidRPr="004654E4" w:rsidRDefault="004654E4" w:rsidP="004654E4">
            <w:pPr>
              <w:shd w:val="clear" w:color="auto" w:fill="FFFFFF"/>
              <w:spacing w:line="240" w:lineRule="auto"/>
              <w:rPr>
                <w:rFonts w:asciiTheme="minorHAnsi" w:eastAsia="Times New Roman" w:hAnsiTheme="minorHAnsi" w:cstheme="minorHAnsi"/>
                <w:color w:val="0F1419"/>
                <w:lang w:eastAsia="fr-FR"/>
              </w:rPr>
            </w:pPr>
            <w:r w:rsidRPr="00087648">
              <w:rPr>
                <w:rFonts w:asciiTheme="minorHAnsi" w:eastAsia="Times New Roman" w:hAnsiTheme="minorHAnsi" w:cstheme="minorHAnsi"/>
                <w:color w:val="006927" w:themeColor="accent1" w:themeShade="40"/>
                <w:lang w:eastAsia="fr-FR"/>
              </w:rPr>
              <w:t xml:space="preserve">@Label_Finansol </w:t>
            </w:r>
            <w:r w:rsidRPr="004654E4">
              <w:rPr>
                <w:rFonts w:asciiTheme="minorHAnsi" w:eastAsia="Times New Roman" w:hAnsiTheme="minorHAnsi" w:cstheme="minorHAnsi"/>
                <w:color w:val="0F1419"/>
                <w:lang w:eastAsia="fr-FR"/>
              </w:rPr>
              <w:t xml:space="preserve">propose 10 solutions aux candidats à </w:t>
            </w:r>
            <w:r w:rsidRPr="00087648">
              <w:rPr>
                <w:rFonts w:asciiTheme="minorHAnsi" w:eastAsia="Times New Roman" w:hAnsiTheme="minorHAnsi" w:cstheme="minorHAnsi"/>
                <w:color w:val="006927" w:themeColor="accent1" w:themeShade="40"/>
                <w:lang w:eastAsia="fr-FR"/>
              </w:rPr>
              <w:t>#Presidentielle2022</w:t>
            </w:r>
            <w:r w:rsidRPr="004654E4">
              <w:rPr>
                <w:rFonts w:asciiTheme="minorHAnsi" w:eastAsia="Times New Roman" w:hAnsiTheme="minorHAnsi" w:cstheme="minorHAnsi"/>
                <w:color w:val="0F1419"/>
                <w:lang w:eastAsia="fr-FR"/>
              </w:rPr>
              <w:t>, pour que ce défi majeur ne soit plus qu’un lointain souvenir !</w:t>
            </w:r>
          </w:p>
          <w:p w14:paraId="19211995" w14:textId="6566BFBA" w:rsidR="004654E4" w:rsidRPr="004654E4" w:rsidRDefault="004654E4" w:rsidP="004654E4">
            <w:pPr>
              <w:shd w:val="clear" w:color="auto" w:fill="FFFFFF"/>
              <w:spacing w:line="240" w:lineRule="auto"/>
              <w:rPr>
                <w:rFonts w:asciiTheme="minorHAnsi" w:eastAsia="Times New Roman" w:hAnsiTheme="minorHAnsi" w:cstheme="minorHAnsi"/>
                <w:color w:val="0F1419"/>
                <w:lang w:eastAsia="fr-FR"/>
              </w:rPr>
            </w:pPr>
            <w:r w:rsidRPr="004654E4">
              <w:rPr>
                <w:rFonts w:asciiTheme="minorHAnsi" w:eastAsia="Times New Roman" w:hAnsiTheme="minorHAnsi" w:cstheme="minorHAnsi"/>
                <w:color w:val="0F1419"/>
                <w:lang w:eastAsia="fr-FR"/>
              </w:rPr>
              <w:br/>
              <w:t xml:space="preserve">10 propositions à partager </w:t>
            </w:r>
            <w:r w:rsidRPr="004654E4">
              <w:rPr>
                <w:rFonts w:ascii="Segoe UI Emoji" w:eastAsia="Times New Roman" w:hAnsi="Segoe UI Emoji" w:cs="Segoe UI Emoji"/>
                <w:color w:val="0F1419"/>
                <w:lang w:eastAsia="fr-FR"/>
              </w:rPr>
              <w:t>👉</w:t>
            </w:r>
          </w:p>
          <w:p w14:paraId="2E4292AE" w14:textId="60D2876D" w:rsidR="00242063" w:rsidRPr="00087648" w:rsidRDefault="009F43C9" w:rsidP="004654E4">
            <w:pPr>
              <w:shd w:val="clear" w:color="auto" w:fill="FFFFFF"/>
              <w:spacing w:line="240" w:lineRule="auto"/>
              <w:rPr>
                <w:color w:val="006927" w:themeColor="accent1" w:themeShade="40"/>
              </w:rPr>
            </w:pPr>
            <w:hyperlink r:id="rId13" w:history="1">
              <w:r w:rsidR="00087648" w:rsidRPr="00087648">
                <w:rPr>
                  <w:rStyle w:val="Lienhypertexte"/>
                  <w:color w:val="006927" w:themeColor="accent1" w:themeShade="40"/>
                </w:rPr>
                <w:t>https://bit.ly/3GnOhTY</w:t>
              </w:r>
            </w:hyperlink>
            <w:r w:rsidR="00087648">
              <w:rPr>
                <w:color w:val="006927" w:themeColor="accent1" w:themeShade="40"/>
              </w:rPr>
              <w:t xml:space="preserve">            </w:t>
            </w:r>
            <w:r w:rsidR="004654E4" w:rsidRPr="004654E4">
              <w:rPr>
                <w:rFonts w:asciiTheme="minorHAnsi" w:eastAsia="Times New Roman" w:hAnsiTheme="minorHAnsi" w:cstheme="minorHAnsi"/>
                <w:color w:val="1D9BF0"/>
                <w:lang w:eastAsia="fr-FR"/>
              </w:rPr>
              <w:t>#FinancerDemain</w:t>
            </w:r>
          </w:p>
          <w:p w14:paraId="66623CDC" w14:textId="6C482028" w:rsidR="004654E4" w:rsidRPr="004654E4" w:rsidRDefault="004654E4" w:rsidP="004654E4">
            <w:pPr>
              <w:shd w:val="clear" w:color="auto" w:fill="FFFFFF"/>
              <w:spacing w:line="240" w:lineRule="auto"/>
              <w:rPr>
                <w:rFonts w:ascii="Segoe UI" w:eastAsia="Times New Roman" w:hAnsi="Segoe UI" w:cs="Segoe UI"/>
                <w:color w:val="0F1419"/>
                <w:lang w:eastAsia="fr-FR"/>
              </w:rPr>
            </w:pPr>
          </w:p>
        </w:tc>
      </w:tr>
    </w:tbl>
    <w:p w14:paraId="5D563360" w14:textId="77777777" w:rsidR="00CB30B9" w:rsidRDefault="00CB30B9" w:rsidP="004F7113"/>
    <w:p w14:paraId="0A10A655" w14:textId="77777777" w:rsidR="00242063" w:rsidRDefault="00242063" w:rsidP="004F7113"/>
    <w:p w14:paraId="326A9782" w14:textId="3D92122B" w:rsidR="00895CDF" w:rsidRPr="00712331" w:rsidRDefault="00895CDF" w:rsidP="00895CDF">
      <w:pPr>
        <w:pStyle w:val="Titre1"/>
      </w:pPr>
      <w:r>
        <w:t>LinkedIn</w:t>
      </w:r>
    </w:p>
    <w:tbl>
      <w:tblPr>
        <w:tblStyle w:val="Grilledutableau"/>
        <w:tblW w:w="0" w:type="auto"/>
        <w:tblLook w:val="04A0" w:firstRow="1" w:lastRow="0" w:firstColumn="1" w:lastColumn="0" w:noHBand="0" w:noVBand="1"/>
      </w:tblPr>
      <w:tblGrid>
        <w:gridCol w:w="4531"/>
        <w:gridCol w:w="4531"/>
      </w:tblGrid>
      <w:tr w:rsidR="00087648" w:rsidRPr="00087648" w14:paraId="1CF9EF70" w14:textId="77777777" w:rsidTr="00087648">
        <w:tc>
          <w:tcPr>
            <w:tcW w:w="4531" w:type="dxa"/>
            <w:shd w:val="clear" w:color="auto" w:fill="044632"/>
          </w:tcPr>
          <w:p w14:paraId="65FD849D" w14:textId="43FD7085" w:rsidR="00184FC5" w:rsidRPr="00087648" w:rsidRDefault="00184FC5" w:rsidP="006500CC">
            <w:pPr>
              <w:pStyle w:val="Titre3"/>
              <w:jc w:val="center"/>
              <w:outlineLvl w:val="2"/>
              <w:rPr>
                <w:color w:val="FFFFFF" w:themeColor="background1"/>
              </w:rPr>
            </w:pPr>
            <w:r w:rsidRPr="00087648">
              <w:rPr>
                <w:color w:val="FFFFFF" w:themeColor="background1"/>
              </w:rPr>
              <w:t>P</w:t>
            </w:r>
            <w:r w:rsidR="00C57DAB">
              <w:rPr>
                <w:color w:val="FFFFFF" w:themeColor="background1"/>
              </w:rPr>
              <w:t>ublica</w:t>
            </w:r>
            <w:r w:rsidRPr="00087648">
              <w:rPr>
                <w:color w:val="FFFFFF" w:themeColor="background1"/>
              </w:rPr>
              <w:t>tion #1</w:t>
            </w:r>
          </w:p>
        </w:tc>
        <w:tc>
          <w:tcPr>
            <w:tcW w:w="4531" w:type="dxa"/>
            <w:shd w:val="clear" w:color="auto" w:fill="044632"/>
          </w:tcPr>
          <w:p w14:paraId="49D57518" w14:textId="046FD7F4" w:rsidR="00184FC5" w:rsidRPr="00087648" w:rsidRDefault="00184FC5" w:rsidP="006500CC">
            <w:pPr>
              <w:pStyle w:val="Titre3"/>
              <w:jc w:val="center"/>
              <w:outlineLvl w:val="2"/>
              <w:rPr>
                <w:color w:val="FFFFFF" w:themeColor="background1"/>
              </w:rPr>
            </w:pPr>
            <w:r w:rsidRPr="00087648">
              <w:rPr>
                <w:color w:val="FFFFFF" w:themeColor="background1"/>
              </w:rPr>
              <w:t>P</w:t>
            </w:r>
            <w:r w:rsidR="00C57DAB">
              <w:rPr>
                <w:color w:val="FFFFFF" w:themeColor="background1"/>
              </w:rPr>
              <w:t>ublica</w:t>
            </w:r>
            <w:r w:rsidRPr="00087648">
              <w:rPr>
                <w:color w:val="FFFFFF" w:themeColor="background1"/>
              </w:rPr>
              <w:t>tion #2</w:t>
            </w:r>
          </w:p>
        </w:tc>
      </w:tr>
      <w:tr w:rsidR="00184FC5" w14:paraId="14179777" w14:textId="77777777" w:rsidTr="006500CC">
        <w:tc>
          <w:tcPr>
            <w:tcW w:w="4531" w:type="dxa"/>
          </w:tcPr>
          <w:p w14:paraId="3B636DBC" w14:textId="77777777" w:rsidR="00184FC5" w:rsidRDefault="00184FC5" w:rsidP="006500CC"/>
          <w:p w14:paraId="70759B29" w14:textId="74984517" w:rsidR="00184FC5" w:rsidRDefault="00184FC5" w:rsidP="006500CC">
            <w:r>
              <w:t xml:space="preserve">La transition écologique et solidaire </w:t>
            </w:r>
            <w:r w:rsidR="00884C69">
              <w:t>a besoin de</w:t>
            </w:r>
            <w:r>
              <w:t xml:space="preserve"> financement</w:t>
            </w:r>
            <w:r w:rsidR="00884C69">
              <w:t>s</w:t>
            </w:r>
            <w:r>
              <w:t xml:space="preserve">… ! </w:t>
            </w:r>
            <w:proofErr w:type="gramStart"/>
            <w:r w:rsidR="0005558A" w:rsidRPr="00A62C4C">
              <w:rPr>
                <w:rFonts w:ascii="Segoe UI Emoji" w:eastAsia="Times New Roman" w:hAnsi="Segoe UI Emoji" w:cs="Segoe UI Emoji"/>
                <w:color w:val="auto"/>
                <w:lang w:eastAsia="fr-FR"/>
              </w:rPr>
              <w:t>🚀</w:t>
            </w:r>
            <w:proofErr w:type="gramEnd"/>
            <w:r>
              <w:br/>
            </w:r>
            <w:r>
              <w:br/>
            </w:r>
            <w:r w:rsidRPr="00087648">
              <w:rPr>
                <w:rFonts w:asciiTheme="minorHAnsi" w:eastAsia="Times New Roman" w:hAnsiTheme="minorHAnsi" w:cstheme="minorHAnsi"/>
                <w:color w:val="006927" w:themeColor="accent1" w:themeShade="40"/>
                <w:lang w:eastAsia="fr-FR"/>
              </w:rPr>
              <w:t>@</w:t>
            </w:r>
            <w:r w:rsidR="0005558A" w:rsidRPr="00087648">
              <w:rPr>
                <w:rFonts w:asciiTheme="minorHAnsi" w:eastAsia="Times New Roman" w:hAnsiTheme="minorHAnsi" w:cstheme="minorHAnsi"/>
                <w:color w:val="006927" w:themeColor="accent1" w:themeShade="40"/>
                <w:lang w:eastAsia="fr-FR"/>
              </w:rPr>
              <w:t>fair-label-finansol</w:t>
            </w:r>
            <w:r w:rsidRPr="00087648">
              <w:rPr>
                <w:color w:val="006927" w:themeColor="accent1" w:themeShade="40"/>
              </w:rPr>
              <w:t xml:space="preserve"> </w:t>
            </w:r>
            <w:r>
              <w:t>publie un livre blanc à destination des citoyens électeurs, des investisseurs... Et à destination des candidats à l'élection présidentielle 2022 !</w:t>
            </w:r>
          </w:p>
          <w:p w14:paraId="6ACE7A3D" w14:textId="77777777" w:rsidR="00184FC5" w:rsidRDefault="00184FC5" w:rsidP="006500CC"/>
          <w:p w14:paraId="5B86A2EA" w14:textId="6ADBF720" w:rsidR="00AC6416" w:rsidRDefault="00184FC5" w:rsidP="006500CC">
            <w:pPr>
              <w:rPr>
                <w:rStyle w:val="Lienhypertexte"/>
              </w:rPr>
            </w:pPr>
            <w:r>
              <w:t>10 propositions à découvrir</w:t>
            </w:r>
            <w:r w:rsidR="00AC6416">
              <w:t xml:space="preserve">, à commenter, </w:t>
            </w:r>
            <w:r>
              <w:t xml:space="preserve">à partager </w:t>
            </w:r>
            <w:r w:rsidR="0005558A" w:rsidRPr="00295921">
              <w:rPr>
                <w:rFonts w:ascii="Segoe UI Emoji" w:eastAsia="Times New Roman" w:hAnsi="Segoe UI Emoji" w:cs="Segoe UI Emoji"/>
                <w:color w:val="auto"/>
                <w:lang w:eastAsia="fr-FR"/>
              </w:rPr>
              <w:t>👉</w:t>
            </w:r>
            <w:r w:rsidR="00AC6416">
              <w:rPr>
                <w:rFonts w:ascii="Segoe UI Emoji" w:hAnsi="Segoe UI Emoji" w:cs="Segoe UI Emoji"/>
              </w:rPr>
              <w:t xml:space="preserve"> </w:t>
            </w:r>
            <w:hyperlink r:id="rId14" w:history="1">
              <w:r w:rsidR="00087648" w:rsidRPr="00087648">
                <w:rPr>
                  <w:rStyle w:val="Lienhypertexte"/>
                  <w:color w:val="006927" w:themeColor="accent1" w:themeShade="40"/>
                </w:rPr>
                <w:t>https://bit.ly/3GnOhTY</w:t>
              </w:r>
            </w:hyperlink>
          </w:p>
          <w:p w14:paraId="3C04A373" w14:textId="77777777" w:rsidR="00AC6416" w:rsidRDefault="00AC6416" w:rsidP="006500CC">
            <w:pPr>
              <w:rPr>
                <w:rStyle w:val="Lienhypertexte"/>
              </w:rPr>
            </w:pPr>
          </w:p>
          <w:p w14:paraId="0BDBF47C" w14:textId="7ED8D0A1" w:rsidR="00184FC5" w:rsidRDefault="00AC6416" w:rsidP="006500CC">
            <w:r w:rsidRPr="0017670D">
              <w:t>Construites en collaboration avec le</w:t>
            </w:r>
            <w:r w:rsidR="00C67416" w:rsidRPr="0017670D">
              <w:t>s 120 adhérents du collectif</w:t>
            </w:r>
            <w:r w:rsidR="0017670D">
              <w:t xml:space="preserve">, </w:t>
            </w:r>
            <w:r w:rsidR="00C67416" w:rsidRPr="0017670D">
              <w:t xml:space="preserve">ainsi que </w:t>
            </w:r>
            <w:r w:rsidR="00C67416" w:rsidRPr="00087648">
              <w:rPr>
                <w:rFonts w:asciiTheme="minorHAnsi" w:eastAsia="Times New Roman" w:hAnsiTheme="minorHAnsi" w:cstheme="minorHAnsi"/>
                <w:color w:val="006927" w:themeColor="accent1" w:themeShade="40"/>
                <w:lang w:eastAsia="fr-FR"/>
              </w:rPr>
              <w:t>@</w:t>
            </w:r>
            <w:r w:rsidR="00C66771" w:rsidRPr="00087648">
              <w:rPr>
                <w:rFonts w:asciiTheme="minorHAnsi" w:eastAsia="Times New Roman" w:hAnsiTheme="minorHAnsi" w:cstheme="minorHAnsi"/>
                <w:color w:val="006927" w:themeColor="accent1" w:themeShade="40"/>
                <w:lang w:eastAsia="fr-FR"/>
              </w:rPr>
              <w:t>ess-france-la-chambre-française-de-l-économie-sociale-et-solidaire</w:t>
            </w:r>
            <w:r w:rsidR="00C67416" w:rsidRPr="00087648">
              <w:rPr>
                <w:color w:val="006927" w:themeColor="accent1" w:themeShade="40"/>
              </w:rPr>
              <w:t xml:space="preserve"> et </w:t>
            </w:r>
            <w:r w:rsidR="00C67416" w:rsidRPr="00087648">
              <w:rPr>
                <w:rFonts w:asciiTheme="minorHAnsi" w:eastAsia="Times New Roman" w:hAnsiTheme="minorHAnsi" w:cstheme="minorHAnsi"/>
                <w:color w:val="006927" w:themeColor="accent1" w:themeShade="40"/>
                <w:lang w:eastAsia="fr-FR"/>
              </w:rPr>
              <w:t>@</w:t>
            </w:r>
            <w:r w:rsidR="009103D3" w:rsidRPr="00087648">
              <w:rPr>
                <w:rFonts w:asciiTheme="minorHAnsi" w:eastAsia="Times New Roman" w:hAnsiTheme="minorHAnsi" w:cstheme="minorHAnsi"/>
                <w:color w:val="006927" w:themeColor="accent1" w:themeShade="40"/>
                <w:lang w:eastAsia="fr-FR"/>
              </w:rPr>
              <w:t>mouvement-sol</w:t>
            </w:r>
            <w:r w:rsidR="00C67416" w:rsidRPr="0017670D">
              <w:t>, elles offrent des solutions</w:t>
            </w:r>
            <w:r w:rsidR="004C1A1C" w:rsidRPr="0017670D">
              <w:t xml:space="preserve"> viables et pérennes pour financer les transitions</w:t>
            </w:r>
            <w:r w:rsidR="0017670D" w:rsidRPr="0017670D">
              <w:t> !</w:t>
            </w:r>
            <w:r w:rsidR="00184FC5">
              <w:br/>
            </w:r>
            <w:r w:rsidR="00184FC5">
              <w:br/>
              <w:t xml:space="preserve">Plus elles seront visibles, plus nous arriverons à avoir de la puissance auprès des candidats ! Merci pour vos relais, votre mobilisation et votre soutien </w:t>
            </w:r>
            <w:r w:rsidR="00184FC5" w:rsidRPr="00B32A05">
              <w:rPr>
                <w:rFonts w:ascii="Segoe UI Emoji" w:hAnsi="Segoe UI Emoji"/>
                <w:color w:val="222222"/>
                <w:shd w:val="clear" w:color="auto" w:fill="FFFFFF"/>
              </w:rPr>
              <w:t>✊</w:t>
            </w:r>
            <w:r w:rsidR="00B32A05">
              <w:rPr>
                <w:rFonts w:ascii="Segoe UI Emoji" w:hAnsi="Segoe UI Emoji"/>
                <w:color w:val="222222"/>
                <w:sz w:val="20"/>
                <w:szCs w:val="20"/>
                <w:shd w:val="clear" w:color="auto" w:fill="FFFFFF"/>
              </w:rPr>
              <w:t xml:space="preserve"> </w:t>
            </w:r>
            <w:r w:rsidR="004654E4" w:rsidRPr="008144F6">
              <w:rPr>
                <w:rFonts w:asciiTheme="minorHAnsi" w:eastAsia="Times New Roman" w:hAnsiTheme="minorHAnsi" w:cstheme="minorHAnsi"/>
                <w:color w:val="1D9BF0"/>
                <w:lang w:eastAsia="fr-FR"/>
              </w:rPr>
              <w:t>#FinancerDemain</w:t>
            </w:r>
          </w:p>
          <w:p w14:paraId="103F027B" w14:textId="77777777" w:rsidR="00184FC5" w:rsidRDefault="00184FC5" w:rsidP="006500CC">
            <w:pPr>
              <w:pStyle w:val="Titre3"/>
              <w:outlineLvl w:val="2"/>
            </w:pPr>
          </w:p>
        </w:tc>
        <w:tc>
          <w:tcPr>
            <w:tcW w:w="4531" w:type="dxa"/>
          </w:tcPr>
          <w:p w14:paraId="5C4EDC75" w14:textId="77777777" w:rsidR="00184FC5" w:rsidRDefault="00184FC5" w:rsidP="006500CC"/>
          <w:p w14:paraId="3CF0C83A" w14:textId="02EB5108" w:rsidR="00435324" w:rsidRDefault="00435324" w:rsidP="00435324">
            <w:pPr>
              <w:spacing w:line="240" w:lineRule="auto"/>
              <w:rPr>
                <w:rFonts w:asciiTheme="minorHAnsi" w:eastAsia="Times New Roman" w:hAnsiTheme="minorHAnsi" w:cstheme="minorHAnsi"/>
                <w:color w:val="auto"/>
                <w:lang w:eastAsia="fr-FR"/>
              </w:rPr>
            </w:pPr>
            <w:r>
              <w:rPr>
                <w:rFonts w:asciiTheme="minorHAnsi" w:eastAsia="Times New Roman" w:hAnsiTheme="minorHAnsi" w:cstheme="minorHAnsi"/>
                <w:color w:val="auto"/>
                <w:lang w:eastAsia="fr-FR"/>
              </w:rPr>
              <w:t xml:space="preserve">Participer à la </w:t>
            </w:r>
            <w:r w:rsidRPr="00295921">
              <w:rPr>
                <w:rFonts w:asciiTheme="minorHAnsi" w:eastAsia="Times New Roman" w:hAnsiTheme="minorHAnsi" w:cstheme="minorHAnsi"/>
                <w:color w:val="auto"/>
                <w:lang w:eastAsia="fr-FR"/>
              </w:rPr>
              <w:t>lutte contre le chômage</w:t>
            </w:r>
            <w:r>
              <w:rPr>
                <w:rFonts w:asciiTheme="minorHAnsi" w:eastAsia="Times New Roman" w:hAnsiTheme="minorHAnsi" w:cstheme="minorHAnsi"/>
                <w:color w:val="auto"/>
                <w:lang w:eastAsia="fr-FR"/>
              </w:rPr>
              <w:t xml:space="preserve">, </w:t>
            </w:r>
            <w:r w:rsidRPr="00295921">
              <w:rPr>
                <w:rFonts w:asciiTheme="minorHAnsi" w:eastAsia="Times New Roman" w:hAnsiTheme="minorHAnsi" w:cstheme="minorHAnsi"/>
                <w:color w:val="auto"/>
                <w:lang w:eastAsia="fr-FR"/>
              </w:rPr>
              <w:t>le mal-logement</w:t>
            </w:r>
            <w:r>
              <w:rPr>
                <w:rFonts w:asciiTheme="minorHAnsi" w:eastAsia="Times New Roman" w:hAnsiTheme="minorHAnsi" w:cstheme="minorHAnsi"/>
                <w:color w:val="auto"/>
                <w:lang w:eastAsia="fr-FR"/>
              </w:rPr>
              <w:t xml:space="preserve">, </w:t>
            </w:r>
            <w:r w:rsidRPr="00F53768">
              <w:rPr>
                <w:rFonts w:asciiTheme="minorHAnsi" w:eastAsia="Times New Roman" w:hAnsiTheme="minorHAnsi" w:cstheme="minorHAnsi"/>
                <w:color w:val="auto"/>
                <w:lang w:eastAsia="fr-FR"/>
              </w:rPr>
              <w:t xml:space="preserve">favoriser </w:t>
            </w:r>
            <w:r w:rsidR="00066557">
              <w:rPr>
                <w:rFonts w:asciiTheme="minorHAnsi" w:eastAsia="Times New Roman" w:hAnsiTheme="minorHAnsi" w:cstheme="minorHAnsi"/>
                <w:color w:val="auto"/>
                <w:lang w:eastAsia="fr-FR"/>
              </w:rPr>
              <w:t xml:space="preserve">le lien social, </w:t>
            </w:r>
            <w:r>
              <w:rPr>
                <w:rFonts w:asciiTheme="minorHAnsi" w:eastAsia="Times New Roman" w:hAnsiTheme="minorHAnsi" w:cstheme="minorHAnsi"/>
                <w:color w:val="auto"/>
                <w:lang w:eastAsia="fr-FR"/>
              </w:rPr>
              <w:t>soutenir la transition écologiqu</w:t>
            </w:r>
            <w:r w:rsidR="00066557">
              <w:rPr>
                <w:rFonts w:asciiTheme="minorHAnsi" w:eastAsia="Times New Roman" w:hAnsiTheme="minorHAnsi" w:cstheme="minorHAnsi"/>
                <w:color w:val="auto"/>
                <w:lang w:eastAsia="fr-FR"/>
              </w:rPr>
              <w:t xml:space="preserve">e… tout le monde est d’accord, ces sujets sont importants. Mais comment </w:t>
            </w:r>
            <w:r w:rsidR="006212B2">
              <w:rPr>
                <w:rFonts w:asciiTheme="minorHAnsi" w:eastAsia="Times New Roman" w:hAnsiTheme="minorHAnsi" w:cstheme="minorHAnsi"/>
                <w:color w:val="auto"/>
                <w:lang w:eastAsia="fr-FR"/>
              </w:rPr>
              <w:t xml:space="preserve">donner de l’ampleur aux actions </w:t>
            </w:r>
            <w:r w:rsidR="00105BAC">
              <w:rPr>
                <w:rFonts w:asciiTheme="minorHAnsi" w:eastAsia="Times New Roman" w:hAnsiTheme="minorHAnsi" w:cstheme="minorHAnsi"/>
                <w:color w:val="auto"/>
                <w:lang w:eastAsia="fr-FR"/>
              </w:rPr>
              <w:t>amorcées</w:t>
            </w:r>
            <w:r w:rsidR="006212B2">
              <w:rPr>
                <w:rFonts w:asciiTheme="minorHAnsi" w:eastAsia="Times New Roman" w:hAnsiTheme="minorHAnsi" w:cstheme="minorHAnsi"/>
                <w:color w:val="auto"/>
                <w:lang w:eastAsia="fr-FR"/>
              </w:rPr>
              <w:t> ?</w:t>
            </w:r>
          </w:p>
          <w:p w14:paraId="7C3E1CBA" w14:textId="77777777" w:rsidR="00435324" w:rsidRPr="00606E41" w:rsidRDefault="00435324" w:rsidP="00435324">
            <w:pPr>
              <w:spacing w:line="240" w:lineRule="auto"/>
              <w:rPr>
                <w:rFonts w:asciiTheme="minorHAnsi" w:eastAsia="Times New Roman" w:hAnsiTheme="minorHAnsi" w:cstheme="minorHAnsi"/>
                <w:color w:val="auto"/>
                <w:lang w:eastAsia="fr-FR"/>
              </w:rPr>
            </w:pPr>
          </w:p>
          <w:p w14:paraId="75E10C98" w14:textId="06F522BB" w:rsidR="00435324" w:rsidRPr="00295921" w:rsidRDefault="00712370" w:rsidP="00435324">
            <w:pPr>
              <w:spacing w:line="240" w:lineRule="auto"/>
              <w:rPr>
                <w:rFonts w:asciiTheme="minorHAnsi" w:eastAsia="Times New Roman" w:hAnsiTheme="minorHAnsi" w:cstheme="minorHAnsi"/>
                <w:color w:val="auto"/>
                <w:lang w:eastAsia="fr-FR"/>
              </w:rPr>
            </w:pPr>
            <w:r w:rsidRPr="00087648">
              <w:rPr>
                <w:rFonts w:asciiTheme="minorHAnsi" w:eastAsia="Times New Roman" w:hAnsiTheme="minorHAnsi" w:cstheme="minorHAnsi"/>
                <w:color w:val="006927" w:themeColor="accent1" w:themeShade="40"/>
                <w:lang w:eastAsia="fr-FR"/>
              </w:rPr>
              <w:t>@fair-label-finansol</w:t>
            </w:r>
            <w:r w:rsidRPr="00087648">
              <w:rPr>
                <w:color w:val="006927" w:themeColor="accent1" w:themeShade="40"/>
              </w:rPr>
              <w:t xml:space="preserve"> </w:t>
            </w:r>
            <w:r w:rsidR="00435324" w:rsidRPr="00295921">
              <w:rPr>
                <w:rFonts w:asciiTheme="minorHAnsi" w:eastAsia="Times New Roman" w:hAnsiTheme="minorHAnsi" w:cstheme="minorHAnsi"/>
                <w:color w:val="auto"/>
                <w:lang w:eastAsia="fr-FR"/>
              </w:rPr>
              <w:t xml:space="preserve">publie 10 propositions à destination des candidats à </w:t>
            </w:r>
            <w:r w:rsidR="00435324" w:rsidRPr="00087648">
              <w:rPr>
                <w:rFonts w:asciiTheme="minorHAnsi" w:eastAsia="Times New Roman" w:hAnsiTheme="minorHAnsi" w:cstheme="minorHAnsi"/>
                <w:color w:val="006927" w:themeColor="accent1" w:themeShade="40"/>
                <w:lang w:eastAsia="fr-FR"/>
              </w:rPr>
              <w:t>#Presidentielle2022</w:t>
            </w:r>
            <w:r w:rsidR="00435324" w:rsidRPr="00295921">
              <w:rPr>
                <w:rFonts w:asciiTheme="minorHAnsi" w:eastAsia="Times New Roman" w:hAnsiTheme="minorHAnsi" w:cstheme="minorHAnsi"/>
                <w:color w:val="auto"/>
                <w:lang w:eastAsia="fr-FR"/>
              </w:rPr>
              <w:t>, pour que ce</w:t>
            </w:r>
            <w:r w:rsidR="00105BAC">
              <w:rPr>
                <w:rFonts w:asciiTheme="minorHAnsi" w:eastAsia="Times New Roman" w:hAnsiTheme="minorHAnsi" w:cstheme="minorHAnsi"/>
                <w:color w:val="auto"/>
                <w:lang w:eastAsia="fr-FR"/>
              </w:rPr>
              <w:t>s</w:t>
            </w:r>
            <w:r w:rsidR="00435324" w:rsidRPr="00295921">
              <w:rPr>
                <w:rFonts w:asciiTheme="minorHAnsi" w:eastAsia="Times New Roman" w:hAnsiTheme="minorHAnsi" w:cstheme="minorHAnsi"/>
                <w:color w:val="auto"/>
                <w:lang w:eastAsia="fr-FR"/>
              </w:rPr>
              <w:t xml:space="preserve"> défi</w:t>
            </w:r>
            <w:r w:rsidR="00105BAC">
              <w:rPr>
                <w:rFonts w:asciiTheme="minorHAnsi" w:eastAsia="Times New Roman" w:hAnsiTheme="minorHAnsi" w:cstheme="minorHAnsi"/>
                <w:color w:val="auto"/>
                <w:lang w:eastAsia="fr-FR"/>
              </w:rPr>
              <w:t>s</w:t>
            </w:r>
            <w:r w:rsidR="00435324" w:rsidRPr="00295921">
              <w:rPr>
                <w:rFonts w:asciiTheme="minorHAnsi" w:eastAsia="Times New Roman" w:hAnsiTheme="minorHAnsi" w:cstheme="minorHAnsi"/>
                <w:color w:val="auto"/>
                <w:lang w:eastAsia="fr-FR"/>
              </w:rPr>
              <w:t xml:space="preserve"> majeur</w:t>
            </w:r>
            <w:r w:rsidR="00105BAC">
              <w:rPr>
                <w:rFonts w:asciiTheme="minorHAnsi" w:eastAsia="Times New Roman" w:hAnsiTheme="minorHAnsi" w:cstheme="minorHAnsi"/>
                <w:color w:val="auto"/>
                <w:lang w:eastAsia="fr-FR"/>
              </w:rPr>
              <w:t>s</w:t>
            </w:r>
            <w:r w:rsidR="00435324" w:rsidRPr="00295921">
              <w:rPr>
                <w:rFonts w:asciiTheme="minorHAnsi" w:eastAsia="Times New Roman" w:hAnsiTheme="minorHAnsi" w:cstheme="minorHAnsi"/>
                <w:color w:val="auto"/>
                <w:lang w:eastAsia="fr-FR"/>
              </w:rPr>
              <w:t xml:space="preserve"> ne soit plus qu’un lointain souvenir !</w:t>
            </w:r>
          </w:p>
          <w:p w14:paraId="0A1E3075" w14:textId="60F1FD79" w:rsidR="00184FC5" w:rsidRDefault="00435324" w:rsidP="006500CC">
            <w:pPr>
              <w:rPr>
                <w:rFonts w:asciiTheme="minorHAnsi" w:eastAsia="Times New Roman" w:hAnsiTheme="minorHAnsi" w:cstheme="minorHAnsi"/>
                <w:color w:val="1D9BF0"/>
                <w:lang w:eastAsia="fr-FR"/>
              </w:rPr>
            </w:pPr>
            <w:r w:rsidRPr="00295921">
              <w:rPr>
                <w:rFonts w:asciiTheme="minorHAnsi" w:eastAsia="Times New Roman" w:hAnsiTheme="minorHAnsi" w:cstheme="minorHAnsi"/>
                <w:color w:val="auto"/>
                <w:lang w:eastAsia="fr-FR"/>
              </w:rPr>
              <w:br/>
              <w:t xml:space="preserve">10 propositions </w:t>
            </w:r>
            <w:r w:rsidR="00105BAC">
              <w:t xml:space="preserve">à découvrir, à commenter, à partager </w:t>
            </w:r>
            <w:r w:rsidR="00105BAC" w:rsidRPr="00295921">
              <w:rPr>
                <w:rFonts w:ascii="Segoe UI Emoji" w:eastAsia="Times New Roman" w:hAnsi="Segoe UI Emoji" w:cs="Segoe UI Emoji"/>
                <w:color w:val="auto"/>
                <w:lang w:eastAsia="fr-FR"/>
              </w:rPr>
              <w:t>👉</w:t>
            </w:r>
            <w:r w:rsidR="00105BAC">
              <w:rPr>
                <w:rFonts w:ascii="Segoe UI Emoji" w:hAnsi="Segoe UI Emoji" w:cs="Segoe UI Emoji"/>
              </w:rPr>
              <w:t xml:space="preserve"> </w:t>
            </w:r>
            <w:hyperlink r:id="rId15" w:history="1">
              <w:r w:rsidR="00087648" w:rsidRPr="00087648">
                <w:rPr>
                  <w:rStyle w:val="Lienhypertexte"/>
                  <w:color w:val="006927" w:themeColor="accent1" w:themeShade="40"/>
                </w:rPr>
                <w:t>https://bit.ly/3GnOhTY</w:t>
              </w:r>
            </w:hyperlink>
          </w:p>
          <w:p w14:paraId="7C3357F1" w14:textId="77777777" w:rsidR="00105BAC" w:rsidRDefault="00105BAC" w:rsidP="006500CC">
            <w:pPr>
              <w:rPr>
                <w:color w:val="1D9BF0"/>
              </w:rPr>
            </w:pPr>
          </w:p>
          <w:p w14:paraId="58C1A07A" w14:textId="5EC8BE8D" w:rsidR="00105BAC" w:rsidRDefault="00105BAC" w:rsidP="00105BAC">
            <w:r w:rsidRPr="0017670D">
              <w:t>Construites en collaboration avec les 120 adhérents du collectif</w:t>
            </w:r>
            <w:r>
              <w:t xml:space="preserve">, </w:t>
            </w:r>
            <w:r w:rsidRPr="0017670D">
              <w:t xml:space="preserve">ainsi que </w:t>
            </w:r>
            <w:r w:rsidRPr="00087648">
              <w:rPr>
                <w:rFonts w:asciiTheme="minorHAnsi" w:eastAsia="Times New Roman" w:hAnsiTheme="minorHAnsi" w:cstheme="minorHAnsi"/>
                <w:color w:val="006927" w:themeColor="accent1" w:themeShade="40"/>
                <w:lang w:eastAsia="fr-FR"/>
              </w:rPr>
              <w:t>@ess-france-la-chambre-française-de-l-économie-sociale-et-solidaire</w:t>
            </w:r>
            <w:r w:rsidRPr="00087648">
              <w:rPr>
                <w:color w:val="006927" w:themeColor="accent1" w:themeShade="40"/>
              </w:rPr>
              <w:t xml:space="preserve"> </w:t>
            </w:r>
            <w:r w:rsidRPr="0017670D">
              <w:t xml:space="preserve">et </w:t>
            </w:r>
            <w:r w:rsidRPr="00087648">
              <w:rPr>
                <w:rFonts w:asciiTheme="minorHAnsi" w:eastAsia="Times New Roman" w:hAnsiTheme="minorHAnsi" w:cstheme="minorHAnsi"/>
                <w:color w:val="006927" w:themeColor="accent1" w:themeShade="40"/>
                <w:lang w:eastAsia="fr-FR"/>
              </w:rPr>
              <w:t>@mouvement-sol</w:t>
            </w:r>
            <w:r w:rsidRPr="0017670D">
              <w:t>, elles offrent des solutions viables et pérennes pour financer les transitions !</w:t>
            </w:r>
            <w:r>
              <w:br/>
            </w:r>
            <w:r>
              <w:br/>
              <w:t xml:space="preserve">Plus elles seront visibles, plus nous arriverons à avoir de la puissance auprès des candidats ! Merci pour vos relais, votre mobilisation et votre soutien </w:t>
            </w:r>
            <w:r w:rsidRPr="00B32A05">
              <w:rPr>
                <w:rFonts w:ascii="Segoe UI Emoji" w:hAnsi="Segoe UI Emoji"/>
                <w:color w:val="222222"/>
                <w:shd w:val="clear" w:color="auto" w:fill="FFFFFF"/>
              </w:rPr>
              <w:t>✊</w:t>
            </w:r>
            <w:r>
              <w:rPr>
                <w:rFonts w:ascii="Segoe UI Emoji" w:hAnsi="Segoe UI Emoji"/>
                <w:color w:val="222222"/>
                <w:sz w:val="20"/>
                <w:szCs w:val="20"/>
                <w:shd w:val="clear" w:color="auto" w:fill="FFFFFF"/>
              </w:rPr>
              <w:t xml:space="preserve"> </w:t>
            </w:r>
            <w:r w:rsidR="004654E4" w:rsidRPr="008144F6">
              <w:rPr>
                <w:rFonts w:asciiTheme="minorHAnsi" w:eastAsia="Times New Roman" w:hAnsiTheme="minorHAnsi" w:cstheme="minorHAnsi"/>
                <w:color w:val="1D9BF0"/>
                <w:lang w:eastAsia="fr-FR"/>
              </w:rPr>
              <w:t>#FinancerDemain</w:t>
            </w:r>
          </w:p>
          <w:p w14:paraId="3C07D8DE" w14:textId="4335A623" w:rsidR="00105BAC" w:rsidRPr="00F15625" w:rsidRDefault="00105BAC" w:rsidP="006500CC"/>
        </w:tc>
      </w:tr>
    </w:tbl>
    <w:p w14:paraId="74514A3F" w14:textId="77777777" w:rsidR="00C37AA7" w:rsidRDefault="00C37AA7" w:rsidP="00C37AA7"/>
    <w:p w14:paraId="79FC01B3" w14:textId="19269DA1" w:rsidR="00842A03" w:rsidRDefault="00842A03" w:rsidP="00842A03">
      <w:pPr>
        <w:pStyle w:val="Titre1"/>
      </w:pPr>
      <w:r>
        <w:lastRenderedPageBreak/>
        <w:t xml:space="preserve">Publications – 10 propositions </w:t>
      </w:r>
    </w:p>
    <w:p w14:paraId="0C7335C1" w14:textId="77777777" w:rsidR="00B60A37" w:rsidRDefault="00B60A37" w:rsidP="00B12997">
      <w:pPr>
        <w:pStyle w:val="Titre1"/>
        <w:rPr>
          <w:sz w:val="24"/>
          <w:szCs w:val="24"/>
        </w:rPr>
      </w:pPr>
    </w:p>
    <w:p w14:paraId="652CA98C" w14:textId="14EABD77" w:rsidR="00B12997" w:rsidRPr="00126A7C" w:rsidRDefault="00126A7C" w:rsidP="00B12997">
      <w:pPr>
        <w:pStyle w:val="Titre1"/>
        <w:rPr>
          <w:sz w:val="24"/>
          <w:szCs w:val="24"/>
        </w:rPr>
      </w:pPr>
      <w:r w:rsidRPr="00126A7C">
        <w:rPr>
          <w:sz w:val="24"/>
          <w:szCs w:val="24"/>
        </w:rPr>
        <w:t>Proposition 1 : Autoriser et inciter les investisseurs institutionnels à financer les entreprises à forte utilité sociale</w:t>
      </w:r>
    </w:p>
    <w:tbl>
      <w:tblPr>
        <w:tblStyle w:val="Grilledutableau"/>
        <w:tblW w:w="0" w:type="auto"/>
        <w:tblLook w:val="04A0" w:firstRow="1" w:lastRow="0" w:firstColumn="1" w:lastColumn="0" w:noHBand="0" w:noVBand="1"/>
      </w:tblPr>
      <w:tblGrid>
        <w:gridCol w:w="4531"/>
        <w:gridCol w:w="4531"/>
      </w:tblGrid>
      <w:tr w:rsidR="00126A7C" w:rsidRPr="00087648" w14:paraId="13EAEB06" w14:textId="77777777" w:rsidTr="00537399">
        <w:tc>
          <w:tcPr>
            <w:tcW w:w="4531" w:type="dxa"/>
            <w:shd w:val="clear" w:color="auto" w:fill="044632"/>
          </w:tcPr>
          <w:p w14:paraId="09ABDAFB" w14:textId="359C7663" w:rsidR="00126A7C" w:rsidRPr="00087648" w:rsidRDefault="00126A7C"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20FC8E47" w14:textId="4792900B" w:rsidR="00126A7C" w:rsidRPr="00087648" w:rsidRDefault="00126A7C" w:rsidP="00537399">
            <w:pPr>
              <w:pStyle w:val="Titre3"/>
              <w:jc w:val="center"/>
              <w:outlineLvl w:val="2"/>
              <w:rPr>
                <w:color w:val="FFFFFF" w:themeColor="background1"/>
              </w:rPr>
            </w:pPr>
            <w:r>
              <w:rPr>
                <w:color w:val="FFFFFF" w:themeColor="background1"/>
              </w:rPr>
              <w:t>LinkedIn</w:t>
            </w:r>
          </w:p>
        </w:tc>
      </w:tr>
      <w:tr w:rsidR="00126A7C" w14:paraId="5A3D2E96" w14:textId="77777777" w:rsidTr="00537399">
        <w:tc>
          <w:tcPr>
            <w:tcW w:w="4531" w:type="dxa"/>
          </w:tcPr>
          <w:p w14:paraId="3647059E" w14:textId="77777777" w:rsidR="00126A7C" w:rsidRDefault="00126A7C" w:rsidP="00537399"/>
          <w:p w14:paraId="52F6BF59" w14:textId="17101A34" w:rsidR="00126A7C" w:rsidRDefault="00126A7C" w:rsidP="00537399">
            <w:pPr>
              <w:rPr>
                <w:rFonts w:asciiTheme="minorHAnsi" w:eastAsia="Times New Roman" w:hAnsiTheme="minorHAnsi" w:cstheme="minorHAnsi"/>
                <w:color w:val="1D9BF0"/>
                <w:lang w:eastAsia="fr-FR"/>
              </w:rPr>
            </w:pPr>
            <w:r w:rsidRPr="008144F6">
              <w:rPr>
                <w:rFonts w:asciiTheme="minorHAnsi" w:eastAsia="Times New Roman" w:hAnsiTheme="minorHAnsi" w:cstheme="minorHAnsi"/>
                <w:color w:val="1D9BF0"/>
                <w:lang w:eastAsia="fr-FR"/>
              </w:rPr>
              <w:t>#FinancerDemain</w:t>
            </w:r>
            <w:r w:rsidR="003336BE">
              <w:rPr>
                <w:rFonts w:asciiTheme="minorHAnsi" w:eastAsia="Times New Roman" w:hAnsiTheme="minorHAnsi" w:cstheme="minorHAnsi"/>
                <w:color w:val="1D9BF0"/>
                <w:lang w:eastAsia="fr-FR"/>
              </w:rPr>
              <w:t xml:space="preserve"> </w:t>
            </w:r>
            <w:r w:rsidR="003336BE" w:rsidRPr="003336BE">
              <w:rPr>
                <w:rFonts w:asciiTheme="minorHAnsi" w:eastAsia="Times New Roman" w:hAnsiTheme="minorHAnsi" w:cstheme="minorHAnsi"/>
                <w:color w:val="1D9BF0"/>
                <w:lang w:eastAsia="fr-FR"/>
              </w:rPr>
              <w:t>#Presidentielles2022</w:t>
            </w:r>
          </w:p>
          <w:p w14:paraId="2D202355" w14:textId="6EEA634C" w:rsidR="00232238" w:rsidRDefault="00232238" w:rsidP="00232238">
            <w:r>
              <w:t xml:space="preserve">Comment avoir un meilleur impact social et environnemental ? </w:t>
            </w:r>
          </w:p>
          <w:p w14:paraId="44F831FF" w14:textId="77777777" w:rsidR="00232238" w:rsidRDefault="00232238" w:rsidP="00232238"/>
          <w:p w14:paraId="00A2CD5F" w14:textId="223D8D80" w:rsidR="00232238" w:rsidRDefault="003336BE" w:rsidP="00232238">
            <w:r w:rsidRPr="005E1E9A">
              <w:rPr>
                <w:rFonts w:asciiTheme="minorHAnsi" w:eastAsia="Times New Roman" w:hAnsiTheme="minorHAnsi" w:cstheme="minorHAnsi"/>
                <w:color w:val="006927" w:themeColor="accent1" w:themeShade="40"/>
                <w:lang w:eastAsia="fr-FR"/>
              </w:rPr>
              <w:t>@Label_Finansol</w:t>
            </w:r>
            <w:r w:rsidR="00232238">
              <w:t xml:space="preserve"> propose d'autoriser les investisseurs institutionnels à investir dans les entreprises d'utilité sociale</w:t>
            </w:r>
            <w:r>
              <w:t xml:space="preserve"> </w:t>
            </w:r>
            <w:r w:rsidR="00232238">
              <w:t xml:space="preserve">! </w:t>
            </w:r>
            <w:r w:rsidR="00232238" w:rsidRPr="003336BE">
              <w:rPr>
                <w:rFonts w:asciiTheme="minorHAnsi" w:eastAsia="Times New Roman" w:hAnsiTheme="minorHAnsi" w:cstheme="minorHAnsi"/>
                <w:color w:val="1D9BF0"/>
                <w:lang w:eastAsia="fr-FR"/>
              </w:rPr>
              <w:t>#Proposition1</w:t>
            </w:r>
          </w:p>
          <w:p w14:paraId="00AD5ECD" w14:textId="77777777" w:rsidR="00232238" w:rsidRDefault="00232238" w:rsidP="00232238"/>
          <w:p w14:paraId="161A952D" w14:textId="0C63C1E2" w:rsidR="00232238" w:rsidRDefault="009D5230" w:rsidP="00232238">
            <w:r>
              <w:t>Tout est ici</w:t>
            </w:r>
            <w:r w:rsidR="00232238">
              <w:t xml:space="preserve"> </w:t>
            </w:r>
            <w:r w:rsidR="00232238">
              <w:rPr>
                <w:rFonts w:ascii="Segoe UI Emoji" w:hAnsi="Segoe UI Emoji" w:cs="Segoe UI Emoji"/>
              </w:rPr>
              <w:t>👉</w:t>
            </w:r>
            <w:r w:rsidR="00232238">
              <w:t xml:space="preserve"> </w:t>
            </w:r>
            <w:hyperlink r:id="rId16" w:history="1">
              <w:r w:rsidR="003336BE" w:rsidRPr="00087648">
                <w:rPr>
                  <w:rStyle w:val="Lienhypertexte"/>
                  <w:color w:val="006927" w:themeColor="accent1" w:themeShade="40"/>
                </w:rPr>
                <w:t>https://bit.ly/3GnOhTY</w:t>
              </w:r>
            </w:hyperlink>
          </w:p>
          <w:p w14:paraId="5F17AB5F" w14:textId="77777777" w:rsidR="00126A7C" w:rsidRDefault="00126A7C" w:rsidP="003336BE"/>
        </w:tc>
        <w:tc>
          <w:tcPr>
            <w:tcW w:w="4531" w:type="dxa"/>
          </w:tcPr>
          <w:p w14:paraId="2A1646E3" w14:textId="77777777" w:rsidR="00126A7C" w:rsidRDefault="00126A7C" w:rsidP="00537399"/>
          <w:p w14:paraId="71162445" w14:textId="77777777" w:rsidR="005C2078" w:rsidRDefault="005C2078" w:rsidP="005C2078">
            <w:pPr>
              <w:rPr>
                <w:rFonts w:asciiTheme="minorHAnsi" w:eastAsia="Times New Roman" w:hAnsiTheme="minorHAnsi" w:cstheme="minorHAnsi"/>
                <w:color w:val="1D9BF0"/>
                <w:lang w:eastAsia="fr-FR"/>
              </w:rPr>
            </w:pPr>
            <w:r>
              <w:t xml:space="preserve">Comment avoir un meilleur impact social et environnemental ? </w:t>
            </w:r>
            <w:r w:rsidRPr="008144F6">
              <w:rPr>
                <w:rFonts w:asciiTheme="minorHAnsi" w:eastAsia="Times New Roman" w:hAnsiTheme="minorHAnsi" w:cstheme="minorHAnsi"/>
                <w:color w:val="1D9BF0"/>
                <w:lang w:eastAsia="fr-FR"/>
              </w:rPr>
              <w:t>#FinancerDemain</w:t>
            </w:r>
          </w:p>
          <w:p w14:paraId="4CAC4E11" w14:textId="77777777" w:rsidR="005C2078" w:rsidRDefault="005C2078" w:rsidP="005C2078"/>
          <w:p w14:paraId="093BC935" w14:textId="269213A2" w:rsidR="005C2078" w:rsidRDefault="005C2078" w:rsidP="005C2078">
            <w:r w:rsidRPr="00087648">
              <w:rPr>
                <w:rFonts w:asciiTheme="minorHAnsi" w:eastAsia="Times New Roman" w:hAnsiTheme="minorHAnsi" w:cstheme="minorHAnsi"/>
                <w:color w:val="006927" w:themeColor="accent1" w:themeShade="40"/>
                <w:lang w:eastAsia="fr-FR"/>
              </w:rPr>
              <w:t>@fair-label-finansol</w:t>
            </w:r>
            <w:r>
              <w:t xml:space="preserve"> propose d'autoriser les investisseurs institutionnels à investir dans les entreprises d'utilité sociale. </w:t>
            </w:r>
            <w:r w:rsidRPr="005C2078">
              <w:rPr>
                <w:rFonts w:asciiTheme="minorHAnsi" w:eastAsia="Times New Roman" w:hAnsiTheme="minorHAnsi" w:cstheme="minorHAnsi"/>
                <w:color w:val="1D9BF0"/>
                <w:lang w:eastAsia="fr-FR"/>
              </w:rPr>
              <w:t>#Proposition1</w:t>
            </w:r>
          </w:p>
          <w:p w14:paraId="55A2A05D" w14:textId="77777777" w:rsidR="005C2078" w:rsidRDefault="005C2078" w:rsidP="005C2078"/>
          <w:p w14:paraId="5AEEECC5" w14:textId="79878CEF" w:rsidR="005C2078" w:rsidRDefault="005C2078" w:rsidP="005C2078">
            <w:r>
              <w:t>Retrouvez toutes les propositions du collectif</w:t>
            </w:r>
            <w:r w:rsidR="0070411D">
              <w:t xml:space="preserve"> FAIR</w:t>
            </w:r>
            <w:r>
              <w:t xml:space="preserve"> dans le livre blanc, pour une finance plus humaine, plus éthique, plus solidaire : </w:t>
            </w:r>
            <w:hyperlink r:id="rId17" w:history="1">
              <w:r w:rsidRPr="00087648">
                <w:rPr>
                  <w:rStyle w:val="Lienhypertexte"/>
                  <w:color w:val="006927" w:themeColor="accent1" w:themeShade="40"/>
                </w:rPr>
                <w:t>https://bit.ly/3GnOhTY</w:t>
              </w:r>
            </w:hyperlink>
          </w:p>
          <w:p w14:paraId="5B8D63DE" w14:textId="77777777" w:rsidR="00126A7C" w:rsidRPr="00F15625" w:rsidRDefault="00126A7C" w:rsidP="005C2078"/>
        </w:tc>
      </w:tr>
    </w:tbl>
    <w:p w14:paraId="0766489A" w14:textId="77777777" w:rsidR="00842A03" w:rsidRDefault="00842A03" w:rsidP="00C37AA7"/>
    <w:p w14:paraId="7828ADC1" w14:textId="77777777" w:rsidR="00E840EA" w:rsidRDefault="00E840EA" w:rsidP="00C37AA7"/>
    <w:p w14:paraId="4F7B96CC" w14:textId="51BDD6E1" w:rsidR="00126A7C" w:rsidRPr="00126A7C" w:rsidRDefault="00126A7C" w:rsidP="00126A7C">
      <w:pPr>
        <w:pStyle w:val="Titre1"/>
        <w:rPr>
          <w:sz w:val="24"/>
          <w:szCs w:val="24"/>
        </w:rPr>
      </w:pPr>
      <w:r w:rsidRPr="00126A7C">
        <w:rPr>
          <w:sz w:val="24"/>
          <w:szCs w:val="24"/>
        </w:rPr>
        <w:t xml:space="preserve">Proposition </w:t>
      </w:r>
      <w:r>
        <w:rPr>
          <w:sz w:val="24"/>
          <w:szCs w:val="24"/>
        </w:rPr>
        <w:t xml:space="preserve">2 </w:t>
      </w:r>
      <w:r w:rsidRPr="00126A7C">
        <w:rPr>
          <w:sz w:val="24"/>
          <w:szCs w:val="24"/>
        </w:rPr>
        <w:t xml:space="preserve">: </w:t>
      </w:r>
      <w:r>
        <w:rPr>
          <w:sz w:val="24"/>
          <w:szCs w:val="24"/>
        </w:rPr>
        <w:t>Favoriser l’émergence de fonds d’amorçage des entreprises sociales aux niveaux français et européen</w:t>
      </w:r>
    </w:p>
    <w:tbl>
      <w:tblPr>
        <w:tblStyle w:val="Grilledutableau"/>
        <w:tblW w:w="0" w:type="auto"/>
        <w:tblLook w:val="04A0" w:firstRow="1" w:lastRow="0" w:firstColumn="1" w:lastColumn="0" w:noHBand="0" w:noVBand="1"/>
      </w:tblPr>
      <w:tblGrid>
        <w:gridCol w:w="4531"/>
        <w:gridCol w:w="4531"/>
      </w:tblGrid>
      <w:tr w:rsidR="00126A7C" w:rsidRPr="00087648" w14:paraId="106AE4DB" w14:textId="77777777" w:rsidTr="00537399">
        <w:tc>
          <w:tcPr>
            <w:tcW w:w="4531" w:type="dxa"/>
            <w:shd w:val="clear" w:color="auto" w:fill="044632"/>
          </w:tcPr>
          <w:p w14:paraId="5354E3A7" w14:textId="77777777" w:rsidR="00126A7C" w:rsidRPr="00087648" w:rsidRDefault="00126A7C"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7AAE6BCF" w14:textId="77777777" w:rsidR="00126A7C" w:rsidRPr="00087648" w:rsidRDefault="00126A7C" w:rsidP="00537399">
            <w:pPr>
              <w:pStyle w:val="Titre3"/>
              <w:jc w:val="center"/>
              <w:outlineLvl w:val="2"/>
              <w:rPr>
                <w:color w:val="FFFFFF" w:themeColor="background1"/>
              </w:rPr>
            </w:pPr>
            <w:r>
              <w:rPr>
                <w:color w:val="FFFFFF" w:themeColor="background1"/>
              </w:rPr>
              <w:t>LinkedIn</w:t>
            </w:r>
          </w:p>
        </w:tc>
      </w:tr>
      <w:tr w:rsidR="00126A7C" w14:paraId="747F620B" w14:textId="77777777" w:rsidTr="00537399">
        <w:tc>
          <w:tcPr>
            <w:tcW w:w="4531" w:type="dxa"/>
          </w:tcPr>
          <w:p w14:paraId="6FDA5463" w14:textId="77777777" w:rsidR="00126A7C" w:rsidRDefault="00126A7C" w:rsidP="00537399"/>
          <w:p w14:paraId="7D10A963" w14:textId="7F5D42CE" w:rsidR="0011765B" w:rsidRPr="0011765B" w:rsidRDefault="00126A7C" w:rsidP="0011765B">
            <w:pPr>
              <w:rPr>
                <w:rFonts w:asciiTheme="minorHAnsi" w:eastAsia="Times New Roman" w:hAnsiTheme="minorHAnsi" w:cstheme="minorHAnsi"/>
                <w:color w:val="1D9BF0"/>
                <w:lang w:eastAsia="fr-FR"/>
              </w:rPr>
            </w:pPr>
            <w:r w:rsidRPr="008144F6">
              <w:rPr>
                <w:rFonts w:asciiTheme="minorHAnsi" w:eastAsia="Times New Roman" w:hAnsiTheme="minorHAnsi" w:cstheme="minorHAnsi"/>
                <w:color w:val="1D9BF0"/>
                <w:lang w:eastAsia="fr-FR"/>
              </w:rPr>
              <w:t>#FinancerDemain</w:t>
            </w:r>
            <w:r w:rsidR="0011765B">
              <w:rPr>
                <w:rFonts w:asciiTheme="minorHAnsi" w:eastAsia="Times New Roman" w:hAnsiTheme="minorHAnsi" w:cstheme="minorHAnsi"/>
                <w:color w:val="1D9BF0"/>
                <w:lang w:eastAsia="fr-FR"/>
              </w:rPr>
              <w:t xml:space="preserve"> </w:t>
            </w:r>
            <w:r w:rsidR="0011765B" w:rsidRPr="0011765B">
              <w:rPr>
                <w:rFonts w:asciiTheme="minorHAnsi" w:eastAsia="Times New Roman" w:hAnsiTheme="minorHAnsi" w:cstheme="minorHAnsi"/>
                <w:color w:val="auto"/>
                <w:lang w:eastAsia="fr-FR"/>
              </w:rPr>
              <w:t xml:space="preserve">| </w:t>
            </w:r>
            <w:r w:rsidR="0011765B">
              <w:t xml:space="preserve">Afin de financer plus largement l'innovation sociale en France et en Europe, </w:t>
            </w:r>
            <w:r w:rsidR="0011765B" w:rsidRPr="005E1E9A">
              <w:rPr>
                <w:rFonts w:asciiTheme="minorHAnsi" w:eastAsia="Times New Roman" w:hAnsiTheme="minorHAnsi" w:cstheme="minorHAnsi"/>
                <w:color w:val="006927" w:themeColor="accent1" w:themeShade="40"/>
                <w:lang w:eastAsia="fr-FR"/>
              </w:rPr>
              <w:t>@Label_Finansol</w:t>
            </w:r>
            <w:r w:rsidR="0011765B">
              <w:t xml:space="preserve"> propose de favoriser l'émergence de fonds d'amorçage des entreprises sociales </w:t>
            </w:r>
            <w:r w:rsidR="0011765B" w:rsidRPr="008C64BD">
              <w:rPr>
                <w:rFonts w:asciiTheme="minorHAnsi" w:eastAsia="Times New Roman" w:hAnsiTheme="minorHAnsi" w:cstheme="minorHAnsi"/>
                <w:color w:val="1D9BF0"/>
                <w:lang w:eastAsia="fr-FR"/>
              </w:rPr>
              <w:t>#Proposition2</w:t>
            </w:r>
          </w:p>
          <w:p w14:paraId="033F36D3" w14:textId="77777777" w:rsidR="0011765B" w:rsidRDefault="0011765B" w:rsidP="0011765B"/>
          <w:p w14:paraId="2B26F9DF" w14:textId="14B81A5B" w:rsidR="0011765B" w:rsidRDefault="0011765B" w:rsidP="0011765B">
            <w:r>
              <w:t xml:space="preserve">Pour en savoir plus sur cette proposition : </w:t>
            </w:r>
            <w:hyperlink r:id="rId18" w:history="1">
              <w:r w:rsidRPr="00087648">
                <w:rPr>
                  <w:rStyle w:val="Lienhypertexte"/>
                  <w:color w:val="006927" w:themeColor="accent1" w:themeShade="40"/>
                </w:rPr>
                <w:t>https://bit.ly/3GnOhTY</w:t>
              </w:r>
            </w:hyperlink>
          </w:p>
          <w:p w14:paraId="1F23808D" w14:textId="77777777" w:rsidR="00126A7C" w:rsidRDefault="00126A7C" w:rsidP="0011765B"/>
        </w:tc>
        <w:tc>
          <w:tcPr>
            <w:tcW w:w="4531" w:type="dxa"/>
          </w:tcPr>
          <w:p w14:paraId="300760EA" w14:textId="77777777" w:rsidR="00126A7C" w:rsidRDefault="00126A7C" w:rsidP="00537399"/>
          <w:p w14:paraId="5FC53EC6" w14:textId="46AC38E6" w:rsidR="007C68E5" w:rsidRDefault="00126A7C" w:rsidP="007C68E5">
            <w:r w:rsidRPr="008144F6">
              <w:rPr>
                <w:rFonts w:asciiTheme="minorHAnsi" w:eastAsia="Times New Roman" w:hAnsiTheme="minorHAnsi" w:cstheme="minorHAnsi"/>
                <w:color w:val="1D9BF0"/>
                <w:lang w:eastAsia="fr-FR"/>
              </w:rPr>
              <w:t>#FinancerDemain</w:t>
            </w:r>
            <w:r w:rsidR="007C68E5">
              <w:rPr>
                <w:rFonts w:asciiTheme="minorHAnsi" w:eastAsia="Times New Roman" w:hAnsiTheme="minorHAnsi" w:cstheme="minorHAnsi"/>
                <w:color w:val="1D9BF0"/>
                <w:lang w:eastAsia="fr-FR"/>
              </w:rPr>
              <w:t xml:space="preserve"> </w:t>
            </w:r>
            <w:r w:rsidR="007C68E5" w:rsidRPr="0011765B">
              <w:rPr>
                <w:rFonts w:asciiTheme="minorHAnsi" w:eastAsia="Times New Roman" w:hAnsiTheme="minorHAnsi" w:cstheme="minorHAnsi"/>
                <w:color w:val="auto"/>
                <w:lang w:eastAsia="fr-FR"/>
              </w:rPr>
              <w:t xml:space="preserve">| </w:t>
            </w:r>
            <w:r w:rsidR="007C68E5">
              <w:t xml:space="preserve">Les entrepreneurs sociaux, innovants et engagés, </w:t>
            </w:r>
            <w:r w:rsidR="00EA70D6">
              <w:t xml:space="preserve">manquent de financement au démarrage de leurs projets. </w:t>
            </w:r>
          </w:p>
          <w:p w14:paraId="69AC12D7" w14:textId="77777777" w:rsidR="00EA70D6" w:rsidRDefault="00EA70D6" w:rsidP="007C68E5"/>
          <w:p w14:paraId="1B57BAA1" w14:textId="57734724" w:rsidR="00EA70D6" w:rsidRDefault="00EA70D6" w:rsidP="007C68E5">
            <w:r>
              <w:t>Phase critique</w:t>
            </w:r>
            <w:r w:rsidR="00C46F53">
              <w:t xml:space="preserve"> pour une entreprise, le lancement d’un projet</w:t>
            </w:r>
            <w:r w:rsidR="0071416F">
              <w:t xml:space="preserve"> nécessite un financement important, pour une prise de risque élevée et un horizon de sortie</w:t>
            </w:r>
            <w:r w:rsidR="00E43FB2">
              <w:t xml:space="preserve"> plus éloigné que lors des phases suivantes de financement (</w:t>
            </w:r>
            <w:r w:rsidR="007C6082">
              <w:t xml:space="preserve">changement d’échelle, </w:t>
            </w:r>
            <w:r w:rsidR="008E6469">
              <w:t>croissance…)</w:t>
            </w:r>
            <w:r w:rsidR="00A306C1">
              <w:t>.</w:t>
            </w:r>
          </w:p>
          <w:p w14:paraId="5E571B35" w14:textId="77777777" w:rsidR="007C68E5" w:rsidRDefault="007C68E5" w:rsidP="007C68E5"/>
          <w:p w14:paraId="3471874D" w14:textId="36D2DD87" w:rsidR="007C68E5" w:rsidRPr="0011765B" w:rsidRDefault="007C68E5" w:rsidP="007C68E5">
            <w:pPr>
              <w:rPr>
                <w:rFonts w:asciiTheme="minorHAnsi" w:eastAsia="Times New Roman" w:hAnsiTheme="minorHAnsi" w:cstheme="minorHAnsi"/>
                <w:color w:val="1D9BF0"/>
                <w:lang w:eastAsia="fr-FR"/>
              </w:rPr>
            </w:pPr>
            <w:r w:rsidRPr="00087648">
              <w:rPr>
                <w:rFonts w:asciiTheme="minorHAnsi" w:eastAsia="Times New Roman" w:hAnsiTheme="minorHAnsi" w:cstheme="minorHAnsi"/>
                <w:color w:val="006927" w:themeColor="accent1" w:themeShade="40"/>
                <w:lang w:eastAsia="fr-FR"/>
              </w:rPr>
              <w:t>@fair-label-finansol</w:t>
            </w:r>
            <w:r>
              <w:t xml:space="preserve"> propose de favoriser l'émergence de fonds d'amorçage des </w:t>
            </w:r>
            <w:r w:rsidR="00384444">
              <w:t>jeunes structures socialement innovantes</w:t>
            </w:r>
            <w:r>
              <w:t xml:space="preserve"> </w:t>
            </w:r>
            <w:r w:rsidRPr="008C64BD">
              <w:rPr>
                <w:rFonts w:asciiTheme="minorHAnsi" w:eastAsia="Times New Roman" w:hAnsiTheme="minorHAnsi" w:cstheme="minorHAnsi"/>
                <w:color w:val="1D9BF0"/>
                <w:lang w:eastAsia="fr-FR"/>
              </w:rPr>
              <w:t>#Proposition2</w:t>
            </w:r>
          </w:p>
          <w:p w14:paraId="026053B1" w14:textId="77777777" w:rsidR="007C68E5" w:rsidRDefault="007C68E5" w:rsidP="007C68E5"/>
          <w:p w14:paraId="4477620D" w14:textId="77777777" w:rsidR="007C68E5" w:rsidRDefault="007C68E5" w:rsidP="007C68E5">
            <w:r>
              <w:t xml:space="preserve">Pour en savoir plus sur cette proposition : </w:t>
            </w:r>
            <w:hyperlink r:id="rId19" w:history="1">
              <w:r w:rsidRPr="00087648">
                <w:rPr>
                  <w:rStyle w:val="Lienhypertexte"/>
                  <w:color w:val="006927" w:themeColor="accent1" w:themeShade="40"/>
                </w:rPr>
                <w:t>https://bit.ly/3GnOhTY</w:t>
              </w:r>
            </w:hyperlink>
          </w:p>
          <w:p w14:paraId="549116E7" w14:textId="32F961C5" w:rsidR="00126A7C" w:rsidRDefault="00126A7C" w:rsidP="00537399"/>
          <w:p w14:paraId="5D28778E" w14:textId="77777777" w:rsidR="00126A7C" w:rsidRPr="00F15625" w:rsidRDefault="00126A7C" w:rsidP="00537399"/>
        </w:tc>
      </w:tr>
    </w:tbl>
    <w:p w14:paraId="7233FCF1" w14:textId="77777777" w:rsidR="00126A7C" w:rsidRDefault="00126A7C" w:rsidP="00C37AA7"/>
    <w:p w14:paraId="2363B900" w14:textId="77777777" w:rsidR="00E840EA" w:rsidRDefault="00E840EA" w:rsidP="00C37AA7"/>
    <w:p w14:paraId="4684C490" w14:textId="77777777" w:rsidR="00E840EA" w:rsidRDefault="00E840EA" w:rsidP="00C37AA7"/>
    <w:p w14:paraId="43ACF792" w14:textId="77777777" w:rsidR="00B60A37" w:rsidRDefault="00B60A37" w:rsidP="00126A7C">
      <w:pPr>
        <w:pStyle w:val="Titre1"/>
        <w:rPr>
          <w:sz w:val="24"/>
          <w:szCs w:val="24"/>
        </w:rPr>
      </w:pPr>
    </w:p>
    <w:p w14:paraId="16F89EBD" w14:textId="5DA285FC" w:rsidR="00126A7C" w:rsidRPr="00126A7C" w:rsidRDefault="00126A7C" w:rsidP="00126A7C">
      <w:pPr>
        <w:pStyle w:val="Titre1"/>
        <w:rPr>
          <w:sz w:val="24"/>
          <w:szCs w:val="24"/>
        </w:rPr>
      </w:pPr>
      <w:r w:rsidRPr="00126A7C">
        <w:rPr>
          <w:sz w:val="24"/>
          <w:szCs w:val="24"/>
        </w:rPr>
        <w:t xml:space="preserve">Proposition </w:t>
      </w:r>
      <w:r>
        <w:rPr>
          <w:sz w:val="24"/>
          <w:szCs w:val="24"/>
        </w:rPr>
        <w:t>3</w:t>
      </w:r>
      <w:r w:rsidRPr="00126A7C">
        <w:rPr>
          <w:sz w:val="24"/>
          <w:szCs w:val="24"/>
        </w:rPr>
        <w:t xml:space="preserve"> : </w:t>
      </w:r>
      <w:r w:rsidR="00953DDB">
        <w:rPr>
          <w:sz w:val="24"/>
          <w:szCs w:val="24"/>
        </w:rPr>
        <w:t>Développer et renforcer les outils de garantie en France et en Europe pour financer les entreprises sociales</w:t>
      </w:r>
    </w:p>
    <w:tbl>
      <w:tblPr>
        <w:tblStyle w:val="Grilledutableau"/>
        <w:tblW w:w="0" w:type="auto"/>
        <w:tblLook w:val="04A0" w:firstRow="1" w:lastRow="0" w:firstColumn="1" w:lastColumn="0" w:noHBand="0" w:noVBand="1"/>
      </w:tblPr>
      <w:tblGrid>
        <w:gridCol w:w="4531"/>
        <w:gridCol w:w="4531"/>
      </w:tblGrid>
      <w:tr w:rsidR="00126A7C" w:rsidRPr="00087648" w14:paraId="0C027B09" w14:textId="77777777" w:rsidTr="00537399">
        <w:tc>
          <w:tcPr>
            <w:tcW w:w="4531" w:type="dxa"/>
            <w:shd w:val="clear" w:color="auto" w:fill="044632"/>
          </w:tcPr>
          <w:p w14:paraId="5AEE75F3" w14:textId="77777777" w:rsidR="00126A7C" w:rsidRPr="00087648" w:rsidRDefault="00126A7C"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092FDB73" w14:textId="77777777" w:rsidR="00126A7C" w:rsidRPr="00087648" w:rsidRDefault="00126A7C" w:rsidP="00537399">
            <w:pPr>
              <w:pStyle w:val="Titre3"/>
              <w:jc w:val="center"/>
              <w:outlineLvl w:val="2"/>
              <w:rPr>
                <w:color w:val="FFFFFF" w:themeColor="background1"/>
              </w:rPr>
            </w:pPr>
            <w:r>
              <w:rPr>
                <w:color w:val="FFFFFF" w:themeColor="background1"/>
              </w:rPr>
              <w:t>LinkedIn</w:t>
            </w:r>
          </w:p>
        </w:tc>
      </w:tr>
      <w:tr w:rsidR="00126A7C" w14:paraId="347BC0A4" w14:textId="77777777" w:rsidTr="00537399">
        <w:tc>
          <w:tcPr>
            <w:tcW w:w="4531" w:type="dxa"/>
          </w:tcPr>
          <w:p w14:paraId="5636BAD8" w14:textId="77777777" w:rsidR="00126A7C" w:rsidRDefault="00126A7C" w:rsidP="00537399"/>
          <w:p w14:paraId="0D55ED85" w14:textId="18341BFB" w:rsidR="00AA18BF" w:rsidRPr="00CA3F02" w:rsidRDefault="00AA18BF" w:rsidP="00AA18BF">
            <w:pPr>
              <w:rPr>
                <w:rFonts w:asciiTheme="minorHAnsi" w:eastAsia="Times New Roman" w:hAnsiTheme="minorHAnsi" w:cstheme="minorHAnsi"/>
                <w:color w:val="1D9BF0"/>
                <w:lang w:eastAsia="fr-FR"/>
              </w:rPr>
            </w:pPr>
            <w:r>
              <w:t xml:space="preserve">Et si nous trouvions le moyen de remédier aux difficultés d'accès au financement des entreprises sociales ? </w:t>
            </w:r>
            <w:r w:rsidR="00CA3F02" w:rsidRPr="008144F6">
              <w:rPr>
                <w:rFonts w:asciiTheme="minorHAnsi" w:eastAsia="Times New Roman" w:hAnsiTheme="minorHAnsi" w:cstheme="minorHAnsi"/>
                <w:color w:val="1D9BF0"/>
                <w:lang w:eastAsia="fr-FR"/>
              </w:rPr>
              <w:t>#FinancerDemain</w:t>
            </w:r>
          </w:p>
          <w:p w14:paraId="3485B327" w14:textId="77777777" w:rsidR="00AA18BF" w:rsidRDefault="00AA18BF" w:rsidP="00AA18BF"/>
          <w:p w14:paraId="08369C9D" w14:textId="6E6FACC6" w:rsidR="00AA18BF" w:rsidRDefault="00CA3F02" w:rsidP="00AA18BF">
            <w:r w:rsidRPr="005E1E9A">
              <w:rPr>
                <w:rFonts w:asciiTheme="minorHAnsi" w:eastAsia="Times New Roman" w:hAnsiTheme="minorHAnsi" w:cstheme="minorHAnsi"/>
                <w:color w:val="006927" w:themeColor="accent1" w:themeShade="40"/>
                <w:lang w:eastAsia="fr-FR"/>
              </w:rPr>
              <w:t>@Label_Finansol</w:t>
            </w:r>
            <w:r w:rsidR="00AA18BF">
              <w:t xml:space="preserve"> propose de développer et renforcer les outils de garantie </w:t>
            </w:r>
            <w:r w:rsidR="00AA18BF" w:rsidRPr="00CA3F02">
              <w:rPr>
                <w:rFonts w:asciiTheme="minorHAnsi" w:eastAsia="Times New Roman" w:hAnsiTheme="minorHAnsi" w:cstheme="minorHAnsi"/>
                <w:color w:val="1D9BF0"/>
                <w:lang w:eastAsia="fr-FR"/>
              </w:rPr>
              <w:t>#Proposition3</w:t>
            </w:r>
            <w:r w:rsidR="00AA18BF">
              <w:t xml:space="preserve"> </w:t>
            </w:r>
          </w:p>
          <w:p w14:paraId="3222E46A" w14:textId="77777777" w:rsidR="00AA18BF" w:rsidRDefault="00AA18BF" w:rsidP="00AA18BF"/>
          <w:p w14:paraId="7FA184E1" w14:textId="58457469" w:rsidR="00AA18BF" w:rsidRDefault="00AA18BF" w:rsidP="00AA18BF">
            <w:r>
              <w:t xml:space="preserve">Pour en savoir plus : </w:t>
            </w:r>
            <w:hyperlink r:id="rId20" w:history="1">
              <w:r w:rsidR="00CA3F02" w:rsidRPr="00087648">
                <w:rPr>
                  <w:rStyle w:val="Lienhypertexte"/>
                  <w:color w:val="006927" w:themeColor="accent1" w:themeShade="40"/>
                </w:rPr>
                <w:t>https://bit.ly/3GnOhTY</w:t>
              </w:r>
            </w:hyperlink>
          </w:p>
          <w:p w14:paraId="08F88C33" w14:textId="77777777" w:rsidR="00126A7C" w:rsidRDefault="00126A7C" w:rsidP="00CA3F02"/>
        </w:tc>
        <w:tc>
          <w:tcPr>
            <w:tcW w:w="4531" w:type="dxa"/>
          </w:tcPr>
          <w:p w14:paraId="422729BD" w14:textId="77777777" w:rsidR="00126A7C" w:rsidRDefault="00126A7C" w:rsidP="00537399"/>
          <w:p w14:paraId="6140658D" w14:textId="35F9E220" w:rsidR="00B840C4" w:rsidRDefault="00126A7C" w:rsidP="00B840C4">
            <w:r w:rsidRPr="008144F6">
              <w:rPr>
                <w:rFonts w:asciiTheme="minorHAnsi" w:eastAsia="Times New Roman" w:hAnsiTheme="minorHAnsi" w:cstheme="minorHAnsi"/>
                <w:color w:val="1D9BF0"/>
                <w:lang w:eastAsia="fr-FR"/>
              </w:rPr>
              <w:t>#FinancerDemain</w:t>
            </w:r>
            <w:r w:rsidR="00B840C4">
              <w:rPr>
                <w:rFonts w:eastAsia="Times New Roman"/>
                <w:lang w:eastAsia="fr-FR"/>
              </w:rPr>
              <w:t xml:space="preserve"> | </w:t>
            </w:r>
            <w:r w:rsidR="00B840C4">
              <w:t xml:space="preserve">Et si nous trouvions le moyen de remédier aux difficultés d'accès au financement des entreprises sociales ? </w:t>
            </w:r>
          </w:p>
          <w:p w14:paraId="7E84BDD2" w14:textId="77777777" w:rsidR="00B840C4" w:rsidRDefault="00B840C4" w:rsidP="00B840C4"/>
          <w:p w14:paraId="6999F5F8" w14:textId="49A936FF" w:rsidR="00B840C4" w:rsidRDefault="00B840C4" w:rsidP="00B840C4">
            <w:r w:rsidRPr="00087648">
              <w:rPr>
                <w:rFonts w:asciiTheme="minorHAnsi" w:eastAsia="Times New Roman" w:hAnsiTheme="minorHAnsi" w:cstheme="minorHAnsi"/>
                <w:color w:val="006927" w:themeColor="accent1" w:themeShade="40"/>
                <w:lang w:eastAsia="fr-FR"/>
              </w:rPr>
              <w:t>@fair-label-finansol</w:t>
            </w:r>
            <w:r>
              <w:t xml:space="preserve"> propose de développer et renforcer les outils de garantie </w:t>
            </w:r>
            <w:r w:rsidRPr="00CA3F02">
              <w:rPr>
                <w:rFonts w:asciiTheme="minorHAnsi" w:eastAsia="Times New Roman" w:hAnsiTheme="minorHAnsi" w:cstheme="minorHAnsi"/>
                <w:color w:val="1D9BF0"/>
                <w:lang w:eastAsia="fr-FR"/>
              </w:rPr>
              <w:t>#Proposition3</w:t>
            </w:r>
          </w:p>
          <w:p w14:paraId="527E1424" w14:textId="77777777" w:rsidR="00B840C4" w:rsidRDefault="00B840C4" w:rsidP="00B840C4"/>
          <w:p w14:paraId="49D79C3E" w14:textId="3FA3FD03" w:rsidR="00B840C4" w:rsidRDefault="00B840C4" w:rsidP="00B840C4">
            <w:r>
              <w:t xml:space="preserve">Pour en savoir plus, et agir pour une finance plus humaine, plus éthique, plus solidaire : </w:t>
            </w:r>
            <w:hyperlink r:id="rId21" w:history="1">
              <w:r w:rsidRPr="00087648">
                <w:rPr>
                  <w:rStyle w:val="Lienhypertexte"/>
                  <w:color w:val="006927" w:themeColor="accent1" w:themeShade="40"/>
                </w:rPr>
                <w:t>https://bit.ly/3GnOhTY</w:t>
              </w:r>
            </w:hyperlink>
          </w:p>
          <w:p w14:paraId="5E5315E4" w14:textId="581590D9" w:rsidR="00126A7C" w:rsidRPr="00F15625" w:rsidRDefault="00126A7C" w:rsidP="00B840C4"/>
        </w:tc>
      </w:tr>
    </w:tbl>
    <w:p w14:paraId="65340033" w14:textId="77777777" w:rsidR="00126A7C" w:rsidRDefault="00126A7C" w:rsidP="00C37AA7"/>
    <w:p w14:paraId="261C3842" w14:textId="77777777" w:rsidR="00B60A37" w:rsidRDefault="00B60A37" w:rsidP="00C37AA7"/>
    <w:p w14:paraId="76425DD6" w14:textId="22F2239D" w:rsidR="00953DDB" w:rsidRPr="00126A7C" w:rsidRDefault="00953DDB" w:rsidP="00953DDB">
      <w:pPr>
        <w:pStyle w:val="Titre1"/>
        <w:rPr>
          <w:sz w:val="24"/>
          <w:szCs w:val="24"/>
        </w:rPr>
      </w:pPr>
      <w:r w:rsidRPr="00126A7C">
        <w:rPr>
          <w:sz w:val="24"/>
          <w:szCs w:val="24"/>
        </w:rPr>
        <w:t xml:space="preserve">Proposition </w:t>
      </w:r>
      <w:r>
        <w:rPr>
          <w:sz w:val="24"/>
          <w:szCs w:val="24"/>
        </w:rPr>
        <w:t>4</w:t>
      </w:r>
      <w:r w:rsidRPr="00126A7C">
        <w:rPr>
          <w:sz w:val="24"/>
          <w:szCs w:val="24"/>
        </w:rPr>
        <w:t xml:space="preserve"> : </w:t>
      </w:r>
      <w:r w:rsidR="008A165E">
        <w:rPr>
          <w:sz w:val="24"/>
          <w:szCs w:val="24"/>
        </w:rPr>
        <w:t>Renforcer l’offre d’épargne règlementée solidaire</w:t>
      </w:r>
    </w:p>
    <w:tbl>
      <w:tblPr>
        <w:tblStyle w:val="Grilledutableau"/>
        <w:tblW w:w="0" w:type="auto"/>
        <w:tblLook w:val="04A0" w:firstRow="1" w:lastRow="0" w:firstColumn="1" w:lastColumn="0" w:noHBand="0" w:noVBand="1"/>
      </w:tblPr>
      <w:tblGrid>
        <w:gridCol w:w="4531"/>
        <w:gridCol w:w="4531"/>
      </w:tblGrid>
      <w:tr w:rsidR="00953DDB" w:rsidRPr="00087648" w14:paraId="04560F1D" w14:textId="77777777" w:rsidTr="00537399">
        <w:tc>
          <w:tcPr>
            <w:tcW w:w="4531" w:type="dxa"/>
            <w:shd w:val="clear" w:color="auto" w:fill="044632"/>
          </w:tcPr>
          <w:p w14:paraId="6B16DD7D" w14:textId="77777777" w:rsidR="00953DDB" w:rsidRPr="00087648" w:rsidRDefault="00953DDB"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673C0343" w14:textId="77777777" w:rsidR="00953DDB" w:rsidRPr="00087648" w:rsidRDefault="00953DDB" w:rsidP="00537399">
            <w:pPr>
              <w:pStyle w:val="Titre3"/>
              <w:jc w:val="center"/>
              <w:outlineLvl w:val="2"/>
              <w:rPr>
                <w:color w:val="FFFFFF" w:themeColor="background1"/>
              </w:rPr>
            </w:pPr>
            <w:r>
              <w:rPr>
                <w:color w:val="FFFFFF" w:themeColor="background1"/>
              </w:rPr>
              <w:t>LinkedIn</w:t>
            </w:r>
          </w:p>
        </w:tc>
      </w:tr>
      <w:tr w:rsidR="00953DDB" w14:paraId="234A4DF6" w14:textId="77777777" w:rsidTr="00537399">
        <w:tc>
          <w:tcPr>
            <w:tcW w:w="4531" w:type="dxa"/>
          </w:tcPr>
          <w:p w14:paraId="748E82FB" w14:textId="77777777" w:rsidR="00953DDB" w:rsidRDefault="00953DDB" w:rsidP="00537399"/>
          <w:p w14:paraId="694651E0" w14:textId="045A1F58" w:rsidR="005E1E9A" w:rsidRPr="005E1E9A" w:rsidRDefault="005E1E9A" w:rsidP="005E1E9A">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1D9BF0"/>
                <w:lang w:eastAsia="fr-FR"/>
              </w:rPr>
              <w:t>#FinancerDemain</w:t>
            </w:r>
            <w:r w:rsidRPr="005E1E9A">
              <w:rPr>
                <w:rFonts w:asciiTheme="minorHAnsi" w:eastAsia="Times New Roman" w:hAnsiTheme="minorHAnsi" w:cstheme="minorHAnsi"/>
                <w:color w:val="auto"/>
                <w:lang w:eastAsia="fr-FR"/>
              </w:rPr>
              <w:t xml:space="preserve"> </w:t>
            </w:r>
            <w:r w:rsidRPr="005E1E9A">
              <w:rPr>
                <w:rFonts w:asciiTheme="minorHAnsi" w:eastAsia="Times New Roman" w:hAnsiTheme="minorHAnsi" w:cstheme="minorHAnsi"/>
                <w:color w:val="1D9BF0"/>
                <w:lang w:eastAsia="fr-FR"/>
              </w:rPr>
              <w:t>#Proposition4</w:t>
            </w:r>
            <w:r w:rsidRPr="005E1E9A">
              <w:rPr>
                <w:rFonts w:asciiTheme="minorHAnsi" w:eastAsia="Times New Roman" w:hAnsiTheme="minorHAnsi" w:cstheme="minorHAnsi"/>
                <w:color w:val="auto"/>
                <w:lang w:eastAsia="fr-FR"/>
              </w:rPr>
              <w:t xml:space="preserve"> | Et si vous pouviez faire un don à une association via votre </w:t>
            </w:r>
            <w:r w:rsidRPr="005E1E9A">
              <w:rPr>
                <w:rFonts w:asciiTheme="minorHAnsi" w:eastAsia="Times New Roman" w:hAnsiTheme="minorHAnsi" w:cstheme="minorHAnsi"/>
                <w:color w:val="1D9BF0"/>
                <w:lang w:eastAsia="fr-FR"/>
              </w:rPr>
              <w:t>#LivretA</w:t>
            </w:r>
            <w:r w:rsidRPr="005E1E9A">
              <w:rPr>
                <w:rFonts w:asciiTheme="minorHAnsi" w:eastAsia="Times New Roman" w:hAnsiTheme="minorHAnsi" w:cstheme="minorHAnsi"/>
                <w:color w:val="auto"/>
                <w:lang w:eastAsia="fr-FR"/>
              </w:rPr>
              <w:t xml:space="preserve"> ? </w:t>
            </w:r>
          </w:p>
          <w:p w14:paraId="49BFE793" w14:textId="77777777" w:rsidR="005E1E9A" w:rsidRPr="005E1E9A" w:rsidRDefault="005E1E9A" w:rsidP="005E1E9A">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auto"/>
                <w:lang w:eastAsia="fr-FR"/>
              </w:rPr>
              <w:br/>
            </w:r>
          </w:p>
          <w:p w14:paraId="6223CD24" w14:textId="77777777" w:rsidR="005E1E9A" w:rsidRPr="005E1E9A" w:rsidRDefault="005E1E9A" w:rsidP="005E1E9A">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006927" w:themeColor="accent1" w:themeShade="40"/>
                <w:lang w:eastAsia="fr-FR"/>
              </w:rPr>
              <w:t>@Label_Finansol</w:t>
            </w:r>
            <w:r w:rsidRPr="005E1E9A">
              <w:rPr>
                <w:rFonts w:asciiTheme="minorHAnsi" w:eastAsia="Times New Roman" w:hAnsiTheme="minorHAnsi" w:cstheme="minorHAnsi"/>
                <w:color w:val="auto"/>
                <w:lang w:eastAsia="fr-FR"/>
              </w:rPr>
              <w:t xml:space="preserve"> propose que les épargnants puissent contribuer + facilement à la transition sociale et environnementale !</w:t>
            </w:r>
          </w:p>
          <w:p w14:paraId="1281B6A5" w14:textId="77777777" w:rsidR="005E1E9A" w:rsidRPr="005E1E9A" w:rsidRDefault="005E1E9A" w:rsidP="005E1E9A">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auto"/>
                <w:lang w:eastAsia="fr-FR"/>
              </w:rPr>
              <w:br/>
            </w:r>
          </w:p>
          <w:p w14:paraId="1548A63F" w14:textId="04A8EB64" w:rsidR="005E1E9A" w:rsidRPr="005E1E9A" w:rsidRDefault="005E1E9A" w:rsidP="005E1E9A">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auto"/>
                <w:lang w:eastAsia="fr-FR"/>
              </w:rPr>
              <w:t xml:space="preserve">Voir le livre blanc </w:t>
            </w:r>
            <w:r w:rsidRPr="005E1E9A">
              <w:rPr>
                <w:rFonts w:ascii="Segoe UI Emoji" w:eastAsia="Times New Roman" w:hAnsi="Segoe UI Emoji" w:cs="Segoe UI Emoji"/>
                <w:color w:val="auto"/>
                <w:lang w:eastAsia="fr-FR"/>
              </w:rPr>
              <w:t>👀</w:t>
            </w:r>
            <w:r w:rsidRPr="005E1E9A">
              <w:rPr>
                <w:rFonts w:asciiTheme="minorHAnsi" w:eastAsia="Times New Roman" w:hAnsiTheme="minorHAnsi" w:cstheme="minorHAnsi"/>
                <w:color w:val="auto"/>
                <w:lang w:eastAsia="fr-FR"/>
              </w:rPr>
              <w:t xml:space="preserve"> </w:t>
            </w:r>
            <w:hyperlink r:id="rId22" w:history="1">
              <w:r w:rsidRPr="00087648">
                <w:rPr>
                  <w:rStyle w:val="Lienhypertexte"/>
                  <w:color w:val="006927" w:themeColor="accent1" w:themeShade="40"/>
                </w:rPr>
                <w:t>https://bit.ly/3GnOhTY</w:t>
              </w:r>
            </w:hyperlink>
          </w:p>
          <w:p w14:paraId="376E5EF7" w14:textId="77777777" w:rsidR="00953DDB" w:rsidRDefault="00953DDB" w:rsidP="00724242"/>
        </w:tc>
        <w:tc>
          <w:tcPr>
            <w:tcW w:w="4531" w:type="dxa"/>
          </w:tcPr>
          <w:p w14:paraId="203DFF61" w14:textId="77777777" w:rsidR="00953DDB" w:rsidRDefault="00953DDB" w:rsidP="00537399"/>
          <w:p w14:paraId="2E2B1001" w14:textId="11626555" w:rsidR="005930BC" w:rsidRPr="005930BC" w:rsidRDefault="005930BC" w:rsidP="005930BC">
            <w:pPr>
              <w:spacing w:line="240" w:lineRule="auto"/>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1D9BF0"/>
                <w:lang w:eastAsia="fr-FR"/>
              </w:rPr>
              <w:t>#FinancerDemain</w:t>
            </w:r>
            <w:r w:rsidRPr="005E1E9A">
              <w:rPr>
                <w:rFonts w:asciiTheme="minorHAnsi" w:eastAsia="Times New Roman" w:hAnsiTheme="minorHAnsi" w:cstheme="minorHAnsi"/>
                <w:color w:val="auto"/>
                <w:lang w:eastAsia="fr-FR"/>
              </w:rPr>
              <w:t xml:space="preserve"> </w:t>
            </w:r>
            <w:r w:rsidRPr="005E1E9A">
              <w:rPr>
                <w:rFonts w:asciiTheme="minorHAnsi" w:eastAsia="Times New Roman" w:hAnsiTheme="minorHAnsi" w:cstheme="minorHAnsi"/>
                <w:color w:val="1D9BF0"/>
                <w:lang w:eastAsia="fr-FR"/>
              </w:rPr>
              <w:t>#Proposition4</w:t>
            </w:r>
            <w:r w:rsidRPr="005E1E9A">
              <w:rPr>
                <w:rFonts w:asciiTheme="minorHAnsi" w:eastAsia="Times New Roman" w:hAnsiTheme="minorHAnsi" w:cstheme="minorHAnsi"/>
                <w:color w:val="auto"/>
                <w:lang w:eastAsia="fr-FR"/>
              </w:rPr>
              <w:t xml:space="preserve"> | </w:t>
            </w:r>
            <w:r>
              <w:rPr>
                <w:rFonts w:asciiTheme="minorHAnsi" w:eastAsia="Times New Roman" w:hAnsiTheme="minorHAnsi" w:cstheme="minorHAnsi"/>
                <w:color w:val="auto"/>
                <w:lang w:eastAsia="fr-FR"/>
              </w:rPr>
              <w:t>Et si nous nous mobilisions pour une finance plus humaine, plus éthique, plus solidaire ?</w:t>
            </w:r>
            <w:r>
              <w:rPr>
                <w:rFonts w:asciiTheme="minorHAnsi" w:eastAsia="Times New Roman" w:hAnsiTheme="minorHAnsi" w:cstheme="minorHAnsi"/>
                <w:color w:val="auto"/>
                <w:lang w:eastAsia="fr-FR"/>
              </w:rPr>
              <w:br/>
            </w:r>
            <w:r>
              <w:rPr>
                <w:rFonts w:asciiTheme="minorHAnsi" w:eastAsia="Times New Roman" w:hAnsiTheme="minorHAnsi" w:cstheme="minorHAnsi"/>
                <w:color w:val="auto"/>
                <w:lang w:eastAsia="fr-FR"/>
              </w:rPr>
              <w:br/>
            </w:r>
            <w:r w:rsidR="00573BD2" w:rsidRPr="00087648">
              <w:rPr>
                <w:rFonts w:asciiTheme="minorHAnsi" w:eastAsia="Times New Roman" w:hAnsiTheme="minorHAnsi" w:cstheme="minorHAnsi"/>
                <w:color w:val="006927" w:themeColor="accent1" w:themeShade="40"/>
                <w:lang w:eastAsia="fr-FR"/>
              </w:rPr>
              <w:t>@fair-label-finansol</w:t>
            </w:r>
            <w:r w:rsidRPr="005930BC">
              <w:rPr>
                <w:rFonts w:asciiTheme="minorHAnsi" w:eastAsia="Times New Roman" w:hAnsiTheme="minorHAnsi" w:cstheme="minorHAnsi"/>
                <w:color w:val="auto"/>
                <w:lang w:eastAsia="fr-FR"/>
              </w:rPr>
              <w:t xml:space="preserve"> propose :</w:t>
            </w:r>
          </w:p>
          <w:p w14:paraId="4511CF27" w14:textId="7E1CC0BC" w:rsidR="005930BC" w:rsidRPr="005930BC" w:rsidRDefault="009A5B0B" w:rsidP="005930BC">
            <w:pPr>
              <w:spacing w:line="240" w:lineRule="auto"/>
              <w:rPr>
                <w:rFonts w:asciiTheme="minorHAnsi" w:eastAsia="Times New Roman" w:hAnsiTheme="minorHAnsi" w:cstheme="minorHAnsi"/>
                <w:color w:val="auto"/>
                <w:lang w:eastAsia="fr-FR"/>
              </w:rPr>
            </w:pPr>
            <w:proofErr w:type="gramStart"/>
            <w:r w:rsidRPr="009A5B0B">
              <w:rPr>
                <w:rFonts w:ascii="Segoe UI Emoji" w:hAnsi="Segoe UI Emoji"/>
                <w:color w:val="222222"/>
                <w:shd w:val="clear" w:color="auto" w:fill="FFFFFF"/>
              </w:rPr>
              <w:t>👉</w:t>
            </w:r>
            <w:proofErr w:type="gramEnd"/>
            <w:r w:rsidR="005930BC" w:rsidRPr="005930BC">
              <w:rPr>
                <w:rFonts w:asciiTheme="minorHAnsi" w:eastAsia="Times New Roman" w:hAnsiTheme="minorHAnsi" w:cstheme="minorHAnsi"/>
                <w:color w:val="auto"/>
                <w:lang w:eastAsia="fr-FR"/>
              </w:rPr>
              <w:t xml:space="preserve"> d'étendre dès 2022 la faculté du don solidaire au livret A</w:t>
            </w:r>
          </w:p>
          <w:p w14:paraId="5744EE5F" w14:textId="5662E1C0" w:rsidR="005930BC" w:rsidRPr="005930BC" w:rsidRDefault="009A5B0B" w:rsidP="005930BC">
            <w:pPr>
              <w:spacing w:line="240" w:lineRule="auto"/>
              <w:rPr>
                <w:rFonts w:asciiTheme="minorHAnsi" w:eastAsia="Times New Roman" w:hAnsiTheme="minorHAnsi" w:cstheme="minorHAnsi"/>
                <w:color w:val="auto"/>
                <w:lang w:eastAsia="fr-FR"/>
              </w:rPr>
            </w:pPr>
            <w:proofErr w:type="gramStart"/>
            <w:r w:rsidRPr="009A5B0B">
              <w:rPr>
                <w:rFonts w:ascii="Segoe UI Emoji" w:hAnsi="Segoe UI Emoji"/>
                <w:color w:val="222222"/>
                <w:shd w:val="clear" w:color="auto" w:fill="FFFFFF"/>
              </w:rPr>
              <w:t>👉</w:t>
            </w:r>
            <w:proofErr w:type="gramEnd"/>
            <w:r w:rsidR="005930BC" w:rsidRPr="005930BC">
              <w:rPr>
                <w:rFonts w:asciiTheme="minorHAnsi" w:eastAsia="Times New Roman" w:hAnsiTheme="minorHAnsi" w:cstheme="minorHAnsi"/>
                <w:color w:val="auto"/>
                <w:lang w:eastAsia="fr-FR"/>
              </w:rPr>
              <w:t xml:space="preserve"> que soient augmentés les financements fléchés vers l'ESS et les projets concourant à la transition écologique et sociale</w:t>
            </w:r>
          </w:p>
          <w:p w14:paraId="0A799F3C" w14:textId="5AF1EF23" w:rsidR="005930BC" w:rsidRPr="005930BC" w:rsidRDefault="009A5B0B" w:rsidP="005930BC">
            <w:pPr>
              <w:spacing w:line="240" w:lineRule="auto"/>
              <w:rPr>
                <w:rFonts w:asciiTheme="minorHAnsi" w:eastAsia="Times New Roman" w:hAnsiTheme="minorHAnsi" w:cstheme="minorHAnsi"/>
                <w:color w:val="auto"/>
                <w:lang w:eastAsia="fr-FR"/>
              </w:rPr>
            </w:pPr>
            <w:proofErr w:type="gramStart"/>
            <w:r w:rsidRPr="009A5B0B">
              <w:rPr>
                <w:rFonts w:ascii="Segoe UI Emoji" w:hAnsi="Segoe UI Emoji"/>
                <w:color w:val="222222"/>
                <w:shd w:val="clear" w:color="auto" w:fill="FFFFFF"/>
              </w:rPr>
              <w:t>👉</w:t>
            </w:r>
            <w:proofErr w:type="gramEnd"/>
            <w:r w:rsidR="005930BC" w:rsidRPr="005930BC">
              <w:rPr>
                <w:rFonts w:asciiTheme="minorHAnsi" w:eastAsia="Times New Roman" w:hAnsiTheme="minorHAnsi" w:cstheme="minorHAnsi"/>
                <w:color w:val="auto"/>
                <w:lang w:eastAsia="fr-FR"/>
              </w:rPr>
              <w:t xml:space="preserve"> que les livrets de micro épargne accompagnée des Crédits Municipaux soient assimilés aux livrets d'épargne réglementée</w:t>
            </w:r>
          </w:p>
          <w:p w14:paraId="52586DFC" w14:textId="77777777" w:rsidR="005930BC" w:rsidRPr="005930BC" w:rsidRDefault="005930BC" w:rsidP="005930BC">
            <w:pPr>
              <w:spacing w:line="240" w:lineRule="auto"/>
              <w:rPr>
                <w:rFonts w:asciiTheme="minorHAnsi" w:eastAsia="Times New Roman" w:hAnsiTheme="minorHAnsi" w:cstheme="minorHAnsi"/>
                <w:color w:val="auto"/>
                <w:lang w:eastAsia="fr-FR"/>
              </w:rPr>
            </w:pPr>
          </w:p>
          <w:p w14:paraId="25803C88" w14:textId="33EC8F9E" w:rsidR="005930BC" w:rsidRPr="005930BC" w:rsidRDefault="005930BC" w:rsidP="005930BC">
            <w:pPr>
              <w:spacing w:line="240" w:lineRule="auto"/>
              <w:rPr>
                <w:rFonts w:asciiTheme="minorHAnsi" w:eastAsia="Times New Roman" w:hAnsiTheme="minorHAnsi" w:cstheme="minorHAnsi"/>
                <w:color w:val="auto"/>
                <w:lang w:eastAsia="fr-FR"/>
              </w:rPr>
            </w:pPr>
            <w:r w:rsidRPr="005930BC">
              <w:rPr>
                <w:rFonts w:asciiTheme="minorHAnsi" w:eastAsia="Times New Roman" w:hAnsiTheme="minorHAnsi" w:cstheme="minorHAnsi"/>
                <w:color w:val="auto"/>
                <w:lang w:eastAsia="fr-FR"/>
              </w:rPr>
              <w:t xml:space="preserve">Retrouvez </w:t>
            </w:r>
            <w:r w:rsidR="00280D29">
              <w:rPr>
                <w:rFonts w:asciiTheme="minorHAnsi" w:eastAsia="Times New Roman" w:hAnsiTheme="minorHAnsi" w:cstheme="minorHAnsi"/>
                <w:color w:val="auto"/>
                <w:lang w:eastAsia="fr-FR"/>
              </w:rPr>
              <w:t xml:space="preserve">&amp; partagez </w:t>
            </w:r>
            <w:r w:rsidRPr="005930BC">
              <w:rPr>
                <w:rFonts w:asciiTheme="minorHAnsi" w:eastAsia="Times New Roman" w:hAnsiTheme="minorHAnsi" w:cstheme="minorHAnsi"/>
                <w:color w:val="auto"/>
                <w:lang w:eastAsia="fr-FR"/>
              </w:rPr>
              <w:t>toutes les propositions du collectif</w:t>
            </w:r>
            <w:r w:rsidR="00280D29">
              <w:rPr>
                <w:rFonts w:asciiTheme="minorHAnsi" w:eastAsia="Times New Roman" w:hAnsiTheme="minorHAnsi" w:cstheme="minorHAnsi"/>
                <w:color w:val="auto"/>
                <w:lang w:eastAsia="fr-FR"/>
              </w:rPr>
              <w:t xml:space="preserve"> </w:t>
            </w:r>
            <w:r w:rsidRPr="005930BC">
              <w:rPr>
                <w:rFonts w:asciiTheme="minorHAnsi" w:eastAsia="Times New Roman" w:hAnsiTheme="minorHAnsi" w:cstheme="minorHAnsi"/>
                <w:color w:val="auto"/>
                <w:lang w:eastAsia="fr-FR"/>
              </w:rPr>
              <w:t xml:space="preserve">: </w:t>
            </w:r>
            <w:hyperlink r:id="rId23" w:history="1">
              <w:r w:rsidR="00280D29" w:rsidRPr="00087648">
                <w:rPr>
                  <w:rStyle w:val="Lienhypertexte"/>
                  <w:color w:val="006927" w:themeColor="accent1" w:themeShade="40"/>
                </w:rPr>
                <w:t>https://bit.ly/3GnOhTY</w:t>
              </w:r>
            </w:hyperlink>
          </w:p>
          <w:p w14:paraId="439EFB08" w14:textId="77777777" w:rsidR="005930BC" w:rsidRPr="005930BC" w:rsidRDefault="005930BC" w:rsidP="005930BC">
            <w:pPr>
              <w:spacing w:line="240" w:lineRule="auto"/>
              <w:rPr>
                <w:rFonts w:asciiTheme="minorHAnsi" w:eastAsia="Times New Roman" w:hAnsiTheme="minorHAnsi" w:cstheme="minorHAnsi"/>
                <w:color w:val="auto"/>
                <w:lang w:eastAsia="fr-FR"/>
              </w:rPr>
            </w:pPr>
          </w:p>
          <w:p w14:paraId="7B95221B" w14:textId="77777777" w:rsidR="00953DDB" w:rsidRPr="00F15625" w:rsidRDefault="00953DDB" w:rsidP="00280D29"/>
        </w:tc>
      </w:tr>
    </w:tbl>
    <w:p w14:paraId="2598E97E" w14:textId="77777777" w:rsidR="00953DDB" w:rsidRDefault="00953DDB" w:rsidP="00C37AA7"/>
    <w:p w14:paraId="5A7B95ED" w14:textId="77777777" w:rsidR="00B60A37" w:rsidRDefault="00B60A37" w:rsidP="00C37AA7"/>
    <w:p w14:paraId="1ECCF584" w14:textId="77777777" w:rsidR="00B60A37" w:rsidRDefault="00B60A37" w:rsidP="00C37AA7"/>
    <w:p w14:paraId="12979E08" w14:textId="77777777" w:rsidR="00B60A37" w:rsidRDefault="00B60A37" w:rsidP="00C37AA7"/>
    <w:p w14:paraId="6DABF2DA" w14:textId="77777777" w:rsidR="00B60A37" w:rsidRDefault="00B60A37" w:rsidP="00C37AA7"/>
    <w:p w14:paraId="5C560C18" w14:textId="77777777" w:rsidR="00B60A37" w:rsidRDefault="00B60A37" w:rsidP="00C37AA7"/>
    <w:p w14:paraId="619CFB05" w14:textId="77777777" w:rsidR="00B60A37" w:rsidRDefault="00B60A37" w:rsidP="008A165E">
      <w:pPr>
        <w:pStyle w:val="Titre1"/>
        <w:rPr>
          <w:sz w:val="24"/>
          <w:szCs w:val="24"/>
        </w:rPr>
      </w:pPr>
    </w:p>
    <w:p w14:paraId="0CB9E02B" w14:textId="13092A00" w:rsidR="008A165E" w:rsidRPr="00126A7C" w:rsidRDefault="008A165E" w:rsidP="008A165E">
      <w:pPr>
        <w:pStyle w:val="Titre1"/>
        <w:rPr>
          <w:sz w:val="24"/>
          <w:szCs w:val="24"/>
        </w:rPr>
      </w:pPr>
      <w:r w:rsidRPr="00126A7C">
        <w:rPr>
          <w:sz w:val="24"/>
          <w:szCs w:val="24"/>
        </w:rPr>
        <w:t xml:space="preserve">Proposition </w:t>
      </w:r>
      <w:r>
        <w:rPr>
          <w:sz w:val="24"/>
          <w:szCs w:val="24"/>
        </w:rPr>
        <w:t>5</w:t>
      </w:r>
      <w:r w:rsidRPr="00126A7C">
        <w:rPr>
          <w:sz w:val="24"/>
          <w:szCs w:val="24"/>
        </w:rPr>
        <w:t xml:space="preserve"> : </w:t>
      </w:r>
      <w:r>
        <w:rPr>
          <w:sz w:val="24"/>
          <w:szCs w:val="24"/>
        </w:rPr>
        <w:t>Mettre en place une comptabilité sociale et environnementale</w:t>
      </w:r>
    </w:p>
    <w:tbl>
      <w:tblPr>
        <w:tblStyle w:val="Grilledutableau"/>
        <w:tblW w:w="0" w:type="auto"/>
        <w:tblLook w:val="04A0" w:firstRow="1" w:lastRow="0" w:firstColumn="1" w:lastColumn="0" w:noHBand="0" w:noVBand="1"/>
      </w:tblPr>
      <w:tblGrid>
        <w:gridCol w:w="4531"/>
        <w:gridCol w:w="4531"/>
      </w:tblGrid>
      <w:tr w:rsidR="008A165E" w:rsidRPr="00087648" w14:paraId="489FFB8F" w14:textId="77777777" w:rsidTr="00537399">
        <w:tc>
          <w:tcPr>
            <w:tcW w:w="4531" w:type="dxa"/>
            <w:shd w:val="clear" w:color="auto" w:fill="044632"/>
          </w:tcPr>
          <w:p w14:paraId="51D97968" w14:textId="77777777" w:rsidR="008A165E" w:rsidRPr="00087648" w:rsidRDefault="008A165E"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1F1375EE" w14:textId="77777777" w:rsidR="008A165E" w:rsidRPr="00087648" w:rsidRDefault="008A165E" w:rsidP="00537399">
            <w:pPr>
              <w:pStyle w:val="Titre3"/>
              <w:jc w:val="center"/>
              <w:outlineLvl w:val="2"/>
              <w:rPr>
                <w:color w:val="FFFFFF" w:themeColor="background1"/>
              </w:rPr>
            </w:pPr>
            <w:r>
              <w:rPr>
                <w:color w:val="FFFFFF" w:themeColor="background1"/>
              </w:rPr>
              <w:t>LinkedIn</w:t>
            </w:r>
          </w:p>
        </w:tc>
      </w:tr>
      <w:tr w:rsidR="008A165E" w14:paraId="2E31B723" w14:textId="77777777" w:rsidTr="00537399">
        <w:tc>
          <w:tcPr>
            <w:tcW w:w="4531" w:type="dxa"/>
          </w:tcPr>
          <w:p w14:paraId="3C827D75" w14:textId="77777777" w:rsidR="008A165E" w:rsidRDefault="008A165E" w:rsidP="00537399"/>
          <w:p w14:paraId="161BD5D8" w14:textId="295C5071" w:rsidR="008F10FF" w:rsidRDefault="008F10FF" w:rsidP="008F10FF">
            <w:r w:rsidRPr="008144F6">
              <w:rPr>
                <w:rFonts w:asciiTheme="minorHAnsi" w:eastAsia="Times New Roman" w:hAnsiTheme="minorHAnsi" w:cstheme="minorHAnsi"/>
                <w:color w:val="1D9BF0"/>
                <w:lang w:eastAsia="fr-FR"/>
              </w:rPr>
              <w:t>#FinancerDemain</w:t>
            </w:r>
            <w:r>
              <w:rPr>
                <w:rFonts w:asciiTheme="minorHAnsi" w:eastAsia="Times New Roman" w:hAnsiTheme="minorHAnsi" w:cstheme="minorHAnsi"/>
                <w:color w:val="1D9BF0"/>
                <w:lang w:eastAsia="fr-FR"/>
              </w:rPr>
              <w:t xml:space="preserve"> #Proposition5</w:t>
            </w:r>
          </w:p>
          <w:p w14:paraId="44E78022" w14:textId="77777777" w:rsidR="008F10FF" w:rsidRDefault="008F10FF" w:rsidP="008F10FF">
            <w:r>
              <w:t xml:space="preserve">Pour lever les freins et accompagner la conversion d'entreprises privées lucratives vers l'#ESS, </w:t>
            </w:r>
            <w:r w:rsidRPr="005E1E9A">
              <w:rPr>
                <w:rFonts w:asciiTheme="minorHAnsi" w:eastAsia="Times New Roman" w:hAnsiTheme="minorHAnsi" w:cstheme="minorHAnsi"/>
                <w:color w:val="006927" w:themeColor="accent1" w:themeShade="40"/>
                <w:lang w:eastAsia="fr-FR"/>
              </w:rPr>
              <w:t>@Label_Finansol</w:t>
            </w:r>
            <w:r>
              <w:rPr>
                <w:rFonts w:asciiTheme="minorHAnsi" w:eastAsia="Times New Roman" w:hAnsiTheme="minorHAnsi" w:cstheme="minorHAnsi"/>
                <w:color w:val="006927" w:themeColor="accent1" w:themeShade="40"/>
                <w:lang w:eastAsia="fr-FR"/>
              </w:rPr>
              <w:t xml:space="preserve"> </w:t>
            </w:r>
            <w:r>
              <w:t xml:space="preserve">propose, avec </w:t>
            </w:r>
            <w:r w:rsidRPr="00BA5462">
              <w:rPr>
                <w:rFonts w:asciiTheme="minorHAnsi" w:eastAsia="Times New Roman" w:hAnsiTheme="minorHAnsi" w:cstheme="minorHAnsi"/>
                <w:color w:val="006927" w:themeColor="accent1" w:themeShade="40"/>
                <w:lang w:eastAsia="fr-FR"/>
              </w:rPr>
              <w:t>@ESSFrance</w:t>
            </w:r>
            <w:r>
              <w:t>, de créer un fonds de conversion dédié !</w:t>
            </w:r>
          </w:p>
          <w:p w14:paraId="002B68D4" w14:textId="77777777" w:rsidR="008F10FF" w:rsidRDefault="008F10FF" w:rsidP="008F10FF"/>
          <w:p w14:paraId="1C6143A4" w14:textId="77777777" w:rsidR="008F10FF" w:rsidRDefault="008F10FF" w:rsidP="008F10FF">
            <w:r>
              <w:t xml:space="preserve">Pour tout comprendre </w:t>
            </w:r>
            <w:r w:rsidRPr="00043900">
              <w:rPr>
                <w:rFonts w:ascii="Segoe UI Emoji" w:hAnsi="Segoe UI Emoji"/>
              </w:rPr>
              <w:t>🤔</w:t>
            </w:r>
            <w:r>
              <w:t xml:space="preserve"> &gt;&gt; </w:t>
            </w:r>
            <w:hyperlink r:id="rId24" w:history="1">
              <w:r w:rsidRPr="00087648">
                <w:rPr>
                  <w:rStyle w:val="Lienhypertexte"/>
                  <w:color w:val="006927" w:themeColor="accent1" w:themeShade="40"/>
                </w:rPr>
                <w:t>https://bit.ly/3GnOhTY</w:t>
              </w:r>
            </w:hyperlink>
          </w:p>
          <w:p w14:paraId="14DBEFDF" w14:textId="77777777" w:rsidR="008A165E" w:rsidRDefault="008A165E" w:rsidP="00537399">
            <w:pPr>
              <w:pStyle w:val="Titre3"/>
              <w:outlineLvl w:val="2"/>
            </w:pPr>
          </w:p>
        </w:tc>
        <w:tc>
          <w:tcPr>
            <w:tcW w:w="4531" w:type="dxa"/>
          </w:tcPr>
          <w:p w14:paraId="548DEE1D" w14:textId="77777777" w:rsidR="008A165E" w:rsidRDefault="008A165E" w:rsidP="00537399"/>
          <w:p w14:paraId="31306681" w14:textId="04F4D562" w:rsidR="008A165E" w:rsidRDefault="008A165E" w:rsidP="00537399">
            <w:pPr>
              <w:rPr>
                <w:rFonts w:asciiTheme="minorHAnsi" w:eastAsia="Times New Roman" w:hAnsiTheme="minorHAnsi" w:cstheme="minorHAnsi"/>
                <w:color w:val="auto"/>
                <w:lang w:eastAsia="fr-FR"/>
              </w:rPr>
            </w:pPr>
            <w:r w:rsidRPr="008144F6">
              <w:rPr>
                <w:rFonts w:asciiTheme="minorHAnsi" w:eastAsia="Times New Roman" w:hAnsiTheme="minorHAnsi" w:cstheme="minorHAnsi"/>
                <w:color w:val="1D9BF0"/>
                <w:lang w:eastAsia="fr-FR"/>
              </w:rPr>
              <w:t>#FinancerDemain</w:t>
            </w:r>
            <w:r w:rsidR="006D1491">
              <w:rPr>
                <w:rFonts w:asciiTheme="minorHAnsi" w:eastAsia="Times New Roman" w:hAnsiTheme="minorHAnsi" w:cstheme="minorHAnsi"/>
                <w:color w:val="1D9BF0"/>
                <w:lang w:eastAsia="fr-FR"/>
              </w:rPr>
              <w:t xml:space="preserve"> </w:t>
            </w:r>
            <w:r w:rsidR="006D1491">
              <w:rPr>
                <w:rFonts w:asciiTheme="minorHAnsi" w:eastAsia="Times New Roman" w:hAnsiTheme="minorHAnsi" w:cstheme="minorHAnsi"/>
                <w:color w:val="auto"/>
                <w:lang w:eastAsia="fr-FR"/>
              </w:rPr>
              <w:t>| C</w:t>
            </w:r>
            <w:r w:rsidR="006D1491" w:rsidRPr="006D1491">
              <w:rPr>
                <w:rFonts w:asciiTheme="minorHAnsi" w:eastAsia="Times New Roman" w:hAnsiTheme="minorHAnsi" w:cstheme="minorHAnsi"/>
                <w:color w:val="auto"/>
                <w:lang w:eastAsia="fr-FR"/>
              </w:rPr>
              <w:t xml:space="preserve">omment favoriser la transition écologique ? </w:t>
            </w:r>
          </w:p>
          <w:p w14:paraId="141A317C" w14:textId="77777777" w:rsidR="006D1491" w:rsidRPr="006D1491" w:rsidRDefault="006D1491" w:rsidP="00537399">
            <w:pPr>
              <w:rPr>
                <w:rFonts w:asciiTheme="minorHAnsi" w:eastAsia="Times New Roman" w:hAnsiTheme="minorHAnsi" w:cstheme="minorHAnsi"/>
                <w:color w:val="auto"/>
                <w:lang w:eastAsia="fr-FR"/>
              </w:rPr>
            </w:pPr>
          </w:p>
          <w:p w14:paraId="24CD8280" w14:textId="2402A373" w:rsidR="008A165E" w:rsidRDefault="008F10FF" w:rsidP="008F10FF">
            <w:r>
              <w:t xml:space="preserve">Outil essentiel de la mesure de l’efficacité et de valorisation des activités privées et des politiques publiques, la comptabilité </w:t>
            </w:r>
            <w:r w:rsidR="002B0D03">
              <w:t>a son rôle à jou</w:t>
            </w:r>
            <w:r w:rsidR="003F6F65">
              <w:t>e</w:t>
            </w:r>
            <w:r w:rsidR="002B0D03">
              <w:t>r</w:t>
            </w:r>
            <w:r w:rsidR="003F6F65">
              <w:t xml:space="preserve"> dans la prise en compte d</w:t>
            </w:r>
            <w:r>
              <w:t>es enjeux sociaux et écologiques.</w:t>
            </w:r>
          </w:p>
          <w:p w14:paraId="0309FBF3" w14:textId="19FCF405" w:rsidR="005D22ED" w:rsidRPr="005930BC" w:rsidRDefault="003F6F65" w:rsidP="003F6F65">
            <w:pPr>
              <w:spacing w:line="240" w:lineRule="auto"/>
              <w:rPr>
                <w:rFonts w:asciiTheme="minorHAnsi" w:eastAsia="Times New Roman" w:hAnsiTheme="minorHAnsi" w:cstheme="minorHAnsi"/>
                <w:color w:val="auto"/>
                <w:lang w:eastAsia="fr-FR"/>
              </w:rPr>
            </w:pPr>
            <w:r w:rsidRPr="00B60A37">
              <w:rPr>
                <w:rFonts w:asciiTheme="minorHAnsi" w:eastAsia="Times New Roman" w:hAnsiTheme="minorHAnsi" w:cstheme="minorHAnsi"/>
                <w:color w:val="auto"/>
                <w:lang w:eastAsia="fr-FR"/>
              </w:rPr>
              <w:t xml:space="preserve">Dans son livre blanc, </w:t>
            </w:r>
            <w:r w:rsidR="005D22ED" w:rsidRPr="00087648">
              <w:rPr>
                <w:rFonts w:asciiTheme="minorHAnsi" w:eastAsia="Times New Roman" w:hAnsiTheme="minorHAnsi" w:cstheme="minorHAnsi"/>
                <w:color w:val="006927" w:themeColor="accent1" w:themeShade="40"/>
                <w:lang w:eastAsia="fr-FR"/>
              </w:rPr>
              <w:t>@fair-label-finansol</w:t>
            </w:r>
            <w:r w:rsidR="005D22ED" w:rsidRPr="005930BC">
              <w:rPr>
                <w:rFonts w:asciiTheme="minorHAnsi" w:eastAsia="Times New Roman" w:hAnsiTheme="minorHAnsi" w:cstheme="minorHAnsi"/>
                <w:color w:val="auto"/>
                <w:lang w:eastAsia="fr-FR"/>
              </w:rPr>
              <w:t xml:space="preserve"> propose </w:t>
            </w:r>
            <w:r>
              <w:rPr>
                <w:rFonts w:asciiTheme="minorHAnsi" w:eastAsia="Times New Roman" w:hAnsiTheme="minorHAnsi" w:cstheme="minorHAnsi"/>
                <w:color w:val="auto"/>
                <w:lang w:eastAsia="fr-FR"/>
              </w:rPr>
              <w:t xml:space="preserve">que la France soit motrice des travaux visant à la définition et à la mise en œuvre de nouvelles méthodes </w:t>
            </w:r>
            <w:r w:rsidR="00B60A37">
              <w:rPr>
                <w:rFonts w:asciiTheme="minorHAnsi" w:eastAsia="Times New Roman" w:hAnsiTheme="minorHAnsi" w:cstheme="minorHAnsi"/>
                <w:color w:val="auto"/>
                <w:lang w:eastAsia="fr-FR"/>
              </w:rPr>
              <w:t>comptables, au service de la transition écologique et sociale.</w:t>
            </w:r>
          </w:p>
          <w:p w14:paraId="31133DEB" w14:textId="77777777" w:rsidR="005D22ED" w:rsidRPr="005930BC" w:rsidRDefault="005D22ED" w:rsidP="005D22ED">
            <w:pPr>
              <w:spacing w:line="240" w:lineRule="auto"/>
              <w:rPr>
                <w:rFonts w:asciiTheme="minorHAnsi" w:eastAsia="Times New Roman" w:hAnsiTheme="minorHAnsi" w:cstheme="minorHAnsi"/>
                <w:color w:val="auto"/>
                <w:lang w:eastAsia="fr-FR"/>
              </w:rPr>
            </w:pPr>
          </w:p>
          <w:p w14:paraId="4A3B3365" w14:textId="7B09A880" w:rsidR="005D22ED" w:rsidRPr="005930BC" w:rsidRDefault="005D22ED" w:rsidP="005D22ED">
            <w:pPr>
              <w:spacing w:line="240" w:lineRule="auto"/>
              <w:rPr>
                <w:rFonts w:asciiTheme="minorHAnsi" w:eastAsia="Times New Roman" w:hAnsiTheme="minorHAnsi" w:cstheme="minorHAnsi"/>
                <w:color w:val="auto"/>
                <w:lang w:eastAsia="fr-FR"/>
              </w:rPr>
            </w:pPr>
            <w:r w:rsidRPr="005930BC">
              <w:rPr>
                <w:rFonts w:asciiTheme="minorHAnsi" w:eastAsia="Times New Roman" w:hAnsiTheme="minorHAnsi" w:cstheme="minorHAnsi"/>
                <w:color w:val="auto"/>
                <w:lang w:eastAsia="fr-FR"/>
              </w:rPr>
              <w:t>Retrouvez toutes les propositions du collectif</w:t>
            </w:r>
            <w:r>
              <w:rPr>
                <w:rFonts w:asciiTheme="minorHAnsi" w:eastAsia="Times New Roman" w:hAnsiTheme="minorHAnsi" w:cstheme="minorHAnsi"/>
                <w:color w:val="auto"/>
                <w:lang w:eastAsia="fr-FR"/>
              </w:rPr>
              <w:t xml:space="preserve"> </w:t>
            </w:r>
            <w:r w:rsidRPr="005930BC">
              <w:rPr>
                <w:rFonts w:asciiTheme="minorHAnsi" w:eastAsia="Times New Roman" w:hAnsiTheme="minorHAnsi" w:cstheme="minorHAnsi"/>
                <w:color w:val="auto"/>
                <w:lang w:eastAsia="fr-FR"/>
              </w:rPr>
              <w:t xml:space="preserve">: </w:t>
            </w:r>
            <w:hyperlink r:id="rId25" w:history="1">
              <w:r w:rsidRPr="00087648">
                <w:rPr>
                  <w:rStyle w:val="Lienhypertexte"/>
                  <w:color w:val="006927" w:themeColor="accent1" w:themeShade="40"/>
                </w:rPr>
                <w:t>https://bit.ly/3GnOhTY</w:t>
              </w:r>
            </w:hyperlink>
          </w:p>
          <w:p w14:paraId="28D92A1F" w14:textId="5918BB12" w:rsidR="005D22ED" w:rsidRPr="00F15625" w:rsidRDefault="005D22ED" w:rsidP="008F10FF"/>
        </w:tc>
      </w:tr>
    </w:tbl>
    <w:p w14:paraId="2C4C788F" w14:textId="77777777" w:rsidR="008A165E" w:rsidRDefault="008A165E" w:rsidP="00C37AA7"/>
    <w:p w14:paraId="53FDE295" w14:textId="77777777" w:rsidR="00B60A37" w:rsidRDefault="00B60A37" w:rsidP="00C37AA7"/>
    <w:p w14:paraId="33CE791D" w14:textId="77777777" w:rsidR="00B60A37" w:rsidRDefault="00B60A37" w:rsidP="00C37AA7"/>
    <w:p w14:paraId="5E435397" w14:textId="184208D0" w:rsidR="008A165E" w:rsidRPr="00126A7C" w:rsidRDefault="008A165E" w:rsidP="008A165E">
      <w:pPr>
        <w:pStyle w:val="Titre1"/>
        <w:rPr>
          <w:sz w:val="24"/>
          <w:szCs w:val="24"/>
        </w:rPr>
      </w:pPr>
      <w:r w:rsidRPr="00126A7C">
        <w:rPr>
          <w:sz w:val="24"/>
          <w:szCs w:val="24"/>
        </w:rPr>
        <w:t xml:space="preserve">Proposition </w:t>
      </w:r>
      <w:r>
        <w:rPr>
          <w:sz w:val="24"/>
          <w:szCs w:val="24"/>
        </w:rPr>
        <w:t>6</w:t>
      </w:r>
      <w:r w:rsidRPr="00126A7C">
        <w:rPr>
          <w:sz w:val="24"/>
          <w:szCs w:val="24"/>
        </w:rPr>
        <w:t xml:space="preserve"> : </w:t>
      </w:r>
      <w:r>
        <w:rPr>
          <w:sz w:val="24"/>
          <w:szCs w:val="24"/>
        </w:rPr>
        <w:t>Créer un fonds de conversion à l’économie sociale et solidaire</w:t>
      </w:r>
    </w:p>
    <w:tbl>
      <w:tblPr>
        <w:tblStyle w:val="Grilledutableau"/>
        <w:tblW w:w="0" w:type="auto"/>
        <w:tblLook w:val="04A0" w:firstRow="1" w:lastRow="0" w:firstColumn="1" w:lastColumn="0" w:noHBand="0" w:noVBand="1"/>
      </w:tblPr>
      <w:tblGrid>
        <w:gridCol w:w="4531"/>
        <w:gridCol w:w="4531"/>
      </w:tblGrid>
      <w:tr w:rsidR="008A165E" w:rsidRPr="00087648" w14:paraId="0EA3A123" w14:textId="77777777" w:rsidTr="00537399">
        <w:tc>
          <w:tcPr>
            <w:tcW w:w="4531" w:type="dxa"/>
            <w:shd w:val="clear" w:color="auto" w:fill="044632"/>
          </w:tcPr>
          <w:p w14:paraId="57EAA8E3" w14:textId="77777777" w:rsidR="008A165E" w:rsidRPr="00087648" w:rsidRDefault="008A165E"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605DEEEB" w14:textId="77777777" w:rsidR="008A165E" w:rsidRPr="00087648" w:rsidRDefault="008A165E" w:rsidP="00537399">
            <w:pPr>
              <w:pStyle w:val="Titre3"/>
              <w:jc w:val="center"/>
              <w:outlineLvl w:val="2"/>
              <w:rPr>
                <w:color w:val="FFFFFF" w:themeColor="background1"/>
              </w:rPr>
            </w:pPr>
            <w:r>
              <w:rPr>
                <w:color w:val="FFFFFF" w:themeColor="background1"/>
              </w:rPr>
              <w:t>LinkedIn</w:t>
            </w:r>
          </w:p>
        </w:tc>
      </w:tr>
      <w:tr w:rsidR="008A165E" w14:paraId="46572F3C" w14:textId="77777777" w:rsidTr="00537399">
        <w:tc>
          <w:tcPr>
            <w:tcW w:w="4531" w:type="dxa"/>
          </w:tcPr>
          <w:p w14:paraId="3669878B" w14:textId="77777777" w:rsidR="008A165E" w:rsidRDefault="008A165E" w:rsidP="00537399"/>
          <w:p w14:paraId="18C0D1F7" w14:textId="7EA5B960" w:rsidR="008A165E" w:rsidRDefault="008A165E" w:rsidP="00537399">
            <w:r w:rsidRPr="008144F6">
              <w:rPr>
                <w:rFonts w:asciiTheme="minorHAnsi" w:eastAsia="Times New Roman" w:hAnsiTheme="minorHAnsi" w:cstheme="minorHAnsi"/>
                <w:color w:val="1D9BF0"/>
                <w:lang w:eastAsia="fr-FR"/>
              </w:rPr>
              <w:t>#FinancerDemain</w:t>
            </w:r>
            <w:r w:rsidR="00BA5462">
              <w:rPr>
                <w:rFonts w:asciiTheme="minorHAnsi" w:eastAsia="Times New Roman" w:hAnsiTheme="minorHAnsi" w:cstheme="minorHAnsi"/>
                <w:color w:val="1D9BF0"/>
                <w:lang w:eastAsia="fr-FR"/>
              </w:rPr>
              <w:t xml:space="preserve"> #Proposition6</w:t>
            </w:r>
          </w:p>
          <w:p w14:paraId="6F9BCBBB" w14:textId="08338B86" w:rsidR="00BA5462" w:rsidRDefault="00E66147" w:rsidP="00BA5462">
            <w:r>
              <w:t xml:space="preserve">Pour lever les freins et accompagner la conversion d'entreprises privées lucratives vers l'#ESS, </w:t>
            </w:r>
            <w:r w:rsidR="00BA5462" w:rsidRPr="005E1E9A">
              <w:rPr>
                <w:rFonts w:asciiTheme="minorHAnsi" w:eastAsia="Times New Roman" w:hAnsiTheme="minorHAnsi" w:cstheme="minorHAnsi"/>
                <w:color w:val="006927" w:themeColor="accent1" w:themeShade="40"/>
                <w:lang w:eastAsia="fr-FR"/>
              </w:rPr>
              <w:t>@Label_Finansol</w:t>
            </w:r>
            <w:r>
              <w:rPr>
                <w:rFonts w:asciiTheme="minorHAnsi" w:eastAsia="Times New Roman" w:hAnsiTheme="minorHAnsi" w:cstheme="minorHAnsi"/>
                <w:color w:val="006927" w:themeColor="accent1" w:themeShade="40"/>
                <w:lang w:eastAsia="fr-FR"/>
              </w:rPr>
              <w:t xml:space="preserve"> </w:t>
            </w:r>
            <w:r w:rsidR="00BA5462">
              <w:t>propose</w:t>
            </w:r>
            <w:r>
              <w:t xml:space="preserve">, avec </w:t>
            </w:r>
            <w:r w:rsidRPr="00BA5462">
              <w:rPr>
                <w:rFonts w:asciiTheme="minorHAnsi" w:eastAsia="Times New Roman" w:hAnsiTheme="minorHAnsi" w:cstheme="minorHAnsi"/>
                <w:color w:val="006927" w:themeColor="accent1" w:themeShade="40"/>
                <w:lang w:eastAsia="fr-FR"/>
              </w:rPr>
              <w:t>@ESSFrance</w:t>
            </w:r>
            <w:r>
              <w:t xml:space="preserve">, </w:t>
            </w:r>
            <w:r w:rsidR="00BA5462">
              <w:t xml:space="preserve">de créer un fonds de conversion </w:t>
            </w:r>
            <w:r>
              <w:t>dédié !</w:t>
            </w:r>
          </w:p>
          <w:p w14:paraId="281203DD" w14:textId="77777777" w:rsidR="00BA5462" w:rsidRDefault="00BA5462" w:rsidP="00BA5462"/>
          <w:p w14:paraId="13ECFBE8" w14:textId="1628B13F" w:rsidR="00BA5462" w:rsidRDefault="00BA5462" w:rsidP="00BA5462">
            <w:r>
              <w:t>Pour tout comprendre</w:t>
            </w:r>
            <w:r w:rsidR="00043900">
              <w:t xml:space="preserve"> </w:t>
            </w:r>
            <w:r w:rsidR="00043900" w:rsidRPr="00043900">
              <w:rPr>
                <w:rFonts w:ascii="Segoe UI Emoji" w:hAnsi="Segoe UI Emoji"/>
              </w:rPr>
              <w:t>🤔</w:t>
            </w:r>
            <w:r>
              <w:t xml:space="preserve"> &gt;&gt; </w:t>
            </w:r>
            <w:hyperlink r:id="rId26" w:history="1">
              <w:r w:rsidRPr="00087648">
                <w:rPr>
                  <w:rStyle w:val="Lienhypertexte"/>
                  <w:color w:val="006927" w:themeColor="accent1" w:themeShade="40"/>
                </w:rPr>
                <w:t>https://bit.ly/3GnOhTY</w:t>
              </w:r>
            </w:hyperlink>
          </w:p>
          <w:p w14:paraId="3843A64E" w14:textId="6912DE74" w:rsidR="00BA5462" w:rsidRPr="00BA5462" w:rsidRDefault="00BA5462" w:rsidP="00BA5462"/>
        </w:tc>
        <w:tc>
          <w:tcPr>
            <w:tcW w:w="4531" w:type="dxa"/>
          </w:tcPr>
          <w:p w14:paraId="164FD34F" w14:textId="77777777" w:rsidR="008A165E" w:rsidRDefault="008A165E" w:rsidP="00537399"/>
          <w:p w14:paraId="116B2D7C" w14:textId="0391DE40" w:rsidR="00FD3F78" w:rsidRDefault="00FD3F78" w:rsidP="00FD3F78">
            <w:r>
              <w:t>Les entreprises privées lucratives qui souhaitent devenir entreprises de l'économie sociale et solidaire (ESS) rencontrent de nombreuses difficultés…</w:t>
            </w:r>
          </w:p>
          <w:p w14:paraId="57BCA618" w14:textId="77777777" w:rsidR="00FD3F78" w:rsidRDefault="00FD3F78" w:rsidP="00FD3F78"/>
          <w:p w14:paraId="7B3CBB76" w14:textId="2FC07E50" w:rsidR="00FD3F78" w:rsidRDefault="00FD3F78" w:rsidP="00FD3F78">
            <w:r w:rsidRPr="00FD3F78">
              <w:rPr>
                <w:rFonts w:asciiTheme="minorHAnsi" w:eastAsia="Times New Roman" w:hAnsiTheme="minorHAnsi" w:cstheme="minorHAnsi"/>
                <w:color w:val="auto"/>
                <w:lang w:eastAsia="fr-FR"/>
              </w:rPr>
              <w:t xml:space="preserve">Dans son livre blanc, </w:t>
            </w:r>
            <w:r w:rsidRPr="00087648">
              <w:rPr>
                <w:rFonts w:asciiTheme="minorHAnsi" w:eastAsia="Times New Roman" w:hAnsiTheme="minorHAnsi" w:cstheme="minorHAnsi"/>
                <w:color w:val="006927" w:themeColor="accent1" w:themeShade="40"/>
                <w:lang w:eastAsia="fr-FR"/>
              </w:rPr>
              <w:t>@fair-label-finansol</w:t>
            </w:r>
            <w:r>
              <w:t xml:space="preserve">, avec </w:t>
            </w:r>
            <w:r w:rsidRPr="00BA5462">
              <w:rPr>
                <w:rFonts w:asciiTheme="minorHAnsi" w:eastAsia="Times New Roman" w:hAnsiTheme="minorHAnsi" w:cstheme="minorHAnsi"/>
                <w:color w:val="006927" w:themeColor="accent1" w:themeShade="40"/>
                <w:lang w:eastAsia="fr-FR"/>
              </w:rPr>
              <w:t>@ESSFrance</w:t>
            </w:r>
            <w:r>
              <w:t xml:space="preserve">, propose de créer un fonds de conversion à </w:t>
            </w:r>
            <w:r w:rsidR="00583D8A">
              <w:t>l’ESS</w:t>
            </w:r>
            <w:r>
              <w:t xml:space="preserve"> pour lever les freins et accompagner la conversion de ces</w:t>
            </w:r>
            <w:r w:rsidR="00583D8A">
              <w:t xml:space="preserve"> entreprises</w:t>
            </w:r>
            <w:r>
              <w:t xml:space="preserve">. </w:t>
            </w:r>
          </w:p>
          <w:p w14:paraId="63F0886A" w14:textId="77777777" w:rsidR="00FD3F78" w:rsidRDefault="00FD3F78" w:rsidP="00FD3F78">
            <w:r>
              <w:t>Et ainsi accélérer la transition sociétale !</w:t>
            </w:r>
          </w:p>
          <w:p w14:paraId="1DAE2FBD" w14:textId="77777777" w:rsidR="00FD3F78" w:rsidRDefault="00FD3F78" w:rsidP="00FD3F78"/>
          <w:p w14:paraId="099AAB23" w14:textId="41F4676E" w:rsidR="00FD3F78" w:rsidRDefault="00FD3F78" w:rsidP="00FD3F78">
            <w:r>
              <w:t>Pour mieux comprendre la proposition 6</w:t>
            </w:r>
            <w:r>
              <w:rPr>
                <w:rFonts w:asciiTheme="minorHAnsi" w:eastAsia="Times New Roman" w:hAnsiTheme="minorHAnsi" w:cstheme="minorHAnsi"/>
                <w:color w:val="1D9BF0"/>
                <w:lang w:eastAsia="fr-FR"/>
              </w:rPr>
              <w:t xml:space="preserve"> </w:t>
            </w:r>
            <w:r w:rsidRPr="00043900">
              <w:rPr>
                <w:rFonts w:ascii="Segoe UI Emoji" w:hAnsi="Segoe UI Emoji"/>
              </w:rPr>
              <w:t>🤔</w:t>
            </w:r>
            <w:r>
              <w:t xml:space="preserve"> &gt;&gt; </w:t>
            </w:r>
            <w:hyperlink r:id="rId27" w:history="1">
              <w:r w:rsidRPr="00087648">
                <w:rPr>
                  <w:rStyle w:val="Lienhypertexte"/>
                  <w:color w:val="006927" w:themeColor="accent1" w:themeShade="40"/>
                </w:rPr>
                <w:t>https://bit.ly/3GnOhTY</w:t>
              </w:r>
            </w:hyperlink>
          </w:p>
          <w:p w14:paraId="5FD1BC1F" w14:textId="77777777" w:rsidR="00FD3F78" w:rsidRDefault="00FD3F78" w:rsidP="00FD3F78"/>
          <w:p w14:paraId="51EB102A" w14:textId="5830B662" w:rsidR="008A165E" w:rsidRPr="00FD3F78" w:rsidRDefault="00FD3F78" w:rsidP="00FD3F78">
            <w:pPr>
              <w:rPr>
                <w:rFonts w:asciiTheme="minorHAnsi" w:eastAsia="Times New Roman" w:hAnsiTheme="minorHAnsi" w:cstheme="minorHAnsi"/>
                <w:color w:val="1D9BF0"/>
                <w:lang w:eastAsia="fr-FR"/>
              </w:rPr>
            </w:pPr>
            <w:r w:rsidRPr="00FD3F78">
              <w:rPr>
                <w:rFonts w:asciiTheme="minorHAnsi" w:eastAsia="Times New Roman" w:hAnsiTheme="minorHAnsi" w:cstheme="minorHAnsi"/>
                <w:color w:val="1D9BF0"/>
                <w:lang w:eastAsia="fr-FR"/>
              </w:rPr>
              <w:t>#Proposition6 #FinancerDemain</w:t>
            </w:r>
          </w:p>
          <w:p w14:paraId="1204344D" w14:textId="568F48DC" w:rsidR="00FD3F78" w:rsidRPr="00F15625" w:rsidRDefault="00FD3F78" w:rsidP="00FD3F78"/>
        </w:tc>
      </w:tr>
    </w:tbl>
    <w:p w14:paraId="7E3F5240" w14:textId="77777777" w:rsidR="008A165E" w:rsidRDefault="008A165E" w:rsidP="00C37AA7"/>
    <w:p w14:paraId="01D965CC" w14:textId="77777777" w:rsidR="00B60A37" w:rsidRDefault="00B60A37" w:rsidP="00C37AA7"/>
    <w:p w14:paraId="36AACF87" w14:textId="77777777" w:rsidR="00B60A37" w:rsidRDefault="00B60A37" w:rsidP="00C37AA7"/>
    <w:p w14:paraId="69248330" w14:textId="77777777" w:rsidR="00B60A37" w:rsidRDefault="00B60A37" w:rsidP="00C37AA7"/>
    <w:p w14:paraId="2E4E8255" w14:textId="77777777" w:rsidR="00B60A37" w:rsidRDefault="00B60A37" w:rsidP="00C37AA7"/>
    <w:p w14:paraId="3C960CE9" w14:textId="305FB3B2" w:rsidR="008A165E" w:rsidRPr="00126A7C" w:rsidRDefault="008A165E" w:rsidP="008A165E">
      <w:pPr>
        <w:pStyle w:val="Titre1"/>
        <w:rPr>
          <w:sz w:val="24"/>
          <w:szCs w:val="24"/>
        </w:rPr>
      </w:pPr>
      <w:r w:rsidRPr="00126A7C">
        <w:rPr>
          <w:sz w:val="24"/>
          <w:szCs w:val="24"/>
        </w:rPr>
        <w:t xml:space="preserve">Proposition </w:t>
      </w:r>
      <w:r>
        <w:rPr>
          <w:sz w:val="24"/>
          <w:szCs w:val="24"/>
        </w:rPr>
        <w:t>7</w:t>
      </w:r>
      <w:r w:rsidRPr="00126A7C">
        <w:rPr>
          <w:sz w:val="24"/>
          <w:szCs w:val="24"/>
        </w:rPr>
        <w:t xml:space="preserve"> : </w:t>
      </w:r>
      <w:r w:rsidR="00A8320E">
        <w:rPr>
          <w:sz w:val="24"/>
          <w:szCs w:val="24"/>
        </w:rPr>
        <w:t>Déployer les contrats à impact pour favoriser l’innovation sociale</w:t>
      </w:r>
    </w:p>
    <w:tbl>
      <w:tblPr>
        <w:tblStyle w:val="Grilledutableau"/>
        <w:tblW w:w="0" w:type="auto"/>
        <w:tblLook w:val="04A0" w:firstRow="1" w:lastRow="0" w:firstColumn="1" w:lastColumn="0" w:noHBand="0" w:noVBand="1"/>
      </w:tblPr>
      <w:tblGrid>
        <w:gridCol w:w="4531"/>
        <w:gridCol w:w="4531"/>
      </w:tblGrid>
      <w:tr w:rsidR="008A165E" w:rsidRPr="00087648" w14:paraId="7252590C" w14:textId="77777777" w:rsidTr="00537399">
        <w:tc>
          <w:tcPr>
            <w:tcW w:w="4531" w:type="dxa"/>
            <w:shd w:val="clear" w:color="auto" w:fill="044632"/>
          </w:tcPr>
          <w:p w14:paraId="637A26C7" w14:textId="77777777" w:rsidR="008A165E" w:rsidRPr="00087648" w:rsidRDefault="008A165E"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602E7BDB" w14:textId="77777777" w:rsidR="008A165E" w:rsidRPr="00087648" w:rsidRDefault="008A165E" w:rsidP="00537399">
            <w:pPr>
              <w:pStyle w:val="Titre3"/>
              <w:jc w:val="center"/>
              <w:outlineLvl w:val="2"/>
              <w:rPr>
                <w:color w:val="FFFFFF" w:themeColor="background1"/>
              </w:rPr>
            </w:pPr>
            <w:r>
              <w:rPr>
                <w:color w:val="FFFFFF" w:themeColor="background1"/>
              </w:rPr>
              <w:t>LinkedIn</w:t>
            </w:r>
          </w:p>
        </w:tc>
      </w:tr>
      <w:tr w:rsidR="008A165E" w14:paraId="2C1FA2C8" w14:textId="77777777" w:rsidTr="00537399">
        <w:tc>
          <w:tcPr>
            <w:tcW w:w="4531" w:type="dxa"/>
          </w:tcPr>
          <w:p w14:paraId="5C2F0F0E" w14:textId="77777777" w:rsidR="008A165E" w:rsidRDefault="008A165E" w:rsidP="00537399"/>
          <w:p w14:paraId="6E622C3F" w14:textId="77777777" w:rsidR="001006F0" w:rsidRDefault="00143C1C" w:rsidP="001006F0">
            <w:pPr>
              <w:rPr>
                <w:rFonts w:asciiTheme="minorHAnsi" w:eastAsia="Times New Roman" w:hAnsiTheme="minorHAnsi" w:cstheme="minorHAnsi"/>
                <w:color w:val="1D9BF0"/>
                <w:lang w:eastAsia="fr-FR"/>
              </w:rPr>
            </w:pPr>
            <w:r>
              <w:t xml:space="preserve">Comment </w:t>
            </w:r>
            <w:r w:rsidR="001006F0">
              <w:t>encourager l’innovation sociale en France et en Europe</w:t>
            </w:r>
            <w:r>
              <w:t xml:space="preserve"> ? </w:t>
            </w:r>
            <w:r w:rsidR="001006F0" w:rsidRPr="008144F6">
              <w:rPr>
                <w:rFonts w:asciiTheme="minorHAnsi" w:eastAsia="Times New Roman" w:hAnsiTheme="minorHAnsi" w:cstheme="minorHAnsi"/>
                <w:color w:val="1D9BF0"/>
                <w:lang w:eastAsia="fr-FR"/>
              </w:rPr>
              <w:t>#FinancerDemain</w:t>
            </w:r>
          </w:p>
          <w:p w14:paraId="6D678CE3" w14:textId="77777777" w:rsidR="00143C1C" w:rsidRDefault="00143C1C" w:rsidP="00143C1C"/>
          <w:p w14:paraId="3894C877" w14:textId="0BCDE75F" w:rsidR="00143C1C" w:rsidRDefault="00143C1C" w:rsidP="00143C1C">
            <w:r w:rsidRPr="005E1E9A">
              <w:rPr>
                <w:rFonts w:asciiTheme="minorHAnsi" w:eastAsia="Times New Roman" w:hAnsiTheme="minorHAnsi" w:cstheme="minorHAnsi"/>
                <w:color w:val="006927" w:themeColor="accent1" w:themeShade="40"/>
                <w:lang w:eastAsia="fr-FR"/>
              </w:rPr>
              <w:t>@Label_Finansol</w:t>
            </w:r>
            <w:r>
              <w:t xml:space="preserve"> propose de déployer les contrats à impact</w:t>
            </w:r>
            <w:r w:rsidR="000F1E27">
              <w:t> !</w:t>
            </w:r>
          </w:p>
          <w:p w14:paraId="3EDB5B91" w14:textId="2F98D963" w:rsidR="00143C1C" w:rsidRDefault="00143C1C" w:rsidP="00143C1C">
            <w:proofErr w:type="gramStart"/>
            <w:r>
              <w:t>Découvrez la</w:t>
            </w:r>
            <w:proofErr w:type="gramEnd"/>
            <w:r>
              <w:t xml:space="preserve"> </w:t>
            </w:r>
            <w:r w:rsidR="001006F0">
              <w:rPr>
                <w:rFonts w:asciiTheme="minorHAnsi" w:eastAsia="Times New Roman" w:hAnsiTheme="minorHAnsi" w:cstheme="minorHAnsi"/>
                <w:color w:val="1D9BF0"/>
                <w:lang w:eastAsia="fr-FR"/>
              </w:rPr>
              <w:t>#P</w:t>
            </w:r>
            <w:r w:rsidRPr="001006F0">
              <w:rPr>
                <w:rFonts w:asciiTheme="minorHAnsi" w:eastAsia="Times New Roman" w:hAnsiTheme="minorHAnsi" w:cstheme="minorHAnsi"/>
                <w:color w:val="1D9BF0"/>
                <w:lang w:eastAsia="fr-FR"/>
              </w:rPr>
              <w:t>roposition7</w:t>
            </w:r>
            <w:r>
              <w:t xml:space="preserve"> </w:t>
            </w:r>
            <w:r>
              <w:rPr>
                <w:rFonts w:ascii="Segoe UI Emoji" w:hAnsi="Segoe UI Emoji" w:cs="Segoe UI Emoji"/>
              </w:rPr>
              <w:t>👉</w:t>
            </w:r>
            <w:r>
              <w:t xml:space="preserve"> </w:t>
            </w:r>
            <w:hyperlink r:id="rId28" w:history="1">
              <w:r w:rsidRPr="00087648">
                <w:rPr>
                  <w:rStyle w:val="Lienhypertexte"/>
                  <w:color w:val="006927" w:themeColor="accent1" w:themeShade="40"/>
                </w:rPr>
                <w:t>https://bit.ly/3GnOhTY</w:t>
              </w:r>
            </w:hyperlink>
            <w:r w:rsidR="007D5C18">
              <w:rPr>
                <w:rStyle w:val="Lienhypertexte"/>
                <w:color w:val="006927" w:themeColor="accent1" w:themeShade="40"/>
              </w:rPr>
              <w:br/>
            </w:r>
            <w:r w:rsidR="007D5C18">
              <w:rPr>
                <w:rStyle w:val="Lienhypertexte"/>
                <w:color w:val="006927" w:themeColor="accent1" w:themeShade="40"/>
              </w:rPr>
              <w:br/>
            </w:r>
            <w:r w:rsidR="007D5C18" w:rsidRPr="007D5C18">
              <w:rPr>
                <w:rFonts w:asciiTheme="minorHAnsi" w:eastAsia="Times New Roman" w:hAnsiTheme="minorHAnsi" w:cstheme="minorHAnsi"/>
                <w:color w:val="1D9BF0"/>
                <w:lang w:eastAsia="fr-FR"/>
              </w:rPr>
              <w:t>#impact #impactsocial</w:t>
            </w:r>
            <w:r w:rsidR="00422078">
              <w:rPr>
                <w:rFonts w:asciiTheme="minorHAnsi" w:eastAsia="Times New Roman" w:hAnsiTheme="minorHAnsi" w:cstheme="minorHAnsi"/>
                <w:color w:val="1D9BF0"/>
                <w:lang w:eastAsia="fr-FR"/>
              </w:rPr>
              <w:t xml:space="preserve"> #socinn</w:t>
            </w:r>
          </w:p>
          <w:p w14:paraId="54C3530C" w14:textId="77777777" w:rsidR="008A165E" w:rsidRDefault="008A165E" w:rsidP="001006F0"/>
        </w:tc>
        <w:tc>
          <w:tcPr>
            <w:tcW w:w="4531" w:type="dxa"/>
          </w:tcPr>
          <w:p w14:paraId="6455D66A" w14:textId="77777777" w:rsidR="008A165E" w:rsidRDefault="008A165E" w:rsidP="00537399"/>
          <w:p w14:paraId="736B3FF8" w14:textId="1C96EF0F" w:rsidR="008A165E" w:rsidRDefault="00D0047B" w:rsidP="00537399">
            <w:r>
              <w:t xml:space="preserve">Comment encourager l’innovation sociale en France et en Europe ? </w:t>
            </w:r>
          </w:p>
          <w:p w14:paraId="77C700A0" w14:textId="77777777" w:rsidR="00D0047B" w:rsidRDefault="00D0047B" w:rsidP="00D0047B"/>
          <w:p w14:paraId="131263F7" w14:textId="63298425" w:rsidR="000F1E27" w:rsidRDefault="00362207" w:rsidP="00D0047B">
            <w:r>
              <w:t>En période de fortes contraintes budgétaires sur le secteur public, l</w:t>
            </w:r>
            <w:r w:rsidR="000F1E27">
              <w:t>es contrats à impact</w:t>
            </w:r>
            <w:r w:rsidR="00660E69">
              <w:t xml:space="preserve"> favorisent le traitement </w:t>
            </w:r>
            <w:r w:rsidR="00AC5543">
              <w:t>préventif d’une problématique sociale.</w:t>
            </w:r>
          </w:p>
          <w:p w14:paraId="286FE340" w14:textId="1F1769CB" w:rsidR="00D0047B" w:rsidRDefault="00D0047B" w:rsidP="00D0047B">
            <w:r w:rsidRPr="00087648">
              <w:rPr>
                <w:rFonts w:asciiTheme="minorHAnsi" w:eastAsia="Times New Roman" w:hAnsiTheme="minorHAnsi" w:cstheme="minorHAnsi"/>
                <w:color w:val="006927" w:themeColor="accent1" w:themeShade="40"/>
                <w:lang w:eastAsia="fr-FR"/>
              </w:rPr>
              <w:t>@fair-label-finansol</w:t>
            </w:r>
            <w:r>
              <w:t xml:space="preserve"> propose de </w:t>
            </w:r>
            <w:r w:rsidR="003C5B11">
              <w:t>faciliter leur financement et d’engager les collectivités territoriales dans cette dynamique d’innovation sociale</w:t>
            </w:r>
            <w:r>
              <w:t xml:space="preserve">. </w:t>
            </w:r>
          </w:p>
          <w:p w14:paraId="676DE218" w14:textId="77777777" w:rsidR="00D0047B" w:rsidRDefault="00D0047B" w:rsidP="00D0047B"/>
          <w:p w14:paraId="55A0AAAE" w14:textId="28F09877" w:rsidR="00D0047B" w:rsidRDefault="004D4914" w:rsidP="00D0047B">
            <w:r>
              <w:t xml:space="preserve">En savoir plus sur la </w:t>
            </w:r>
            <w:r>
              <w:rPr>
                <w:rFonts w:asciiTheme="minorHAnsi" w:eastAsia="Times New Roman" w:hAnsiTheme="minorHAnsi" w:cstheme="minorHAnsi"/>
                <w:color w:val="1D9BF0"/>
                <w:lang w:eastAsia="fr-FR"/>
              </w:rPr>
              <w:t>#P</w:t>
            </w:r>
            <w:r w:rsidRPr="001006F0">
              <w:rPr>
                <w:rFonts w:asciiTheme="minorHAnsi" w:eastAsia="Times New Roman" w:hAnsiTheme="minorHAnsi" w:cstheme="minorHAnsi"/>
                <w:color w:val="1D9BF0"/>
                <w:lang w:eastAsia="fr-FR"/>
              </w:rPr>
              <w:t>roposition7</w:t>
            </w:r>
            <w:r>
              <w:t xml:space="preserve"> du</w:t>
            </w:r>
            <w:r w:rsidR="00D0047B">
              <w:t xml:space="preserve"> livre blanc</w:t>
            </w:r>
            <w:r>
              <w:t> </w:t>
            </w:r>
            <w:r>
              <w:rPr>
                <w:rFonts w:ascii="Segoe UI Emoji" w:hAnsi="Segoe UI Emoji" w:cs="Segoe UI Emoji"/>
              </w:rPr>
              <w:t>👉</w:t>
            </w:r>
            <w:r>
              <w:t xml:space="preserve"> </w:t>
            </w:r>
            <w:hyperlink r:id="rId29" w:history="1">
              <w:r w:rsidRPr="00087648">
                <w:rPr>
                  <w:rStyle w:val="Lienhypertexte"/>
                  <w:color w:val="006927" w:themeColor="accent1" w:themeShade="40"/>
                </w:rPr>
                <w:t>https://bit.ly/3GnOhTY</w:t>
              </w:r>
            </w:hyperlink>
            <w:r>
              <w:rPr>
                <w:rStyle w:val="Lienhypertexte"/>
                <w:color w:val="006927" w:themeColor="accent1" w:themeShade="40"/>
              </w:rPr>
              <w:br/>
            </w:r>
          </w:p>
          <w:p w14:paraId="5533B8DC" w14:textId="77777777" w:rsidR="00D0047B" w:rsidRDefault="004D4914" w:rsidP="004D4914">
            <w:r w:rsidRPr="008144F6">
              <w:rPr>
                <w:rFonts w:asciiTheme="minorHAnsi" w:eastAsia="Times New Roman" w:hAnsiTheme="minorHAnsi" w:cstheme="minorHAnsi"/>
                <w:color w:val="1D9BF0"/>
                <w:lang w:eastAsia="fr-FR"/>
              </w:rPr>
              <w:t>#FinancerDemain</w:t>
            </w:r>
            <w:r>
              <w:t xml:space="preserve"> </w:t>
            </w:r>
          </w:p>
          <w:p w14:paraId="40E1A910" w14:textId="64C78484" w:rsidR="004D4914" w:rsidRPr="00F15625" w:rsidRDefault="004D4914" w:rsidP="004D4914"/>
        </w:tc>
      </w:tr>
    </w:tbl>
    <w:p w14:paraId="44D50E65" w14:textId="77777777" w:rsidR="008A165E" w:rsidRDefault="008A165E" w:rsidP="00C37AA7"/>
    <w:p w14:paraId="72A7BB24" w14:textId="77777777" w:rsidR="00AC0DEB" w:rsidRDefault="00AC0DEB" w:rsidP="00C37AA7"/>
    <w:p w14:paraId="54999D2D" w14:textId="637864BC" w:rsidR="00A8320E" w:rsidRPr="00126A7C" w:rsidRDefault="00A8320E" w:rsidP="00A8320E">
      <w:pPr>
        <w:pStyle w:val="Titre1"/>
        <w:rPr>
          <w:sz w:val="24"/>
          <w:szCs w:val="24"/>
        </w:rPr>
      </w:pPr>
      <w:r w:rsidRPr="00126A7C">
        <w:rPr>
          <w:sz w:val="24"/>
          <w:szCs w:val="24"/>
        </w:rPr>
        <w:t xml:space="preserve">Proposition </w:t>
      </w:r>
      <w:r>
        <w:rPr>
          <w:sz w:val="24"/>
          <w:szCs w:val="24"/>
        </w:rPr>
        <w:t>8</w:t>
      </w:r>
      <w:r w:rsidRPr="00126A7C">
        <w:rPr>
          <w:sz w:val="24"/>
          <w:szCs w:val="24"/>
        </w:rPr>
        <w:t xml:space="preserve"> : </w:t>
      </w:r>
      <w:r>
        <w:rPr>
          <w:sz w:val="24"/>
          <w:szCs w:val="24"/>
        </w:rPr>
        <w:t>Faire rayonner la finance solidaire à l’international</w:t>
      </w:r>
    </w:p>
    <w:tbl>
      <w:tblPr>
        <w:tblStyle w:val="Grilledutableau"/>
        <w:tblW w:w="0" w:type="auto"/>
        <w:tblLook w:val="04A0" w:firstRow="1" w:lastRow="0" w:firstColumn="1" w:lastColumn="0" w:noHBand="0" w:noVBand="1"/>
      </w:tblPr>
      <w:tblGrid>
        <w:gridCol w:w="4531"/>
        <w:gridCol w:w="4531"/>
      </w:tblGrid>
      <w:tr w:rsidR="00A8320E" w:rsidRPr="00087648" w14:paraId="39C90B97" w14:textId="77777777" w:rsidTr="00537399">
        <w:tc>
          <w:tcPr>
            <w:tcW w:w="4531" w:type="dxa"/>
            <w:shd w:val="clear" w:color="auto" w:fill="044632"/>
          </w:tcPr>
          <w:p w14:paraId="242F98F2" w14:textId="77777777" w:rsidR="00A8320E" w:rsidRPr="00087648" w:rsidRDefault="00A8320E"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510B4E56" w14:textId="77777777" w:rsidR="00A8320E" w:rsidRPr="00087648" w:rsidRDefault="00A8320E" w:rsidP="00537399">
            <w:pPr>
              <w:pStyle w:val="Titre3"/>
              <w:jc w:val="center"/>
              <w:outlineLvl w:val="2"/>
              <w:rPr>
                <w:color w:val="FFFFFF" w:themeColor="background1"/>
              </w:rPr>
            </w:pPr>
            <w:r>
              <w:rPr>
                <w:color w:val="FFFFFF" w:themeColor="background1"/>
              </w:rPr>
              <w:t>LinkedIn</w:t>
            </w:r>
          </w:p>
        </w:tc>
      </w:tr>
      <w:tr w:rsidR="00A8320E" w14:paraId="28AA73E6" w14:textId="77777777" w:rsidTr="00537399">
        <w:tc>
          <w:tcPr>
            <w:tcW w:w="4531" w:type="dxa"/>
          </w:tcPr>
          <w:p w14:paraId="70CE6B3B" w14:textId="77777777" w:rsidR="00A8320E" w:rsidRDefault="00A8320E" w:rsidP="00537399"/>
          <w:p w14:paraId="734EB0AC" w14:textId="77777777" w:rsidR="00D34CCD" w:rsidRPr="00D34CCD" w:rsidRDefault="00D34CCD" w:rsidP="00D34CCD">
            <w:pPr>
              <w:spacing w:line="240" w:lineRule="auto"/>
              <w:rPr>
                <w:rFonts w:asciiTheme="minorHAnsi" w:eastAsia="Times New Roman" w:hAnsiTheme="minorHAnsi" w:cstheme="minorHAnsi"/>
                <w:color w:val="auto"/>
                <w:lang w:eastAsia="fr-FR"/>
              </w:rPr>
            </w:pPr>
            <w:r w:rsidRPr="00D34CCD">
              <w:rPr>
                <w:rFonts w:asciiTheme="minorHAnsi" w:eastAsia="Times New Roman" w:hAnsiTheme="minorHAnsi" w:cstheme="minorHAnsi"/>
                <w:color w:val="1D9BF0"/>
                <w:lang w:eastAsia="fr-FR"/>
              </w:rPr>
              <w:t>#FinancerDemain</w:t>
            </w:r>
            <w:r w:rsidRPr="00D34CCD">
              <w:rPr>
                <w:rFonts w:asciiTheme="minorHAnsi" w:eastAsia="Times New Roman" w:hAnsiTheme="minorHAnsi" w:cstheme="minorHAnsi"/>
                <w:color w:val="auto"/>
                <w:lang w:eastAsia="fr-FR"/>
              </w:rPr>
              <w:t>, c’est aussi permettre à la finance solidaire de rayonner à l’international !</w:t>
            </w:r>
          </w:p>
          <w:p w14:paraId="25DB836B" w14:textId="5DC090DF" w:rsidR="00D34CCD" w:rsidRPr="00D34CCD" w:rsidRDefault="00D34CCD" w:rsidP="00D34CCD">
            <w:pPr>
              <w:spacing w:line="240" w:lineRule="auto"/>
              <w:rPr>
                <w:rFonts w:asciiTheme="minorHAnsi" w:eastAsia="Times New Roman" w:hAnsiTheme="minorHAnsi" w:cstheme="minorHAnsi"/>
                <w:color w:val="auto"/>
                <w:lang w:eastAsia="fr-FR"/>
              </w:rPr>
            </w:pPr>
            <w:r w:rsidRPr="00D34CCD">
              <w:rPr>
                <w:rFonts w:asciiTheme="minorHAnsi" w:eastAsia="Times New Roman" w:hAnsiTheme="minorHAnsi" w:cstheme="minorHAnsi"/>
                <w:color w:val="auto"/>
                <w:lang w:eastAsia="fr-FR"/>
              </w:rPr>
              <w:br/>
            </w:r>
            <w:r w:rsidRPr="00D34CCD">
              <w:rPr>
                <w:rFonts w:asciiTheme="minorHAnsi" w:eastAsia="Times New Roman" w:hAnsiTheme="minorHAnsi" w:cstheme="minorHAnsi"/>
                <w:color w:val="1D9BF0"/>
                <w:lang w:eastAsia="fr-FR"/>
              </w:rPr>
              <w:t>@Label_Finansol</w:t>
            </w:r>
            <w:r w:rsidRPr="00D34CCD">
              <w:rPr>
                <w:rFonts w:asciiTheme="minorHAnsi" w:eastAsia="Times New Roman" w:hAnsiTheme="minorHAnsi" w:cstheme="minorHAnsi"/>
                <w:color w:val="auto"/>
                <w:lang w:eastAsia="fr-FR"/>
              </w:rPr>
              <w:t xml:space="preserve"> fait 3 propositions pour que les produits financiers solidaires puissent s’exporter hors des frontières.</w:t>
            </w:r>
          </w:p>
          <w:p w14:paraId="3F4F65D2" w14:textId="7D86414C" w:rsidR="00D34CCD" w:rsidRPr="00D34CCD" w:rsidRDefault="00D34CCD" w:rsidP="009D0DD3">
            <w:pPr>
              <w:spacing w:line="240" w:lineRule="auto"/>
              <w:rPr>
                <w:rFonts w:asciiTheme="minorHAnsi" w:eastAsia="Times New Roman" w:hAnsiTheme="minorHAnsi" w:cstheme="minorHAnsi"/>
                <w:color w:val="auto"/>
                <w:lang w:eastAsia="fr-FR"/>
              </w:rPr>
            </w:pPr>
            <w:r w:rsidRPr="00D34CCD">
              <w:rPr>
                <w:rFonts w:asciiTheme="minorHAnsi" w:eastAsia="Times New Roman" w:hAnsiTheme="minorHAnsi" w:cstheme="minorHAnsi"/>
                <w:color w:val="auto"/>
                <w:lang w:eastAsia="fr-FR"/>
              </w:rPr>
              <w:br/>
            </w:r>
            <w:r w:rsidR="009D0DD3">
              <w:rPr>
                <w:rFonts w:asciiTheme="minorHAnsi" w:eastAsia="Times New Roman" w:hAnsiTheme="minorHAnsi" w:cstheme="minorHAnsi"/>
                <w:color w:val="auto"/>
                <w:lang w:eastAsia="fr-FR"/>
              </w:rPr>
              <w:t>Découvrir</w:t>
            </w:r>
            <w:r w:rsidRPr="00D34CCD">
              <w:rPr>
                <w:rFonts w:asciiTheme="minorHAnsi" w:eastAsia="Times New Roman" w:hAnsiTheme="minorHAnsi" w:cstheme="minorHAnsi"/>
                <w:color w:val="auto"/>
                <w:lang w:eastAsia="fr-FR"/>
              </w:rPr>
              <w:t xml:space="preserve"> la </w:t>
            </w:r>
            <w:r w:rsidRPr="00D34CCD">
              <w:rPr>
                <w:rFonts w:asciiTheme="minorHAnsi" w:eastAsia="Times New Roman" w:hAnsiTheme="minorHAnsi" w:cstheme="minorHAnsi"/>
                <w:color w:val="1D9BF0"/>
                <w:lang w:eastAsia="fr-FR"/>
              </w:rPr>
              <w:t>#Proposition8</w:t>
            </w:r>
            <w:r w:rsidRPr="00D34CCD">
              <w:rPr>
                <w:rFonts w:asciiTheme="minorHAnsi" w:eastAsia="Times New Roman" w:hAnsiTheme="minorHAnsi" w:cstheme="minorHAnsi"/>
                <w:color w:val="auto"/>
                <w:lang w:eastAsia="fr-FR"/>
              </w:rPr>
              <w:t xml:space="preserve"> </w:t>
            </w:r>
            <w:r w:rsidRPr="00D34CCD">
              <w:rPr>
                <w:rFonts w:ascii="Segoe UI Emoji" w:eastAsia="Times New Roman" w:hAnsi="Segoe UI Emoji" w:cs="Segoe UI Emoji"/>
                <w:color w:val="auto"/>
                <w:lang w:eastAsia="fr-FR"/>
              </w:rPr>
              <w:t>👉</w:t>
            </w:r>
            <w:r w:rsidRPr="00D34CCD">
              <w:rPr>
                <w:rFonts w:asciiTheme="minorHAnsi" w:eastAsia="Times New Roman" w:hAnsiTheme="minorHAnsi" w:cstheme="minorHAnsi"/>
                <w:color w:val="auto"/>
                <w:lang w:eastAsia="fr-FR"/>
              </w:rPr>
              <w:t xml:space="preserve"> </w:t>
            </w:r>
            <w:hyperlink r:id="rId30" w:history="1">
              <w:r w:rsidR="009D0DD3" w:rsidRPr="00087648">
                <w:rPr>
                  <w:rStyle w:val="Lienhypertexte"/>
                  <w:color w:val="006927" w:themeColor="accent1" w:themeShade="40"/>
                </w:rPr>
                <w:t>https://bit.ly/3GnOhTY</w:t>
              </w:r>
            </w:hyperlink>
          </w:p>
          <w:p w14:paraId="2E649922" w14:textId="77777777" w:rsidR="00F95F02" w:rsidRDefault="00F95F02" w:rsidP="00537399"/>
          <w:p w14:paraId="40539B44" w14:textId="77777777" w:rsidR="00A8320E" w:rsidRDefault="00A8320E" w:rsidP="00537399">
            <w:pPr>
              <w:pStyle w:val="Titre3"/>
              <w:outlineLvl w:val="2"/>
            </w:pPr>
          </w:p>
        </w:tc>
        <w:tc>
          <w:tcPr>
            <w:tcW w:w="4531" w:type="dxa"/>
          </w:tcPr>
          <w:p w14:paraId="627853EC" w14:textId="77777777" w:rsidR="00A8320E" w:rsidRDefault="00A8320E" w:rsidP="00537399"/>
          <w:p w14:paraId="4AF346B6" w14:textId="68EFCDBD" w:rsidR="001A00DF" w:rsidRDefault="001A00DF" w:rsidP="00537399">
            <w:pPr>
              <w:rPr>
                <w:color w:val="auto"/>
              </w:rPr>
            </w:pPr>
            <w:r w:rsidRPr="0050625B">
              <w:rPr>
                <w:color w:val="auto"/>
              </w:rPr>
              <w:t>Le développement des acteurs et des produits financiers solidaires</w:t>
            </w:r>
            <w:r w:rsidR="0050625B" w:rsidRPr="0050625B">
              <w:rPr>
                <w:color w:val="auto"/>
              </w:rPr>
              <w:t xml:space="preserve"> s’arrête souvent aux frontières françaises</w:t>
            </w:r>
            <w:r w:rsidR="00177407">
              <w:rPr>
                <w:color w:val="auto"/>
              </w:rPr>
              <w:t xml:space="preserve"> alors même que des innovations, telles que les fonds 90/10, suscitent un fort intérêt</w:t>
            </w:r>
            <w:r w:rsidR="00284C36">
              <w:rPr>
                <w:color w:val="auto"/>
              </w:rPr>
              <w:t>.</w:t>
            </w:r>
          </w:p>
          <w:p w14:paraId="0B08A572" w14:textId="77777777" w:rsidR="0091473E" w:rsidRDefault="0091473E" w:rsidP="00537399">
            <w:pPr>
              <w:rPr>
                <w:color w:val="auto"/>
              </w:rPr>
            </w:pPr>
          </w:p>
          <w:p w14:paraId="0587E5CF" w14:textId="367E27A9" w:rsidR="0091473E" w:rsidRDefault="0091473E" w:rsidP="00537399">
            <w:pPr>
              <w:rPr>
                <w:rFonts w:asciiTheme="minorHAnsi" w:eastAsia="Times New Roman" w:hAnsiTheme="minorHAnsi" w:cstheme="minorHAnsi"/>
                <w:color w:val="auto"/>
                <w:lang w:eastAsia="fr-FR"/>
              </w:rPr>
            </w:pPr>
            <w:r>
              <w:rPr>
                <w:color w:val="auto"/>
              </w:rPr>
              <w:t xml:space="preserve">Dans son livre blanc, </w:t>
            </w:r>
            <w:r w:rsidRPr="00087648">
              <w:rPr>
                <w:rFonts w:asciiTheme="minorHAnsi" w:eastAsia="Times New Roman" w:hAnsiTheme="minorHAnsi" w:cstheme="minorHAnsi"/>
                <w:color w:val="006927" w:themeColor="accent1" w:themeShade="40"/>
                <w:lang w:eastAsia="fr-FR"/>
              </w:rPr>
              <w:t>@fair-label-finansol</w:t>
            </w:r>
            <w:r>
              <w:rPr>
                <w:rFonts w:asciiTheme="minorHAnsi" w:eastAsia="Times New Roman" w:hAnsiTheme="minorHAnsi" w:cstheme="minorHAnsi"/>
                <w:color w:val="006927" w:themeColor="accent1" w:themeShade="40"/>
                <w:lang w:eastAsia="fr-FR"/>
              </w:rPr>
              <w:t xml:space="preserve"> </w:t>
            </w:r>
            <w:r w:rsidR="00486526" w:rsidRPr="00486526">
              <w:rPr>
                <w:rFonts w:asciiTheme="minorHAnsi" w:eastAsia="Times New Roman" w:hAnsiTheme="minorHAnsi" w:cstheme="minorHAnsi"/>
                <w:color w:val="auto"/>
                <w:lang w:eastAsia="fr-FR"/>
              </w:rPr>
              <w:t xml:space="preserve">fait 3 propositions pour </w:t>
            </w:r>
            <w:r w:rsidR="00486526">
              <w:rPr>
                <w:rFonts w:asciiTheme="minorHAnsi" w:eastAsia="Times New Roman" w:hAnsiTheme="minorHAnsi" w:cstheme="minorHAnsi"/>
                <w:color w:val="auto"/>
                <w:lang w:eastAsia="fr-FR"/>
              </w:rPr>
              <w:t>que la finance solidaire puisse rayonner à l’international</w:t>
            </w:r>
            <w:r w:rsidR="00284C36">
              <w:rPr>
                <w:rFonts w:asciiTheme="minorHAnsi" w:eastAsia="Times New Roman" w:hAnsiTheme="minorHAnsi" w:cstheme="minorHAnsi"/>
                <w:color w:val="auto"/>
                <w:lang w:eastAsia="fr-FR"/>
              </w:rPr>
              <w:t>. Et financer plus largement les entreprises sociales.</w:t>
            </w:r>
          </w:p>
          <w:p w14:paraId="251E22A1" w14:textId="77777777" w:rsidR="00284C36" w:rsidRDefault="00284C36" w:rsidP="00537399">
            <w:pPr>
              <w:rPr>
                <w:color w:val="auto"/>
              </w:rPr>
            </w:pPr>
          </w:p>
          <w:p w14:paraId="33CC0A31" w14:textId="2BA74E23" w:rsidR="00284C36" w:rsidRDefault="00284C36" w:rsidP="00537399">
            <w:pPr>
              <w:rPr>
                <w:rStyle w:val="Lienhypertexte"/>
                <w:color w:val="006927" w:themeColor="accent1" w:themeShade="40"/>
              </w:rPr>
            </w:pPr>
            <w:r>
              <w:t xml:space="preserve">En savoir plus sur la </w:t>
            </w:r>
            <w:r>
              <w:rPr>
                <w:rFonts w:asciiTheme="minorHAnsi" w:eastAsia="Times New Roman" w:hAnsiTheme="minorHAnsi" w:cstheme="minorHAnsi"/>
                <w:color w:val="1D9BF0"/>
                <w:lang w:eastAsia="fr-FR"/>
              </w:rPr>
              <w:t>#P</w:t>
            </w:r>
            <w:r w:rsidRPr="001006F0">
              <w:rPr>
                <w:rFonts w:asciiTheme="minorHAnsi" w:eastAsia="Times New Roman" w:hAnsiTheme="minorHAnsi" w:cstheme="minorHAnsi"/>
                <w:color w:val="1D9BF0"/>
                <w:lang w:eastAsia="fr-FR"/>
              </w:rPr>
              <w:t>roposition</w:t>
            </w:r>
            <w:r>
              <w:rPr>
                <w:rFonts w:asciiTheme="minorHAnsi" w:eastAsia="Times New Roman" w:hAnsiTheme="minorHAnsi" w:cstheme="minorHAnsi"/>
                <w:color w:val="1D9BF0"/>
                <w:lang w:eastAsia="fr-FR"/>
              </w:rPr>
              <w:t>8</w:t>
            </w:r>
            <w:r>
              <w:t xml:space="preserve"> du livre blanc </w:t>
            </w:r>
            <w:r>
              <w:rPr>
                <w:rFonts w:ascii="Segoe UI Emoji" w:hAnsi="Segoe UI Emoji" w:cs="Segoe UI Emoji"/>
              </w:rPr>
              <w:t>👉</w:t>
            </w:r>
            <w:r>
              <w:t xml:space="preserve"> </w:t>
            </w:r>
            <w:hyperlink r:id="rId31" w:history="1">
              <w:r w:rsidRPr="00087648">
                <w:rPr>
                  <w:rStyle w:val="Lienhypertexte"/>
                  <w:color w:val="006927" w:themeColor="accent1" w:themeShade="40"/>
                </w:rPr>
                <w:t>https://bit.ly/3GnOhTY</w:t>
              </w:r>
            </w:hyperlink>
          </w:p>
          <w:p w14:paraId="1CDB1366" w14:textId="77777777" w:rsidR="00284C36" w:rsidRPr="0091473E" w:rsidRDefault="00284C36" w:rsidP="00537399">
            <w:pPr>
              <w:rPr>
                <w:color w:val="auto"/>
              </w:rPr>
            </w:pPr>
          </w:p>
          <w:p w14:paraId="3D6AF517" w14:textId="77777777" w:rsidR="0050625B" w:rsidRDefault="0050625B" w:rsidP="0050625B">
            <w:pPr>
              <w:rPr>
                <w:rFonts w:asciiTheme="minorHAnsi" w:eastAsia="Times New Roman" w:hAnsiTheme="minorHAnsi" w:cstheme="minorHAnsi"/>
                <w:color w:val="1D9BF0"/>
                <w:lang w:eastAsia="fr-FR"/>
              </w:rPr>
            </w:pPr>
            <w:r w:rsidRPr="008144F6">
              <w:rPr>
                <w:rFonts w:asciiTheme="minorHAnsi" w:eastAsia="Times New Roman" w:hAnsiTheme="minorHAnsi" w:cstheme="minorHAnsi"/>
                <w:color w:val="1D9BF0"/>
                <w:lang w:eastAsia="fr-FR"/>
              </w:rPr>
              <w:t>#FinancerDemain</w:t>
            </w:r>
          </w:p>
          <w:p w14:paraId="1C5CA173" w14:textId="77777777" w:rsidR="00A8320E" w:rsidRPr="00F15625" w:rsidRDefault="00A8320E" w:rsidP="00537399"/>
        </w:tc>
      </w:tr>
    </w:tbl>
    <w:p w14:paraId="05C43E60" w14:textId="77777777" w:rsidR="00A8320E" w:rsidRDefault="00A8320E" w:rsidP="00C37AA7"/>
    <w:p w14:paraId="0C5CB648" w14:textId="77777777" w:rsidR="00AC0DEB" w:rsidRDefault="00AC0DEB" w:rsidP="00C37AA7"/>
    <w:p w14:paraId="621673FE" w14:textId="77777777" w:rsidR="00AC0DEB" w:rsidRDefault="00AC0DEB" w:rsidP="00C37AA7"/>
    <w:p w14:paraId="733D2461" w14:textId="77777777" w:rsidR="00AC0DEB" w:rsidRDefault="00AC0DEB" w:rsidP="00C37AA7"/>
    <w:p w14:paraId="03B97902" w14:textId="77777777" w:rsidR="00AC0DEB" w:rsidRDefault="00AC0DEB" w:rsidP="00C37AA7"/>
    <w:p w14:paraId="7E4CC2DD" w14:textId="77777777" w:rsidR="00AC0DEB" w:rsidRDefault="00AC0DEB" w:rsidP="00C37AA7"/>
    <w:p w14:paraId="0B2556B1" w14:textId="75B335E1" w:rsidR="00A8320E" w:rsidRPr="00126A7C" w:rsidRDefault="00A8320E" w:rsidP="00A8320E">
      <w:pPr>
        <w:pStyle w:val="Titre1"/>
        <w:rPr>
          <w:sz w:val="24"/>
          <w:szCs w:val="24"/>
        </w:rPr>
      </w:pPr>
      <w:r w:rsidRPr="00126A7C">
        <w:rPr>
          <w:sz w:val="24"/>
          <w:szCs w:val="24"/>
        </w:rPr>
        <w:t xml:space="preserve">Proposition </w:t>
      </w:r>
      <w:r>
        <w:rPr>
          <w:sz w:val="24"/>
          <w:szCs w:val="24"/>
        </w:rPr>
        <w:t>9</w:t>
      </w:r>
      <w:r w:rsidRPr="00126A7C">
        <w:rPr>
          <w:sz w:val="24"/>
          <w:szCs w:val="24"/>
        </w:rPr>
        <w:t xml:space="preserve"> : </w:t>
      </w:r>
      <w:r>
        <w:rPr>
          <w:sz w:val="24"/>
          <w:szCs w:val="24"/>
        </w:rPr>
        <w:t>Promouvoir le développement des monnaies locales</w:t>
      </w:r>
    </w:p>
    <w:tbl>
      <w:tblPr>
        <w:tblStyle w:val="Grilledutableau"/>
        <w:tblW w:w="0" w:type="auto"/>
        <w:tblLook w:val="04A0" w:firstRow="1" w:lastRow="0" w:firstColumn="1" w:lastColumn="0" w:noHBand="0" w:noVBand="1"/>
      </w:tblPr>
      <w:tblGrid>
        <w:gridCol w:w="4531"/>
        <w:gridCol w:w="4531"/>
      </w:tblGrid>
      <w:tr w:rsidR="00A8320E" w:rsidRPr="00087648" w14:paraId="212380BA" w14:textId="77777777" w:rsidTr="00537399">
        <w:tc>
          <w:tcPr>
            <w:tcW w:w="4531" w:type="dxa"/>
            <w:shd w:val="clear" w:color="auto" w:fill="044632"/>
          </w:tcPr>
          <w:p w14:paraId="327B8C9C" w14:textId="77777777" w:rsidR="00A8320E" w:rsidRPr="00087648" w:rsidRDefault="00A8320E"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48CDFB03" w14:textId="77777777" w:rsidR="00A8320E" w:rsidRPr="00087648" w:rsidRDefault="00A8320E" w:rsidP="00537399">
            <w:pPr>
              <w:pStyle w:val="Titre3"/>
              <w:jc w:val="center"/>
              <w:outlineLvl w:val="2"/>
              <w:rPr>
                <w:color w:val="FFFFFF" w:themeColor="background1"/>
              </w:rPr>
            </w:pPr>
            <w:r>
              <w:rPr>
                <w:color w:val="FFFFFF" w:themeColor="background1"/>
              </w:rPr>
              <w:t>LinkedIn</w:t>
            </w:r>
          </w:p>
        </w:tc>
      </w:tr>
      <w:tr w:rsidR="00A8320E" w14:paraId="70E84D33" w14:textId="77777777" w:rsidTr="00537399">
        <w:tc>
          <w:tcPr>
            <w:tcW w:w="4531" w:type="dxa"/>
          </w:tcPr>
          <w:p w14:paraId="6A0E22DB" w14:textId="77777777" w:rsidR="00A8320E" w:rsidRDefault="00A8320E" w:rsidP="00537399"/>
          <w:p w14:paraId="46F47350" w14:textId="51E4E86D" w:rsidR="004F485D" w:rsidRPr="005E1E9A" w:rsidRDefault="004F485D" w:rsidP="00287275">
            <w:pPr>
              <w:rPr>
                <w:rFonts w:asciiTheme="minorHAnsi" w:eastAsia="Times New Roman" w:hAnsiTheme="minorHAnsi" w:cstheme="minorHAnsi"/>
                <w:color w:val="auto"/>
                <w:lang w:eastAsia="fr-FR"/>
              </w:rPr>
            </w:pPr>
            <w:r w:rsidRPr="005E1E9A">
              <w:rPr>
                <w:rFonts w:asciiTheme="minorHAnsi" w:eastAsia="Times New Roman" w:hAnsiTheme="minorHAnsi" w:cstheme="minorHAnsi"/>
                <w:color w:val="1D9BF0"/>
                <w:lang w:eastAsia="fr-FR"/>
              </w:rPr>
              <w:t>#FinancerDemain</w:t>
            </w:r>
            <w:r w:rsidRPr="005E1E9A">
              <w:rPr>
                <w:rFonts w:asciiTheme="minorHAnsi" w:eastAsia="Times New Roman" w:hAnsiTheme="minorHAnsi" w:cstheme="minorHAnsi"/>
                <w:color w:val="auto"/>
                <w:lang w:eastAsia="fr-FR"/>
              </w:rPr>
              <w:t xml:space="preserve"> | </w:t>
            </w:r>
            <w:r w:rsidR="00287275">
              <w:t>Soutenir la création d'une économie fondée sur le lien humain et les circuits courts, c’est possible !</w:t>
            </w:r>
            <w:r w:rsidRPr="005E1E9A">
              <w:rPr>
                <w:rFonts w:asciiTheme="minorHAnsi" w:eastAsia="Times New Roman" w:hAnsiTheme="minorHAnsi" w:cstheme="minorHAnsi"/>
                <w:color w:val="auto"/>
                <w:lang w:eastAsia="fr-FR"/>
              </w:rPr>
              <w:br/>
            </w:r>
          </w:p>
          <w:p w14:paraId="768C4A08" w14:textId="77777777" w:rsidR="00287275" w:rsidRDefault="004F485D" w:rsidP="00287275">
            <w:r w:rsidRPr="005E1E9A">
              <w:rPr>
                <w:rFonts w:asciiTheme="minorHAnsi" w:eastAsia="Times New Roman" w:hAnsiTheme="minorHAnsi" w:cstheme="minorHAnsi"/>
                <w:color w:val="006927" w:themeColor="accent1" w:themeShade="40"/>
                <w:lang w:eastAsia="fr-FR"/>
              </w:rPr>
              <w:t>@Label_Finansol</w:t>
            </w:r>
            <w:r w:rsidR="00287275">
              <w:t xml:space="preserve">, avec </w:t>
            </w:r>
            <w:r w:rsidR="00287275" w:rsidRPr="00287275">
              <w:rPr>
                <w:rFonts w:asciiTheme="minorHAnsi" w:eastAsia="Times New Roman" w:hAnsiTheme="minorHAnsi" w:cstheme="minorHAnsi"/>
                <w:color w:val="006927" w:themeColor="accent1" w:themeShade="40"/>
                <w:lang w:eastAsia="fr-FR"/>
              </w:rPr>
              <w:t>@MouvementSol</w:t>
            </w:r>
            <w:r w:rsidR="00287275">
              <w:t>, propose de développer les monnaies locales !</w:t>
            </w:r>
          </w:p>
          <w:p w14:paraId="2AF88D58" w14:textId="7F011D1F" w:rsidR="004F485D" w:rsidRPr="005E1E9A" w:rsidRDefault="004F485D" w:rsidP="004F485D">
            <w:pPr>
              <w:spacing w:line="240" w:lineRule="auto"/>
              <w:rPr>
                <w:rFonts w:asciiTheme="minorHAnsi" w:eastAsia="Times New Roman" w:hAnsiTheme="minorHAnsi" w:cstheme="minorHAnsi"/>
                <w:color w:val="auto"/>
                <w:lang w:eastAsia="fr-FR"/>
              </w:rPr>
            </w:pPr>
          </w:p>
          <w:p w14:paraId="118A2945" w14:textId="2EDBE80A" w:rsidR="00287275" w:rsidRDefault="00287275" w:rsidP="00287275">
            <w:pPr>
              <w:rPr>
                <w:rStyle w:val="Lienhypertexte"/>
                <w:color w:val="006927" w:themeColor="accent1" w:themeShade="40"/>
              </w:rPr>
            </w:pPr>
            <w:r>
              <w:t xml:space="preserve">Tout sur la </w:t>
            </w:r>
            <w:r w:rsidRPr="005E1E9A">
              <w:rPr>
                <w:rFonts w:asciiTheme="minorHAnsi" w:eastAsia="Times New Roman" w:hAnsiTheme="minorHAnsi" w:cstheme="minorHAnsi"/>
                <w:color w:val="1D9BF0"/>
                <w:lang w:eastAsia="fr-FR"/>
              </w:rPr>
              <w:t>#Proposition</w:t>
            </w:r>
            <w:r>
              <w:rPr>
                <w:rFonts w:asciiTheme="minorHAnsi" w:eastAsia="Times New Roman" w:hAnsiTheme="minorHAnsi" w:cstheme="minorHAnsi"/>
                <w:color w:val="1D9BF0"/>
                <w:lang w:eastAsia="fr-FR"/>
              </w:rPr>
              <w:t>9</w:t>
            </w:r>
            <w:r w:rsidRPr="005E1E9A">
              <w:rPr>
                <w:rFonts w:asciiTheme="minorHAnsi" w:eastAsia="Times New Roman" w:hAnsiTheme="minorHAnsi" w:cstheme="minorHAnsi"/>
                <w:color w:val="auto"/>
                <w:lang w:eastAsia="fr-FR"/>
              </w:rPr>
              <w:t xml:space="preserve"> </w:t>
            </w:r>
            <w:r>
              <w:rPr>
                <w:rFonts w:ascii="Segoe UI Emoji" w:hAnsi="Segoe UI Emoji" w:cs="Segoe UI Emoji"/>
              </w:rPr>
              <w:t>👉</w:t>
            </w:r>
            <w:r>
              <w:t xml:space="preserve"> </w:t>
            </w:r>
            <w:hyperlink r:id="rId32" w:history="1">
              <w:r w:rsidRPr="00087648">
                <w:rPr>
                  <w:rStyle w:val="Lienhypertexte"/>
                  <w:color w:val="006927" w:themeColor="accent1" w:themeShade="40"/>
                </w:rPr>
                <w:t>https://bit.ly/3GnOhTY</w:t>
              </w:r>
            </w:hyperlink>
          </w:p>
          <w:p w14:paraId="5E030502" w14:textId="2C5D476F" w:rsidR="00287275" w:rsidRDefault="00287275" w:rsidP="00287275"/>
        </w:tc>
        <w:tc>
          <w:tcPr>
            <w:tcW w:w="4531" w:type="dxa"/>
          </w:tcPr>
          <w:p w14:paraId="34E3F82A" w14:textId="77777777" w:rsidR="00A8320E" w:rsidRDefault="00A8320E" w:rsidP="00537399"/>
          <w:p w14:paraId="1DBF03A9" w14:textId="5344BAAE" w:rsidR="00263D99" w:rsidRDefault="00A8320E" w:rsidP="00263D99">
            <w:r w:rsidRPr="008144F6">
              <w:rPr>
                <w:rFonts w:asciiTheme="minorHAnsi" w:eastAsia="Times New Roman" w:hAnsiTheme="minorHAnsi" w:cstheme="minorHAnsi"/>
                <w:color w:val="1D9BF0"/>
                <w:lang w:eastAsia="fr-FR"/>
              </w:rPr>
              <w:t>#FinancerDemain</w:t>
            </w:r>
            <w:r w:rsidR="00263D99">
              <w:rPr>
                <w:rFonts w:asciiTheme="minorHAnsi" w:eastAsia="Times New Roman" w:hAnsiTheme="minorHAnsi" w:cstheme="minorHAnsi"/>
                <w:color w:val="1D9BF0"/>
                <w:lang w:eastAsia="fr-FR"/>
              </w:rPr>
              <w:t xml:space="preserve"> </w:t>
            </w:r>
            <w:r w:rsidR="009F1D23" w:rsidRPr="009F1D23">
              <w:rPr>
                <w:rFonts w:asciiTheme="minorHAnsi" w:eastAsia="Times New Roman" w:hAnsiTheme="minorHAnsi" w:cstheme="minorHAnsi"/>
                <w:color w:val="auto"/>
                <w:lang w:eastAsia="fr-FR"/>
              </w:rPr>
              <w:t xml:space="preserve">| </w:t>
            </w:r>
            <w:r w:rsidR="00263D99">
              <w:t xml:space="preserve">Comment </w:t>
            </w:r>
            <w:r w:rsidR="000B03B5">
              <w:t xml:space="preserve">soutenir une économie </w:t>
            </w:r>
            <w:r w:rsidR="00263D99">
              <w:t>l</w:t>
            </w:r>
            <w:r w:rsidR="000B03B5">
              <w:t>ocale et circulaire</w:t>
            </w:r>
            <w:r w:rsidR="00263D99">
              <w:t xml:space="preserve"> ? </w:t>
            </w:r>
          </w:p>
          <w:p w14:paraId="43FC315A" w14:textId="77777777" w:rsidR="00263D99" w:rsidRDefault="00263D99" w:rsidP="00263D99"/>
          <w:p w14:paraId="3CFE240F" w14:textId="53E23366" w:rsidR="00263D99" w:rsidRDefault="00263D99" w:rsidP="00263D99">
            <w:r w:rsidRPr="00087648">
              <w:rPr>
                <w:rFonts w:asciiTheme="minorHAnsi" w:eastAsia="Times New Roman" w:hAnsiTheme="minorHAnsi" w:cstheme="minorHAnsi"/>
                <w:color w:val="006927" w:themeColor="accent1" w:themeShade="40"/>
                <w:lang w:eastAsia="fr-FR"/>
              </w:rPr>
              <w:t>@fair-label-finansol</w:t>
            </w:r>
            <w:r>
              <w:t xml:space="preserve">, en partenariat avec Le Mouvement Sol, propose de développer les monnaies locales. </w:t>
            </w:r>
            <w:r w:rsidRPr="005E1E9A">
              <w:rPr>
                <w:rFonts w:asciiTheme="minorHAnsi" w:eastAsia="Times New Roman" w:hAnsiTheme="minorHAnsi" w:cstheme="minorHAnsi"/>
                <w:color w:val="1D9BF0"/>
                <w:lang w:eastAsia="fr-FR"/>
              </w:rPr>
              <w:t>#Proposition</w:t>
            </w:r>
            <w:r>
              <w:rPr>
                <w:rFonts w:asciiTheme="minorHAnsi" w:eastAsia="Times New Roman" w:hAnsiTheme="minorHAnsi" w:cstheme="minorHAnsi"/>
                <w:color w:val="1D9BF0"/>
                <w:lang w:eastAsia="fr-FR"/>
              </w:rPr>
              <w:t>9</w:t>
            </w:r>
          </w:p>
          <w:p w14:paraId="7CBA2F88" w14:textId="77777777" w:rsidR="00263D99" w:rsidRDefault="00263D99" w:rsidP="00263D99"/>
          <w:p w14:paraId="0DBE7DAE" w14:textId="77777777" w:rsidR="00263D99" w:rsidRDefault="00263D99" w:rsidP="00263D99">
            <w:r>
              <w:t>A l'image de la finance solidaire, les monnaies locales soutiennent la création d'une économie fondée sur le lien humain et les circuits courts. Un soutien fort de l'Etat et des acteurs territoriaux leur permettraient d'effectuer un véritable changement d'échelle !</w:t>
            </w:r>
          </w:p>
          <w:p w14:paraId="5FE826B2" w14:textId="77777777" w:rsidR="00263D99" w:rsidRDefault="00263D99" w:rsidP="00263D99"/>
          <w:p w14:paraId="68215420" w14:textId="7B534F57" w:rsidR="00263D99" w:rsidRDefault="00263D99" w:rsidP="00263D99">
            <w:r>
              <w:t xml:space="preserve">Pour en savoir plus, et agir pour une finance plus humaine, plus éthique, plus solidaire : </w:t>
            </w:r>
            <w:hyperlink r:id="rId33" w:history="1">
              <w:r w:rsidRPr="00087648">
                <w:rPr>
                  <w:rStyle w:val="Lienhypertexte"/>
                  <w:color w:val="006927" w:themeColor="accent1" w:themeShade="40"/>
                </w:rPr>
                <w:t>https://bit.ly/3GnOhTY</w:t>
              </w:r>
            </w:hyperlink>
          </w:p>
          <w:p w14:paraId="524D0C93" w14:textId="77777777" w:rsidR="00A8320E" w:rsidRPr="00F15625" w:rsidRDefault="00A8320E" w:rsidP="00263D99"/>
        </w:tc>
      </w:tr>
    </w:tbl>
    <w:p w14:paraId="295709F2" w14:textId="77777777" w:rsidR="00A8320E" w:rsidRDefault="00A8320E" w:rsidP="00C37AA7"/>
    <w:p w14:paraId="6357AD3F" w14:textId="77777777" w:rsidR="00AC0DEB" w:rsidRDefault="00AC0DEB" w:rsidP="00C37AA7"/>
    <w:p w14:paraId="4124D85E" w14:textId="62C0D37F" w:rsidR="00F756CB" w:rsidRPr="00126A7C" w:rsidRDefault="00F756CB" w:rsidP="00F756CB">
      <w:pPr>
        <w:pStyle w:val="Titre1"/>
        <w:rPr>
          <w:sz w:val="24"/>
          <w:szCs w:val="24"/>
        </w:rPr>
      </w:pPr>
      <w:r w:rsidRPr="00126A7C">
        <w:rPr>
          <w:sz w:val="24"/>
          <w:szCs w:val="24"/>
        </w:rPr>
        <w:t>Proposition 1</w:t>
      </w:r>
      <w:r>
        <w:rPr>
          <w:sz w:val="24"/>
          <w:szCs w:val="24"/>
        </w:rPr>
        <w:t>0</w:t>
      </w:r>
      <w:r w:rsidRPr="00126A7C">
        <w:rPr>
          <w:sz w:val="24"/>
          <w:szCs w:val="24"/>
        </w:rPr>
        <w:t xml:space="preserve"> : </w:t>
      </w:r>
      <w:r>
        <w:rPr>
          <w:sz w:val="24"/>
          <w:szCs w:val="24"/>
        </w:rPr>
        <w:t>Créer un label européen de finance solidaire</w:t>
      </w:r>
    </w:p>
    <w:tbl>
      <w:tblPr>
        <w:tblStyle w:val="Grilledutableau"/>
        <w:tblW w:w="0" w:type="auto"/>
        <w:tblLook w:val="04A0" w:firstRow="1" w:lastRow="0" w:firstColumn="1" w:lastColumn="0" w:noHBand="0" w:noVBand="1"/>
      </w:tblPr>
      <w:tblGrid>
        <w:gridCol w:w="4531"/>
        <w:gridCol w:w="4531"/>
      </w:tblGrid>
      <w:tr w:rsidR="00F756CB" w:rsidRPr="00087648" w14:paraId="35EA4281" w14:textId="77777777" w:rsidTr="00537399">
        <w:tc>
          <w:tcPr>
            <w:tcW w:w="4531" w:type="dxa"/>
            <w:shd w:val="clear" w:color="auto" w:fill="044632"/>
          </w:tcPr>
          <w:p w14:paraId="3D8D6750" w14:textId="77777777" w:rsidR="00F756CB" w:rsidRPr="00087648" w:rsidRDefault="00F756CB" w:rsidP="00537399">
            <w:pPr>
              <w:pStyle w:val="Titre3"/>
              <w:jc w:val="center"/>
              <w:outlineLvl w:val="2"/>
              <w:rPr>
                <w:color w:val="FFFFFF" w:themeColor="background1"/>
              </w:rPr>
            </w:pPr>
            <w:r>
              <w:rPr>
                <w:color w:val="FFFFFF" w:themeColor="background1"/>
              </w:rPr>
              <w:t>Twitter</w:t>
            </w:r>
          </w:p>
        </w:tc>
        <w:tc>
          <w:tcPr>
            <w:tcW w:w="4531" w:type="dxa"/>
            <w:shd w:val="clear" w:color="auto" w:fill="044632"/>
          </w:tcPr>
          <w:p w14:paraId="74C147BE" w14:textId="77777777" w:rsidR="00F756CB" w:rsidRPr="00087648" w:rsidRDefault="00F756CB" w:rsidP="00537399">
            <w:pPr>
              <w:pStyle w:val="Titre3"/>
              <w:jc w:val="center"/>
              <w:outlineLvl w:val="2"/>
              <w:rPr>
                <w:color w:val="FFFFFF" w:themeColor="background1"/>
              </w:rPr>
            </w:pPr>
            <w:r>
              <w:rPr>
                <w:color w:val="FFFFFF" w:themeColor="background1"/>
              </w:rPr>
              <w:t>LinkedIn</w:t>
            </w:r>
          </w:p>
        </w:tc>
      </w:tr>
      <w:tr w:rsidR="00F756CB" w14:paraId="5D181B17" w14:textId="77777777" w:rsidTr="00537399">
        <w:tc>
          <w:tcPr>
            <w:tcW w:w="4531" w:type="dxa"/>
          </w:tcPr>
          <w:p w14:paraId="770619B7" w14:textId="77777777" w:rsidR="00F756CB" w:rsidRDefault="00F756CB" w:rsidP="00537399"/>
          <w:p w14:paraId="5E98DD91" w14:textId="312D76A2" w:rsidR="009657B5" w:rsidRPr="009657B5" w:rsidRDefault="009657B5" w:rsidP="009657B5">
            <w:pPr>
              <w:pStyle w:val="Titre3"/>
              <w:outlineLvl w:val="2"/>
              <w:rPr>
                <w:b w:val="0"/>
                <w:bCs/>
              </w:rPr>
            </w:pPr>
            <w:r w:rsidRPr="009657B5">
              <w:rPr>
                <w:b w:val="0"/>
                <w:bCs/>
              </w:rPr>
              <w:t xml:space="preserve">Les épargnants veulent savoir à quoi sert leur argent en France... mais aussi en Europe ! </w:t>
            </w:r>
            <w:proofErr w:type="gramStart"/>
            <w:r w:rsidR="004F6D28" w:rsidRPr="004F6D28">
              <w:rPr>
                <w:rFonts w:ascii="Segoe UI Emoji" w:hAnsi="Segoe UI Emoji" w:cs="Segoe UI Emoji"/>
                <w:b w:val="0"/>
                <w:bCs/>
              </w:rPr>
              <w:t>🇪</w:t>
            </w:r>
            <w:proofErr w:type="gramEnd"/>
            <w:r w:rsidR="004F6D28" w:rsidRPr="004F6D28">
              <w:rPr>
                <w:rFonts w:ascii="Segoe UI Emoji" w:hAnsi="Segoe UI Emoji" w:cs="Segoe UI Emoji"/>
                <w:b w:val="0"/>
                <w:bCs/>
              </w:rPr>
              <w:t>🇺</w:t>
            </w:r>
          </w:p>
          <w:p w14:paraId="2978E948" w14:textId="3951D1D0" w:rsidR="009657B5" w:rsidRPr="009657B5" w:rsidRDefault="009657B5" w:rsidP="009657B5">
            <w:pPr>
              <w:pStyle w:val="Titre3"/>
              <w:outlineLvl w:val="2"/>
              <w:rPr>
                <w:b w:val="0"/>
                <w:bCs/>
              </w:rPr>
            </w:pPr>
            <w:r w:rsidRPr="009657B5">
              <w:rPr>
                <w:b w:val="0"/>
                <w:bCs/>
              </w:rPr>
              <w:t xml:space="preserve">Et s'il existait un label européen de finance </w:t>
            </w:r>
            <w:proofErr w:type="gramStart"/>
            <w:r w:rsidRPr="009657B5">
              <w:rPr>
                <w:b w:val="0"/>
                <w:bCs/>
              </w:rPr>
              <w:t>solidaire?</w:t>
            </w:r>
            <w:proofErr w:type="gramEnd"/>
            <w:r w:rsidRPr="009657B5">
              <w:rPr>
                <w:b w:val="0"/>
                <w:bCs/>
              </w:rPr>
              <w:t xml:space="preserve"> </w:t>
            </w:r>
            <w:r>
              <w:rPr>
                <w:rFonts w:asciiTheme="minorHAnsi" w:eastAsia="Times New Roman" w:hAnsiTheme="minorHAnsi" w:cstheme="minorHAnsi"/>
                <w:b w:val="0"/>
                <w:color w:val="1D9BF0"/>
                <w:lang w:eastAsia="fr-FR"/>
              </w:rPr>
              <w:t>#P</w:t>
            </w:r>
            <w:r w:rsidRPr="009657B5">
              <w:rPr>
                <w:rFonts w:asciiTheme="minorHAnsi" w:eastAsia="Times New Roman" w:hAnsiTheme="minorHAnsi" w:cstheme="minorHAnsi"/>
                <w:b w:val="0"/>
                <w:color w:val="1D9BF0"/>
                <w:lang w:eastAsia="fr-FR"/>
              </w:rPr>
              <w:t>roposition10</w:t>
            </w:r>
          </w:p>
          <w:p w14:paraId="1E9A2E53" w14:textId="77777777" w:rsidR="009657B5" w:rsidRPr="009657B5" w:rsidRDefault="009657B5" w:rsidP="009657B5">
            <w:pPr>
              <w:pStyle w:val="Titre3"/>
              <w:outlineLvl w:val="2"/>
              <w:rPr>
                <w:b w:val="0"/>
                <w:bCs/>
              </w:rPr>
            </w:pPr>
          </w:p>
          <w:p w14:paraId="1BEFDE5A" w14:textId="56072D19" w:rsidR="009657B5" w:rsidRPr="009657B5" w:rsidRDefault="009657B5" w:rsidP="009657B5">
            <w:pPr>
              <w:pStyle w:val="Titre3"/>
              <w:outlineLvl w:val="2"/>
              <w:rPr>
                <w:b w:val="0"/>
                <w:bCs/>
              </w:rPr>
            </w:pPr>
            <w:r w:rsidRPr="009657B5">
              <w:rPr>
                <w:b w:val="0"/>
                <w:bCs/>
              </w:rPr>
              <w:t xml:space="preserve">Pour en savoir plus &amp; redonner pouvoir aux citoyens européens </w:t>
            </w:r>
            <w:hyperlink r:id="rId34" w:history="1">
              <w:r w:rsidRPr="009657B5">
                <w:rPr>
                  <w:rStyle w:val="Lienhypertexte"/>
                  <w:b w:val="0"/>
                  <w:bCs/>
                  <w:color w:val="006927" w:themeColor="accent1" w:themeShade="40"/>
                </w:rPr>
                <w:t>https://bit.ly/3GnOhTY</w:t>
              </w:r>
            </w:hyperlink>
          </w:p>
          <w:p w14:paraId="65067FE2" w14:textId="77777777" w:rsidR="009657B5" w:rsidRDefault="009657B5" w:rsidP="009657B5">
            <w:r w:rsidRPr="008144F6">
              <w:rPr>
                <w:rFonts w:asciiTheme="minorHAnsi" w:eastAsia="Times New Roman" w:hAnsiTheme="minorHAnsi" w:cstheme="minorHAnsi"/>
                <w:color w:val="1D9BF0"/>
                <w:lang w:eastAsia="fr-FR"/>
              </w:rPr>
              <w:t>#FinancerDemain</w:t>
            </w:r>
          </w:p>
          <w:p w14:paraId="470ED1AC" w14:textId="7219DB7F" w:rsidR="00F756CB" w:rsidRDefault="00F756CB" w:rsidP="009657B5">
            <w:pPr>
              <w:pStyle w:val="Titre3"/>
              <w:outlineLvl w:val="2"/>
            </w:pPr>
          </w:p>
        </w:tc>
        <w:tc>
          <w:tcPr>
            <w:tcW w:w="4531" w:type="dxa"/>
          </w:tcPr>
          <w:p w14:paraId="1E8E7D5E" w14:textId="77777777" w:rsidR="00F756CB" w:rsidRDefault="00F756CB" w:rsidP="00537399"/>
          <w:p w14:paraId="3FE2EFE5" w14:textId="6F993367" w:rsidR="00926D74" w:rsidRDefault="00926D74" w:rsidP="00926D74">
            <w:r>
              <w:t>Les épargnants veulent savoir à quoi sert leur argent en France... mais aussi en Europe !</w:t>
            </w:r>
          </w:p>
          <w:p w14:paraId="0019E7DB" w14:textId="77777777" w:rsidR="00926D74" w:rsidRDefault="00926D74" w:rsidP="00926D74"/>
          <w:p w14:paraId="7CE070DB" w14:textId="3D305D89" w:rsidR="00926D74" w:rsidRDefault="00926D74" w:rsidP="00926D74">
            <w:r>
              <w:t xml:space="preserve">Dans son livre blanc, </w:t>
            </w:r>
            <w:r w:rsidRPr="00087648">
              <w:rPr>
                <w:rFonts w:asciiTheme="minorHAnsi" w:eastAsia="Times New Roman" w:hAnsiTheme="minorHAnsi" w:cstheme="minorHAnsi"/>
                <w:color w:val="006927" w:themeColor="accent1" w:themeShade="40"/>
                <w:lang w:eastAsia="fr-FR"/>
              </w:rPr>
              <w:t>@fair-label-finansol</w:t>
            </w:r>
            <w:r>
              <w:t xml:space="preserve"> propose de créer un label européen de finance solidaire.</w:t>
            </w:r>
            <w:r w:rsidR="004F6D28">
              <w:t xml:space="preserve"> </w:t>
            </w:r>
            <w:proofErr w:type="gramStart"/>
            <w:r w:rsidR="004F6D28" w:rsidRPr="004F6D28">
              <w:rPr>
                <w:rFonts w:ascii="Segoe UI Emoji" w:hAnsi="Segoe UI Emoji" w:cs="Segoe UI Emoji"/>
              </w:rPr>
              <w:t>🇪</w:t>
            </w:r>
            <w:proofErr w:type="gramEnd"/>
            <w:r w:rsidR="004F6D28" w:rsidRPr="004F6D28">
              <w:rPr>
                <w:rFonts w:ascii="Segoe UI Emoji" w:hAnsi="Segoe UI Emoji" w:cs="Segoe UI Emoji"/>
              </w:rPr>
              <w:t>🇺</w:t>
            </w:r>
          </w:p>
          <w:p w14:paraId="49567985" w14:textId="77777777" w:rsidR="00926D74" w:rsidRDefault="00926D74" w:rsidP="00926D74"/>
          <w:p w14:paraId="07D6EE58" w14:textId="442864DE" w:rsidR="00926D74" w:rsidRDefault="00926D74" w:rsidP="00926D74">
            <w:r>
              <w:t xml:space="preserve">Pour en savoir plus sur la </w:t>
            </w:r>
            <w:r w:rsidRPr="00926D74">
              <w:rPr>
                <w:rFonts w:asciiTheme="minorHAnsi" w:eastAsia="Times New Roman" w:hAnsiTheme="minorHAnsi" w:cstheme="minorHAnsi"/>
                <w:bCs/>
                <w:color w:val="1D9BF0"/>
                <w:lang w:eastAsia="fr-FR"/>
              </w:rPr>
              <w:t>#Proposition10</w:t>
            </w:r>
            <w:r>
              <w:rPr>
                <w:rFonts w:asciiTheme="minorHAnsi" w:eastAsia="Times New Roman" w:hAnsiTheme="minorHAnsi" w:cstheme="minorHAnsi"/>
                <w:b/>
                <w:color w:val="1D9BF0"/>
                <w:lang w:eastAsia="fr-FR"/>
              </w:rPr>
              <w:t xml:space="preserve"> </w:t>
            </w:r>
            <w:r>
              <w:t xml:space="preserve">et redonner du pouvoir aux citoyens européens : </w:t>
            </w:r>
            <w:hyperlink r:id="rId35" w:history="1">
              <w:r w:rsidRPr="00087648">
                <w:rPr>
                  <w:rStyle w:val="Lienhypertexte"/>
                  <w:color w:val="006927" w:themeColor="accent1" w:themeShade="40"/>
                </w:rPr>
                <w:t>https://bit.ly/3GnOhTY</w:t>
              </w:r>
            </w:hyperlink>
          </w:p>
          <w:p w14:paraId="5B825818" w14:textId="77777777" w:rsidR="00926D74" w:rsidRDefault="00926D74" w:rsidP="00926D74"/>
          <w:p w14:paraId="6EC822B0" w14:textId="77777777" w:rsidR="00926D74" w:rsidRDefault="00926D74" w:rsidP="00926D74">
            <w:r w:rsidRPr="008144F6">
              <w:rPr>
                <w:rFonts w:asciiTheme="minorHAnsi" w:eastAsia="Times New Roman" w:hAnsiTheme="minorHAnsi" w:cstheme="minorHAnsi"/>
                <w:color w:val="1D9BF0"/>
                <w:lang w:eastAsia="fr-FR"/>
              </w:rPr>
              <w:t>#FinancerDemain</w:t>
            </w:r>
          </w:p>
          <w:p w14:paraId="36405560" w14:textId="0E6B38F9" w:rsidR="00926D74" w:rsidRPr="00F15625" w:rsidRDefault="00926D74" w:rsidP="00926D74"/>
        </w:tc>
      </w:tr>
    </w:tbl>
    <w:p w14:paraId="61BA3F8C" w14:textId="77777777" w:rsidR="00F756CB" w:rsidRDefault="00F756CB" w:rsidP="00C37AA7"/>
    <w:sectPr w:rsidR="00F756CB" w:rsidSect="00625499">
      <w:headerReference w:type="even" r:id="rId36"/>
      <w:headerReference w:type="default" r:id="rId37"/>
      <w:footerReference w:type="even" r:id="rId38"/>
      <w:footerReference w:type="default" r:id="rId39"/>
      <w:headerReference w:type="first" r:id="rId40"/>
      <w:footerReference w:type="first" r:id="rId41"/>
      <w:pgSz w:w="11906" w:h="16838"/>
      <w:pgMar w:top="2269" w:right="1417" w:bottom="1417" w:left="1417" w:header="708" w:footer="17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ECAE" w14:textId="77777777" w:rsidR="00EF5CF1" w:rsidRDefault="00EF5CF1" w:rsidP="004F7113">
      <w:r>
        <w:separator/>
      </w:r>
    </w:p>
  </w:endnote>
  <w:endnote w:type="continuationSeparator" w:id="0">
    <w:p w14:paraId="3F41319D" w14:textId="77777777" w:rsidR="00EF5CF1" w:rsidRDefault="00EF5CF1" w:rsidP="004F7113">
      <w:r>
        <w:continuationSeparator/>
      </w:r>
    </w:p>
  </w:endnote>
  <w:endnote w:type="continuationNotice" w:id="1">
    <w:p w14:paraId="3A4941CB" w14:textId="77777777" w:rsidR="006A4148" w:rsidRDefault="006A4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641B" w14:textId="77777777" w:rsidR="009C5710" w:rsidRDefault="009C57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CF95" w14:textId="77777777" w:rsidR="00625499" w:rsidRDefault="00625499">
    <w:pPr>
      <w:pStyle w:val="Pieddepage"/>
    </w:pPr>
    <w:r>
      <w:rPr>
        <w:noProof/>
        <w:lang w:eastAsia="fr-FR"/>
      </w:rPr>
      <w:drawing>
        <wp:anchor distT="0" distB="0" distL="114300" distR="114300" simplePos="0" relativeHeight="251658241" behindDoc="1" locked="1" layoutInCell="1" allowOverlap="0" wp14:anchorId="45189065" wp14:editId="5A685E23">
          <wp:simplePos x="0" y="0"/>
          <wp:positionH relativeFrom="page">
            <wp:posOffset>8255</wp:posOffset>
          </wp:positionH>
          <wp:positionV relativeFrom="page">
            <wp:posOffset>9465310</wp:posOffset>
          </wp:positionV>
          <wp:extent cx="7541895" cy="1255395"/>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cadré - bas de p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1895" cy="12553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6EACD" w14:textId="77777777" w:rsidR="009C5710" w:rsidRDefault="009C571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42814" w14:textId="77777777" w:rsidR="00EF5CF1" w:rsidRDefault="00EF5CF1" w:rsidP="004F7113">
      <w:r>
        <w:separator/>
      </w:r>
    </w:p>
  </w:footnote>
  <w:footnote w:type="continuationSeparator" w:id="0">
    <w:p w14:paraId="1888D710" w14:textId="77777777" w:rsidR="00EF5CF1" w:rsidRDefault="00EF5CF1" w:rsidP="004F7113">
      <w:r>
        <w:continuationSeparator/>
      </w:r>
    </w:p>
  </w:footnote>
  <w:footnote w:type="continuationNotice" w:id="1">
    <w:p w14:paraId="64A5FC50" w14:textId="77777777" w:rsidR="006A4148" w:rsidRDefault="006A4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AAF3" w14:textId="77777777" w:rsidR="009C5710" w:rsidRDefault="009C571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4274" w14:textId="77777777" w:rsidR="00712331" w:rsidRDefault="00712331" w:rsidP="004F7113">
    <w:pPr>
      <w:pStyle w:val="En-tte"/>
    </w:pPr>
    <w:r>
      <w:rPr>
        <w:noProof/>
        <w:lang w:eastAsia="fr-FR"/>
      </w:rPr>
      <w:drawing>
        <wp:anchor distT="0" distB="0" distL="114300" distR="114300" simplePos="0" relativeHeight="251658240" behindDoc="0" locked="1" layoutInCell="1" allowOverlap="0" wp14:anchorId="308FC7FD" wp14:editId="16F80D07">
          <wp:simplePos x="0" y="0"/>
          <wp:positionH relativeFrom="page">
            <wp:posOffset>457200</wp:posOffset>
          </wp:positionH>
          <wp:positionV relativeFrom="page">
            <wp:posOffset>457200</wp:posOffset>
          </wp:positionV>
          <wp:extent cx="1080000" cy="892800"/>
          <wp:effectExtent l="0" t="0" r="6350" b="3175"/>
          <wp:wrapThrough wrapText="bothSides">
            <wp:wrapPolygon edited="0">
              <wp:start x="1906" y="0"/>
              <wp:lineTo x="0" y="3228"/>
              <wp:lineTo x="0" y="21216"/>
              <wp:lineTo x="9911" y="21216"/>
              <wp:lineTo x="11054" y="15681"/>
              <wp:lineTo x="7624" y="14759"/>
              <wp:lineTo x="21346" y="12453"/>
              <wp:lineTo x="21346" y="9224"/>
              <wp:lineTo x="17915" y="7379"/>
              <wp:lineTo x="20965" y="5535"/>
              <wp:lineTo x="20584" y="3690"/>
              <wp:lineTo x="13341" y="0"/>
              <wp:lineTo x="1906" y="0"/>
            </wp:wrapPolygon>
          </wp:wrapThrough>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r_logo_darkgreen_baseline_ver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89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AC2D" w14:textId="77777777" w:rsidR="009C5710" w:rsidRDefault="009C57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C50B3"/>
    <w:multiLevelType w:val="hybridMultilevel"/>
    <w:tmpl w:val="93500420"/>
    <w:lvl w:ilvl="0" w:tplc="18C6A2C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A6A"/>
    <w:rsid w:val="00016587"/>
    <w:rsid w:val="00043900"/>
    <w:rsid w:val="00044812"/>
    <w:rsid w:val="0005300A"/>
    <w:rsid w:val="00054274"/>
    <w:rsid w:val="0005558A"/>
    <w:rsid w:val="00066557"/>
    <w:rsid w:val="000725A1"/>
    <w:rsid w:val="00086053"/>
    <w:rsid w:val="00087648"/>
    <w:rsid w:val="000B03B5"/>
    <w:rsid w:val="000E61AF"/>
    <w:rsid w:val="000F1E27"/>
    <w:rsid w:val="001006F0"/>
    <w:rsid w:val="00105BAC"/>
    <w:rsid w:val="0011128B"/>
    <w:rsid w:val="0011765B"/>
    <w:rsid w:val="00126A7C"/>
    <w:rsid w:val="00143C1C"/>
    <w:rsid w:val="0017670D"/>
    <w:rsid w:val="00177407"/>
    <w:rsid w:val="00184FC5"/>
    <w:rsid w:val="001A00DF"/>
    <w:rsid w:val="001E19CD"/>
    <w:rsid w:val="00227A6A"/>
    <w:rsid w:val="00232238"/>
    <w:rsid w:val="00242063"/>
    <w:rsid w:val="00263D99"/>
    <w:rsid w:val="002716DC"/>
    <w:rsid w:val="00272F34"/>
    <w:rsid w:val="00280D29"/>
    <w:rsid w:val="002826D9"/>
    <w:rsid w:val="00284C36"/>
    <w:rsid w:val="00287275"/>
    <w:rsid w:val="0029066B"/>
    <w:rsid w:val="00295921"/>
    <w:rsid w:val="002A62BE"/>
    <w:rsid w:val="002B0D03"/>
    <w:rsid w:val="002C292F"/>
    <w:rsid w:val="002C62AE"/>
    <w:rsid w:val="002F4E03"/>
    <w:rsid w:val="00320E66"/>
    <w:rsid w:val="00320F0E"/>
    <w:rsid w:val="003336BE"/>
    <w:rsid w:val="00362207"/>
    <w:rsid w:val="003668BC"/>
    <w:rsid w:val="0037519F"/>
    <w:rsid w:val="00384444"/>
    <w:rsid w:val="003B3565"/>
    <w:rsid w:val="003B69F9"/>
    <w:rsid w:val="003C5B11"/>
    <w:rsid w:val="003F5357"/>
    <w:rsid w:val="003F6F65"/>
    <w:rsid w:val="0040153F"/>
    <w:rsid w:val="004063AB"/>
    <w:rsid w:val="00422078"/>
    <w:rsid w:val="00435324"/>
    <w:rsid w:val="004654E4"/>
    <w:rsid w:val="0047672E"/>
    <w:rsid w:val="00486526"/>
    <w:rsid w:val="004B71D6"/>
    <w:rsid w:val="004C1A1C"/>
    <w:rsid w:val="004C2D87"/>
    <w:rsid w:val="004D4914"/>
    <w:rsid w:val="004F485D"/>
    <w:rsid w:val="004F6D28"/>
    <w:rsid w:val="004F7113"/>
    <w:rsid w:val="0050002E"/>
    <w:rsid w:val="0050625B"/>
    <w:rsid w:val="005626B5"/>
    <w:rsid w:val="00573BD2"/>
    <w:rsid w:val="0058212F"/>
    <w:rsid w:val="00583D8A"/>
    <w:rsid w:val="005930BC"/>
    <w:rsid w:val="005C2078"/>
    <w:rsid w:val="005D22ED"/>
    <w:rsid w:val="005E1E9A"/>
    <w:rsid w:val="00606E41"/>
    <w:rsid w:val="006141EB"/>
    <w:rsid w:val="006212B2"/>
    <w:rsid w:val="00625499"/>
    <w:rsid w:val="006500CC"/>
    <w:rsid w:val="00651351"/>
    <w:rsid w:val="00660E69"/>
    <w:rsid w:val="006A4148"/>
    <w:rsid w:val="006A57A6"/>
    <w:rsid w:val="006B7FF7"/>
    <w:rsid w:val="006D1491"/>
    <w:rsid w:val="006E6B67"/>
    <w:rsid w:val="0070411D"/>
    <w:rsid w:val="0071120A"/>
    <w:rsid w:val="00712331"/>
    <w:rsid w:val="00712370"/>
    <w:rsid w:val="0071416F"/>
    <w:rsid w:val="00724242"/>
    <w:rsid w:val="007265A4"/>
    <w:rsid w:val="00766B93"/>
    <w:rsid w:val="007803F6"/>
    <w:rsid w:val="007A4EF5"/>
    <w:rsid w:val="007C6082"/>
    <w:rsid w:val="007C68E5"/>
    <w:rsid w:val="007D5C18"/>
    <w:rsid w:val="007F3539"/>
    <w:rsid w:val="008144F6"/>
    <w:rsid w:val="00820A6D"/>
    <w:rsid w:val="00842A03"/>
    <w:rsid w:val="00884C69"/>
    <w:rsid w:val="00895CDF"/>
    <w:rsid w:val="008A165E"/>
    <w:rsid w:val="008C58CD"/>
    <w:rsid w:val="008C64BD"/>
    <w:rsid w:val="008E038D"/>
    <w:rsid w:val="008E6469"/>
    <w:rsid w:val="008F10FF"/>
    <w:rsid w:val="008F2B7F"/>
    <w:rsid w:val="0090119F"/>
    <w:rsid w:val="009103D3"/>
    <w:rsid w:val="0091473E"/>
    <w:rsid w:val="00926D74"/>
    <w:rsid w:val="00953DDB"/>
    <w:rsid w:val="0095620F"/>
    <w:rsid w:val="009657B5"/>
    <w:rsid w:val="009A5B0B"/>
    <w:rsid w:val="009A608E"/>
    <w:rsid w:val="009C4435"/>
    <w:rsid w:val="009C5017"/>
    <w:rsid w:val="009C5710"/>
    <w:rsid w:val="009D0DD3"/>
    <w:rsid w:val="009D37F5"/>
    <w:rsid w:val="009D5230"/>
    <w:rsid w:val="009E615A"/>
    <w:rsid w:val="009E6D74"/>
    <w:rsid w:val="009F1D23"/>
    <w:rsid w:val="009F43C9"/>
    <w:rsid w:val="00A21FB0"/>
    <w:rsid w:val="00A306C1"/>
    <w:rsid w:val="00A358CF"/>
    <w:rsid w:val="00A43CB4"/>
    <w:rsid w:val="00A62C4C"/>
    <w:rsid w:val="00A8320E"/>
    <w:rsid w:val="00AA18BF"/>
    <w:rsid w:val="00AC0DEB"/>
    <w:rsid w:val="00AC5543"/>
    <w:rsid w:val="00AC6416"/>
    <w:rsid w:val="00AD5059"/>
    <w:rsid w:val="00AF3244"/>
    <w:rsid w:val="00B06FB0"/>
    <w:rsid w:val="00B07A9F"/>
    <w:rsid w:val="00B12997"/>
    <w:rsid w:val="00B14389"/>
    <w:rsid w:val="00B32A05"/>
    <w:rsid w:val="00B408AC"/>
    <w:rsid w:val="00B60A37"/>
    <w:rsid w:val="00B64325"/>
    <w:rsid w:val="00B66A5A"/>
    <w:rsid w:val="00B840C4"/>
    <w:rsid w:val="00B91D62"/>
    <w:rsid w:val="00BA1205"/>
    <w:rsid w:val="00BA5462"/>
    <w:rsid w:val="00BB6236"/>
    <w:rsid w:val="00BB7F1C"/>
    <w:rsid w:val="00BC1B93"/>
    <w:rsid w:val="00BE6490"/>
    <w:rsid w:val="00BF21F9"/>
    <w:rsid w:val="00C30742"/>
    <w:rsid w:val="00C37AA7"/>
    <w:rsid w:val="00C46F53"/>
    <w:rsid w:val="00C57DAB"/>
    <w:rsid w:val="00C66771"/>
    <w:rsid w:val="00C67416"/>
    <w:rsid w:val="00C93126"/>
    <w:rsid w:val="00CA3F02"/>
    <w:rsid w:val="00CB30B9"/>
    <w:rsid w:val="00CB31A2"/>
    <w:rsid w:val="00CB6395"/>
    <w:rsid w:val="00CE0F34"/>
    <w:rsid w:val="00D0047B"/>
    <w:rsid w:val="00D040F5"/>
    <w:rsid w:val="00D34CCD"/>
    <w:rsid w:val="00D5262A"/>
    <w:rsid w:val="00D734DA"/>
    <w:rsid w:val="00DA4B6E"/>
    <w:rsid w:val="00DB058B"/>
    <w:rsid w:val="00DD5E7E"/>
    <w:rsid w:val="00DF1F4B"/>
    <w:rsid w:val="00E05DC1"/>
    <w:rsid w:val="00E31BBF"/>
    <w:rsid w:val="00E43FB2"/>
    <w:rsid w:val="00E603CB"/>
    <w:rsid w:val="00E66147"/>
    <w:rsid w:val="00E80322"/>
    <w:rsid w:val="00E840EA"/>
    <w:rsid w:val="00EA70D6"/>
    <w:rsid w:val="00EB00B9"/>
    <w:rsid w:val="00EF5CF1"/>
    <w:rsid w:val="00F1349F"/>
    <w:rsid w:val="00F15625"/>
    <w:rsid w:val="00F4650F"/>
    <w:rsid w:val="00F53768"/>
    <w:rsid w:val="00F57F04"/>
    <w:rsid w:val="00F65394"/>
    <w:rsid w:val="00F756CB"/>
    <w:rsid w:val="00F95F02"/>
    <w:rsid w:val="00FB6152"/>
    <w:rsid w:val="00FD3F78"/>
    <w:rsid w:val="00FF0DB9"/>
    <w:rsid w:val="00FF50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3FF6"/>
  <w15:chartTrackingRefBased/>
  <w15:docId w15:val="{7B18F658-7B42-4090-A839-F8997C8E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113"/>
    <w:pPr>
      <w:spacing w:line="276" w:lineRule="auto"/>
    </w:pPr>
    <w:rPr>
      <w:rFonts w:ascii="Arial" w:hAnsi="Arial" w:cs="Arial"/>
      <w:color w:val="161E1C"/>
      <w:sz w:val="18"/>
      <w:szCs w:val="18"/>
    </w:rPr>
  </w:style>
  <w:style w:type="paragraph" w:styleId="Titre1">
    <w:name w:val="heading 1"/>
    <w:basedOn w:val="Normal"/>
    <w:next w:val="Normal"/>
    <w:link w:val="Titre1Car"/>
    <w:uiPriority w:val="9"/>
    <w:qFormat/>
    <w:rsid w:val="004F7113"/>
    <w:pPr>
      <w:outlineLvl w:val="0"/>
    </w:pPr>
    <w:rPr>
      <w:rFonts w:ascii="Times New Roman" w:hAnsi="Times New Roman" w:cs="Times New Roman"/>
      <w:b/>
      <w:color w:val="044632"/>
      <w:sz w:val="28"/>
      <w:szCs w:val="28"/>
    </w:rPr>
  </w:style>
  <w:style w:type="paragraph" w:styleId="Titre2">
    <w:name w:val="heading 2"/>
    <w:basedOn w:val="Normal"/>
    <w:next w:val="Normal"/>
    <w:link w:val="Titre2Car"/>
    <w:uiPriority w:val="9"/>
    <w:unhideWhenUsed/>
    <w:qFormat/>
    <w:rsid w:val="004F7113"/>
    <w:pPr>
      <w:outlineLvl w:val="1"/>
    </w:pPr>
    <w:rPr>
      <w:rFonts w:ascii="Times New Roman" w:hAnsi="Times New Roman" w:cs="Times New Roman"/>
      <w:b/>
      <w:color w:val="044632"/>
      <w:sz w:val="20"/>
    </w:rPr>
  </w:style>
  <w:style w:type="paragraph" w:styleId="Titre3">
    <w:name w:val="heading 3"/>
    <w:basedOn w:val="Normal"/>
    <w:next w:val="Normal"/>
    <w:link w:val="Titre3Car"/>
    <w:uiPriority w:val="9"/>
    <w:unhideWhenUsed/>
    <w:qFormat/>
    <w:rsid w:val="004F7113"/>
    <w:pPr>
      <w:spacing w:after="8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12331"/>
    <w:pPr>
      <w:tabs>
        <w:tab w:val="center" w:pos="4536"/>
        <w:tab w:val="right" w:pos="9072"/>
      </w:tabs>
      <w:spacing w:after="0" w:line="240" w:lineRule="auto"/>
    </w:pPr>
  </w:style>
  <w:style w:type="character" w:customStyle="1" w:styleId="En-tteCar">
    <w:name w:val="En-tête Car"/>
    <w:basedOn w:val="Policepardfaut"/>
    <w:link w:val="En-tte"/>
    <w:uiPriority w:val="99"/>
    <w:rsid w:val="00712331"/>
  </w:style>
  <w:style w:type="paragraph" w:styleId="Pieddepage">
    <w:name w:val="footer"/>
    <w:basedOn w:val="Normal"/>
    <w:link w:val="PieddepageCar"/>
    <w:uiPriority w:val="99"/>
    <w:unhideWhenUsed/>
    <w:rsid w:val="007123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331"/>
  </w:style>
  <w:style w:type="paragraph" w:styleId="Titre">
    <w:name w:val="Title"/>
    <w:basedOn w:val="Normal"/>
    <w:next w:val="Normal"/>
    <w:link w:val="TitreCar"/>
    <w:uiPriority w:val="10"/>
    <w:qFormat/>
    <w:rsid w:val="00DD5E7E"/>
    <w:pPr>
      <w:jc w:val="center"/>
    </w:pPr>
    <w:rPr>
      <w:rFonts w:ascii="Times New Roman" w:hAnsi="Times New Roman" w:cs="Times New Roman"/>
      <w:b/>
      <w:color w:val="044632"/>
      <w:sz w:val="40"/>
      <w:szCs w:val="28"/>
      <w:shd w:val="clear" w:color="auto" w:fill="A7FFC8" w:themeFill="accent1"/>
    </w:rPr>
  </w:style>
  <w:style w:type="character" w:customStyle="1" w:styleId="TitreCar">
    <w:name w:val="Titre Car"/>
    <w:basedOn w:val="Policepardfaut"/>
    <w:link w:val="Titre"/>
    <w:uiPriority w:val="10"/>
    <w:rsid w:val="00DD5E7E"/>
    <w:rPr>
      <w:rFonts w:ascii="Times New Roman" w:hAnsi="Times New Roman" w:cs="Times New Roman"/>
      <w:b/>
      <w:color w:val="044632"/>
      <w:sz w:val="40"/>
      <w:szCs w:val="28"/>
    </w:rPr>
  </w:style>
  <w:style w:type="character" w:customStyle="1" w:styleId="Titre1Car">
    <w:name w:val="Titre 1 Car"/>
    <w:basedOn w:val="Policepardfaut"/>
    <w:link w:val="Titre1"/>
    <w:uiPriority w:val="9"/>
    <w:rsid w:val="004F7113"/>
    <w:rPr>
      <w:rFonts w:ascii="Times New Roman" w:hAnsi="Times New Roman" w:cs="Times New Roman"/>
      <w:b/>
      <w:color w:val="044632"/>
      <w:sz w:val="28"/>
      <w:szCs w:val="28"/>
    </w:rPr>
  </w:style>
  <w:style w:type="character" w:customStyle="1" w:styleId="Titre2Car">
    <w:name w:val="Titre 2 Car"/>
    <w:basedOn w:val="Policepardfaut"/>
    <w:link w:val="Titre2"/>
    <w:uiPriority w:val="9"/>
    <w:rsid w:val="004F7113"/>
    <w:rPr>
      <w:rFonts w:ascii="Times New Roman" w:hAnsi="Times New Roman" w:cs="Times New Roman"/>
      <w:b/>
      <w:color w:val="044632"/>
      <w:sz w:val="20"/>
      <w:szCs w:val="18"/>
    </w:rPr>
  </w:style>
  <w:style w:type="character" w:customStyle="1" w:styleId="Titre3Car">
    <w:name w:val="Titre 3 Car"/>
    <w:basedOn w:val="Policepardfaut"/>
    <w:link w:val="Titre3"/>
    <w:uiPriority w:val="9"/>
    <w:rsid w:val="004F7113"/>
    <w:rPr>
      <w:rFonts w:ascii="Arial" w:hAnsi="Arial" w:cs="Arial"/>
      <w:b/>
      <w:color w:val="161E1C"/>
      <w:sz w:val="18"/>
      <w:szCs w:val="18"/>
    </w:rPr>
  </w:style>
  <w:style w:type="paragraph" w:styleId="Textedebulles">
    <w:name w:val="Balloon Text"/>
    <w:basedOn w:val="Normal"/>
    <w:link w:val="TextedebullesCar"/>
    <w:uiPriority w:val="99"/>
    <w:semiHidden/>
    <w:unhideWhenUsed/>
    <w:rsid w:val="003B3565"/>
    <w:pPr>
      <w:spacing w:after="0" w:line="240" w:lineRule="auto"/>
    </w:pPr>
    <w:rPr>
      <w:rFonts w:ascii="Segoe UI" w:hAnsi="Segoe UI" w:cs="Segoe UI"/>
    </w:rPr>
  </w:style>
  <w:style w:type="character" w:customStyle="1" w:styleId="TextedebullesCar">
    <w:name w:val="Texte de bulles Car"/>
    <w:basedOn w:val="Policepardfaut"/>
    <w:link w:val="Textedebulles"/>
    <w:uiPriority w:val="99"/>
    <w:semiHidden/>
    <w:rsid w:val="003B3565"/>
    <w:rPr>
      <w:rFonts w:ascii="Segoe UI" w:hAnsi="Segoe UI" w:cs="Segoe UI"/>
      <w:color w:val="161E1C"/>
      <w:sz w:val="18"/>
      <w:szCs w:val="18"/>
    </w:rPr>
  </w:style>
  <w:style w:type="character" w:styleId="Lienhypertexte">
    <w:name w:val="Hyperlink"/>
    <w:basedOn w:val="Policepardfaut"/>
    <w:uiPriority w:val="99"/>
    <w:unhideWhenUsed/>
    <w:rsid w:val="007265A4"/>
    <w:rPr>
      <w:color w:val="007083" w:themeColor="hyperlink"/>
      <w:u w:val="single"/>
    </w:rPr>
  </w:style>
  <w:style w:type="character" w:styleId="Mentionnonrsolue">
    <w:name w:val="Unresolved Mention"/>
    <w:basedOn w:val="Policepardfaut"/>
    <w:uiPriority w:val="99"/>
    <w:semiHidden/>
    <w:unhideWhenUsed/>
    <w:rsid w:val="007265A4"/>
    <w:rPr>
      <w:color w:val="605E5C"/>
      <w:shd w:val="clear" w:color="auto" w:fill="E1DFDD"/>
    </w:rPr>
  </w:style>
  <w:style w:type="table" w:styleId="Grilledutableau">
    <w:name w:val="Table Grid"/>
    <w:basedOn w:val="TableauNormal"/>
    <w:uiPriority w:val="39"/>
    <w:rsid w:val="00726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06E41"/>
    <w:pPr>
      <w:ind w:left="720"/>
      <w:contextualSpacing/>
    </w:pPr>
  </w:style>
  <w:style w:type="character" w:styleId="Marquedecommentaire">
    <w:name w:val="annotation reference"/>
    <w:basedOn w:val="Policepardfaut"/>
    <w:uiPriority w:val="99"/>
    <w:semiHidden/>
    <w:unhideWhenUsed/>
    <w:rsid w:val="003C5B11"/>
    <w:rPr>
      <w:sz w:val="16"/>
      <w:szCs w:val="16"/>
    </w:rPr>
  </w:style>
  <w:style w:type="paragraph" w:styleId="Commentaire">
    <w:name w:val="annotation text"/>
    <w:basedOn w:val="Normal"/>
    <w:link w:val="CommentaireCar"/>
    <w:uiPriority w:val="99"/>
    <w:semiHidden/>
    <w:unhideWhenUsed/>
    <w:rsid w:val="003C5B11"/>
    <w:pPr>
      <w:spacing w:line="240" w:lineRule="auto"/>
    </w:pPr>
    <w:rPr>
      <w:sz w:val="20"/>
      <w:szCs w:val="20"/>
    </w:rPr>
  </w:style>
  <w:style w:type="character" w:customStyle="1" w:styleId="CommentaireCar">
    <w:name w:val="Commentaire Car"/>
    <w:basedOn w:val="Policepardfaut"/>
    <w:link w:val="Commentaire"/>
    <w:uiPriority w:val="99"/>
    <w:semiHidden/>
    <w:rsid w:val="003C5B11"/>
    <w:rPr>
      <w:rFonts w:ascii="Arial" w:hAnsi="Arial" w:cs="Arial"/>
      <w:color w:val="161E1C"/>
      <w:sz w:val="20"/>
      <w:szCs w:val="20"/>
    </w:rPr>
  </w:style>
  <w:style w:type="paragraph" w:styleId="Objetducommentaire">
    <w:name w:val="annotation subject"/>
    <w:basedOn w:val="Commentaire"/>
    <w:next w:val="Commentaire"/>
    <w:link w:val="ObjetducommentaireCar"/>
    <w:uiPriority w:val="99"/>
    <w:semiHidden/>
    <w:unhideWhenUsed/>
    <w:rsid w:val="003C5B11"/>
    <w:rPr>
      <w:b/>
      <w:bCs/>
    </w:rPr>
  </w:style>
  <w:style w:type="character" w:customStyle="1" w:styleId="ObjetducommentaireCar">
    <w:name w:val="Objet du commentaire Car"/>
    <w:basedOn w:val="CommentaireCar"/>
    <w:link w:val="Objetducommentaire"/>
    <w:uiPriority w:val="99"/>
    <w:semiHidden/>
    <w:rsid w:val="003C5B11"/>
    <w:rPr>
      <w:rFonts w:ascii="Arial" w:hAnsi="Arial" w:cs="Arial"/>
      <w:b/>
      <w:bCs/>
      <w:color w:val="161E1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7539">
      <w:bodyDiv w:val="1"/>
      <w:marLeft w:val="0"/>
      <w:marRight w:val="0"/>
      <w:marTop w:val="0"/>
      <w:marBottom w:val="0"/>
      <w:divBdr>
        <w:top w:val="none" w:sz="0" w:space="0" w:color="auto"/>
        <w:left w:val="none" w:sz="0" w:space="0" w:color="auto"/>
        <w:bottom w:val="none" w:sz="0" w:space="0" w:color="auto"/>
        <w:right w:val="none" w:sz="0" w:space="0" w:color="auto"/>
      </w:divBdr>
      <w:divsChild>
        <w:div w:id="3017716">
          <w:marLeft w:val="0"/>
          <w:marRight w:val="0"/>
          <w:marTop w:val="0"/>
          <w:marBottom w:val="0"/>
          <w:divBdr>
            <w:top w:val="none" w:sz="0" w:space="0" w:color="auto"/>
            <w:left w:val="none" w:sz="0" w:space="0" w:color="auto"/>
            <w:bottom w:val="none" w:sz="0" w:space="0" w:color="auto"/>
            <w:right w:val="none" w:sz="0" w:space="0" w:color="auto"/>
          </w:divBdr>
          <w:divsChild>
            <w:div w:id="511922682">
              <w:marLeft w:val="0"/>
              <w:marRight w:val="0"/>
              <w:marTop w:val="0"/>
              <w:marBottom w:val="0"/>
              <w:divBdr>
                <w:top w:val="none" w:sz="0" w:space="0" w:color="auto"/>
                <w:left w:val="none" w:sz="0" w:space="0" w:color="auto"/>
                <w:bottom w:val="none" w:sz="0" w:space="0" w:color="auto"/>
                <w:right w:val="none" w:sz="0" w:space="0" w:color="auto"/>
              </w:divBdr>
            </w:div>
          </w:divsChild>
        </w:div>
        <w:div w:id="69352293">
          <w:marLeft w:val="0"/>
          <w:marRight w:val="0"/>
          <w:marTop w:val="0"/>
          <w:marBottom w:val="0"/>
          <w:divBdr>
            <w:top w:val="none" w:sz="0" w:space="0" w:color="auto"/>
            <w:left w:val="none" w:sz="0" w:space="0" w:color="auto"/>
            <w:bottom w:val="none" w:sz="0" w:space="0" w:color="auto"/>
            <w:right w:val="none" w:sz="0" w:space="0" w:color="auto"/>
          </w:divBdr>
          <w:divsChild>
            <w:div w:id="1649817901">
              <w:marLeft w:val="0"/>
              <w:marRight w:val="0"/>
              <w:marTop w:val="0"/>
              <w:marBottom w:val="0"/>
              <w:divBdr>
                <w:top w:val="none" w:sz="0" w:space="0" w:color="auto"/>
                <w:left w:val="none" w:sz="0" w:space="0" w:color="auto"/>
                <w:bottom w:val="none" w:sz="0" w:space="0" w:color="auto"/>
                <w:right w:val="none" w:sz="0" w:space="0" w:color="auto"/>
              </w:divBdr>
            </w:div>
          </w:divsChild>
        </w:div>
        <w:div w:id="545793668">
          <w:marLeft w:val="0"/>
          <w:marRight w:val="0"/>
          <w:marTop w:val="0"/>
          <w:marBottom w:val="0"/>
          <w:divBdr>
            <w:top w:val="none" w:sz="0" w:space="0" w:color="auto"/>
            <w:left w:val="none" w:sz="0" w:space="0" w:color="auto"/>
            <w:bottom w:val="none" w:sz="0" w:space="0" w:color="auto"/>
            <w:right w:val="none" w:sz="0" w:space="0" w:color="auto"/>
          </w:divBdr>
          <w:divsChild>
            <w:div w:id="1814760536">
              <w:marLeft w:val="0"/>
              <w:marRight w:val="0"/>
              <w:marTop w:val="0"/>
              <w:marBottom w:val="0"/>
              <w:divBdr>
                <w:top w:val="none" w:sz="0" w:space="0" w:color="auto"/>
                <w:left w:val="none" w:sz="0" w:space="0" w:color="auto"/>
                <w:bottom w:val="none" w:sz="0" w:space="0" w:color="auto"/>
                <w:right w:val="none" w:sz="0" w:space="0" w:color="auto"/>
              </w:divBdr>
            </w:div>
          </w:divsChild>
        </w:div>
        <w:div w:id="679745910">
          <w:marLeft w:val="0"/>
          <w:marRight w:val="0"/>
          <w:marTop w:val="0"/>
          <w:marBottom w:val="0"/>
          <w:divBdr>
            <w:top w:val="none" w:sz="0" w:space="0" w:color="auto"/>
            <w:left w:val="none" w:sz="0" w:space="0" w:color="auto"/>
            <w:bottom w:val="none" w:sz="0" w:space="0" w:color="auto"/>
            <w:right w:val="none" w:sz="0" w:space="0" w:color="auto"/>
          </w:divBdr>
          <w:divsChild>
            <w:div w:id="301740710">
              <w:marLeft w:val="0"/>
              <w:marRight w:val="0"/>
              <w:marTop w:val="0"/>
              <w:marBottom w:val="0"/>
              <w:divBdr>
                <w:top w:val="none" w:sz="0" w:space="0" w:color="auto"/>
                <w:left w:val="none" w:sz="0" w:space="0" w:color="auto"/>
                <w:bottom w:val="none" w:sz="0" w:space="0" w:color="auto"/>
                <w:right w:val="none" w:sz="0" w:space="0" w:color="auto"/>
              </w:divBdr>
            </w:div>
          </w:divsChild>
        </w:div>
        <w:div w:id="745423232">
          <w:marLeft w:val="0"/>
          <w:marRight w:val="0"/>
          <w:marTop w:val="0"/>
          <w:marBottom w:val="0"/>
          <w:divBdr>
            <w:top w:val="none" w:sz="0" w:space="0" w:color="auto"/>
            <w:left w:val="none" w:sz="0" w:space="0" w:color="auto"/>
            <w:bottom w:val="none" w:sz="0" w:space="0" w:color="auto"/>
            <w:right w:val="none" w:sz="0" w:space="0" w:color="auto"/>
          </w:divBdr>
          <w:divsChild>
            <w:div w:id="846942175">
              <w:marLeft w:val="0"/>
              <w:marRight w:val="0"/>
              <w:marTop w:val="0"/>
              <w:marBottom w:val="0"/>
              <w:divBdr>
                <w:top w:val="none" w:sz="0" w:space="0" w:color="auto"/>
                <w:left w:val="none" w:sz="0" w:space="0" w:color="auto"/>
                <w:bottom w:val="none" w:sz="0" w:space="0" w:color="auto"/>
                <w:right w:val="none" w:sz="0" w:space="0" w:color="auto"/>
              </w:divBdr>
            </w:div>
          </w:divsChild>
        </w:div>
        <w:div w:id="1475561651">
          <w:marLeft w:val="0"/>
          <w:marRight w:val="0"/>
          <w:marTop w:val="0"/>
          <w:marBottom w:val="0"/>
          <w:divBdr>
            <w:top w:val="none" w:sz="0" w:space="0" w:color="auto"/>
            <w:left w:val="none" w:sz="0" w:space="0" w:color="auto"/>
            <w:bottom w:val="none" w:sz="0" w:space="0" w:color="auto"/>
            <w:right w:val="none" w:sz="0" w:space="0" w:color="auto"/>
          </w:divBdr>
          <w:divsChild>
            <w:div w:id="16761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07135">
      <w:bodyDiv w:val="1"/>
      <w:marLeft w:val="0"/>
      <w:marRight w:val="0"/>
      <w:marTop w:val="0"/>
      <w:marBottom w:val="0"/>
      <w:divBdr>
        <w:top w:val="none" w:sz="0" w:space="0" w:color="auto"/>
        <w:left w:val="none" w:sz="0" w:space="0" w:color="auto"/>
        <w:bottom w:val="none" w:sz="0" w:space="0" w:color="auto"/>
        <w:right w:val="none" w:sz="0" w:space="0" w:color="auto"/>
      </w:divBdr>
      <w:divsChild>
        <w:div w:id="46343041">
          <w:marLeft w:val="0"/>
          <w:marRight w:val="0"/>
          <w:marTop w:val="0"/>
          <w:marBottom w:val="0"/>
          <w:divBdr>
            <w:top w:val="none" w:sz="0" w:space="0" w:color="auto"/>
            <w:left w:val="none" w:sz="0" w:space="0" w:color="auto"/>
            <w:bottom w:val="none" w:sz="0" w:space="0" w:color="auto"/>
            <w:right w:val="none" w:sz="0" w:space="0" w:color="auto"/>
          </w:divBdr>
        </w:div>
        <w:div w:id="370375885">
          <w:marLeft w:val="0"/>
          <w:marRight w:val="0"/>
          <w:marTop w:val="0"/>
          <w:marBottom w:val="0"/>
          <w:divBdr>
            <w:top w:val="none" w:sz="0" w:space="0" w:color="auto"/>
            <w:left w:val="none" w:sz="0" w:space="0" w:color="auto"/>
            <w:bottom w:val="none" w:sz="0" w:space="0" w:color="auto"/>
            <w:right w:val="none" w:sz="0" w:space="0" w:color="auto"/>
          </w:divBdr>
        </w:div>
        <w:div w:id="1914047582">
          <w:marLeft w:val="0"/>
          <w:marRight w:val="0"/>
          <w:marTop w:val="0"/>
          <w:marBottom w:val="0"/>
          <w:divBdr>
            <w:top w:val="none" w:sz="0" w:space="0" w:color="auto"/>
            <w:left w:val="none" w:sz="0" w:space="0" w:color="auto"/>
            <w:bottom w:val="none" w:sz="0" w:space="0" w:color="auto"/>
            <w:right w:val="none" w:sz="0" w:space="0" w:color="auto"/>
          </w:divBdr>
        </w:div>
        <w:div w:id="1949703060">
          <w:marLeft w:val="0"/>
          <w:marRight w:val="0"/>
          <w:marTop w:val="0"/>
          <w:marBottom w:val="0"/>
          <w:divBdr>
            <w:top w:val="none" w:sz="0" w:space="0" w:color="auto"/>
            <w:left w:val="none" w:sz="0" w:space="0" w:color="auto"/>
            <w:bottom w:val="none" w:sz="0" w:space="0" w:color="auto"/>
            <w:right w:val="none" w:sz="0" w:space="0" w:color="auto"/>
          </w:divBdr>
        </w:div>
      </w:divsChild>
    </w:div>
    <w:div w:id="1184982082">
      <w:bodyDiv w:val="1"/>
      <w:marLeft w:val="0"/>
      <w:marRight w:val="0"/>
      <w:marTop w:val="0"/>
      <w:marBottom w:val="0"/>
      <w:divBdr>
        <w:top w:val="none" w:sz="0" w:space="0" w:color="auto"/>
        <w:left w:val="none" w:sz="0" w:space="0" w:color="auto"/>
        <w:bottom w:val="none" w:sz="0" w:space="0" w:color="auto"/>
        <w:right w:val="none" w:sz="0" w:space="0" w:color="auto"/>
      </w:divBdr>
      <w:divsChild>
        <w:div w:id="45880862">
          <w:marLeft w:val="0"/>
          <w:marRight w:val="0"/>
          <w:marTop w:val="0"/>
          <w:marBottom w:val="0"/>
          <w:divBdr>
            <w:top w:val="none" w:sz="0" w:space="0" w:color="auto"/>
            <w:left w:val="none" w:sz="0" w:space="0" w:color="auto"/>
            <w:bottom w:val="none" w:sz="0" w:space="0" w:color="auto"/>
            <w:right w:val="none" w:sz="0" w:space="0" w:color="auto"/>
          </w:divBdr>
        </w:div>
        <w:div w:id="483279168">
          <w:marLeft w:val="0"/>
          <w:marRight w:val="0"/>
          <w:marTop w:val="0"/>
          <w:marBottom w:val="0"/>
          <w:divBdr>
            <w:top w:val="none" w:sz="0" w:space="0" w:color="auto"/>
            <w:left w:val="none" w:sz="0" w:space="0" w:color="auto"/>
            <w:bottom w:val="none" w:sz="0" w:space="0" w:color="auto"/>
            <w:right w:val="none" w:sz="0" w:space="0" w:color="auto"/>
          </w:divBdr>
        </w:div>
        <w:div w:id="496769431">
          <w:marLeft w:val="0"/>
          <w:marRight w:val="0"/>
          <w:marTop w:val="0"/>
          <w:marBottom w:val="0"/>
          <w:divBdr>
            <w:top w:val="none" w:sz="0" w:space="0" w:color="auto"/>
            <w:left w:val="none" w:sz="0" w:space="0" w:color="auto"/>
            <w:bottom w:val="none" w:sz="0" w:space="0" w:color="auto"/>
            <w:right w:val="none" w:sz="0" w:space="0" w:color="auto"/>
          </w:divBdr>
        </w:div>
        <w:div w:id="603995351">
          <w:marLeft w:val="0"/>
          <w:marRight w:val="0"/>
          <w:marTop w:val="0"/>
          <w:marBottom w:val="0"/>
          <w:divBdr>
            <w:top w:val="none" w:sz="0" w:space="0" w:color="auto"/>
            <w:left w:val="none" w:sz="0" w:space="0" w:color="auto"/>
            <w:bottom w:val="none" w:sz="0" w:space="0" w:color="auto"/>
            <w:right w:val="none" w:sz="0" w:space="0" w:color="auto"/>
          </w:divBdr>
        </w:div>
        <w:div w:id="1304695892">
          <w:marLeft w:val="0"/>
          <w:marRight w:val="0"/>
          <w:marTop w:val="0"/>
          <w:marBottom w:val="0"/>
          <w:divBdr>
            <w:top w:val="none" w:sz="0" w:space="0" w:color="auto"/>
            <w:left w:val="none" w:sz="0" w:space="0" w:color="auto"/>
            <w:bottom w:val="none" w:sz="0" w:space="0" w:color="auto"/>
            <w:right w:val="none" w:sz="0" w:space="0" w:color="auto"/>
          </w:divBdr>
        </w:div>
        <w:div w:id="1538079087">
          <w:marLeft w:val="0"/>
          <w:marRight w:val="0"/>
          <w:marTop w:val="0"/>
          <w:marBottom w:val="0"/>
          <w:divBdr>
            <w:top w:val="none" w:sz="0" w:space="0" w:color="auto"/>
            <w:left w:val="none" w:sz="0" w:space="0" w:color="auto"/>
            <w:bottom w:val="none" w:sz="0" w:space="0" w:color="auto"/>
            <w:right w:val="none" w:sz="0" w:space="0" w:color="auto"/>
          </w:divBdr>
        </w:div>
        <w:div w:id="2025083857">
          <w:marLeft w:val="0"/>
          <w:marRight w:val="0"/>
          <w:marTop w:val="0"/>
          <w:marBottom w:val="0"/>
          <w:divBdr>
            <w:top w:val="none" w:sz="0" w:space="0" w:color="auto"/>
            <w:left w:val="none" w:sz="0" w:space="0" w:color="auto"/>
            <w:bottom w:val="none" w:sz="0" w:space="0" w:color="auto"/>
            <w:right w:val="none" w:sz="0" w:space="0" w:color="auto"/>
          </w:divBdr>
        </w:div>
        <w:div w:id="2051418152">
          <w:marLeft w:val="0"/>
          <w:marRight w:val="0"/>
          <w:marTop w:val="0"/>
          <w:marBottom w:val="0"/>
          <w:divBdr>
            <w:top w:val="none" w:sz="0" w:space="0" w:color="auto"/>
            <w:left w:val="none" w:sz="0" w:space="0" w:color="auto"/>
            <w:bottom w:val="none" w:sz="0" w:space="0" w:color="auto"/>
            <w:right w:val="none" w:sz="0" w:space="0" w:color="auto"/>
          </w:divBdr>
        </w:div>
      </w:divsChild>
    </w:div>
    <w:div w:id="1264142802">
      <w:bodyDiv w:val="1"/>
      <w:marLeft w:val="0"/>
      <w:marRight w:val="0"/>
      <w:marTop w:val="0"/>
      <w:marBottom w:val="0"/>
      <w:divBdr>
        <w:top w:val="none" w:sz="0" w:space="0" w:color="auto"/>
        <w:left w:val="none" w:sz="0" w:space="0" w:color="auto"/>
        <w:bottom w:val="none" w:sz="0" w:space="0" w:color="auto"/>
        <w:right w:val="none" w:sz="0" w:space="0" w:color="auto"/>
      </w:divBdr>
      <w:divsChild>
        <w:div w:id="9457308">
          <w:marLeft w:val="0"/>
          <w:marRight w:val="0"/>
          <w:marTop w:val="0"/>
          <w:marBottom w:val="0"/>
          <w:divBdr>
            <w:top w:val="none" w:sz="0" w:space="0" w:color="auto"/>
            <w:left w:val="none" w:sz="0" w:space="0" w:color="auto"/>
            <w:bottom w:val="none" w:sz="0" w:space="0" w:color="auto"/>
            <w:right w:val="none" w:sz="0" w:space="0" w:color="auto"/>
          </w:divBdr>
          <w:divsChild>
            <w:div w:id="1348825339">
              <w:marLeft w:val="0"/>
              <w:marRight w:val="0"/>
              <w:marTop w:val="0"/>
              <w:marBottom w:val="0"/>
              <w:divBdr>
                <w:top w:val="none" w:sz="0" w:space="0" w:color="auto"/>
                <w:left w:val="none" w:sz="0" w:space="0" w:color="auto"/>
                <w:bottom w:val="none" w:sz="0" w:space="0" w:color="auto"/>
                <w:right w:val="none" w:sz="0" w:space="0" w:color="auto"/>
              </w:divBdr>
            </w:div>
          </w:divsChild>
        </w:div>
        <w:div w:id="585923918">
          <w:marLeft w:val="0"/>
          <w:marRight w:val="0"/>
          <w:marTop w:val="0"/>
          <w:marBottom w:val="0"/>
          <w:divBdr>
            <w:top w:val="none" w:sz="0" w:space="0" w:color="auto"/>
            <w:left w:val="none" w:sz="0" w:space="0" w:color="auto"/>
            <w:bottom w:val="none" w:sz="0" w:space="0" w:color="auto"/>
            <w:right w:val="none" w:sz="0" w:space="0" w:color="auto"/>
          </w:divBdr>
          <w:divsChild>
            <w:div w:id="691103458">
              <w:marLeft w:val="0"/>
              <w:marRight w:val="0"/>
              <w:marTop w:val="0"/>
              <w:marBottom w:val="0"/>
              <w:divBdr>
                <w:top w:val="none" w:sz="0" w:space="0" w:color="auto"/>
                <w:left w:val="none" w:sz="0" w:space="0" w:color="auto"/>
                <w:bottom w:val="none" w:sz="0" w:space="0" w:color="auto"/>
                <w:right w:val="none" w:sz="0" w:space="0" w:color="auto"/>
              </w:divBdr>
            </w:div>
          </w:divsChild>
        </w:div>
        <w:div w:id="597835813">
          <w:marLeft w:val="0"/>
          <w:marRight w:val="0"/>
          <w:marTop w:val="0"/>
          <w:marBottom w:val="0"/>
          <w:divBdr>
            <w:top w:val="none" w:sz="0" w:space="0" w:color="auto"/>
            <w:left w:val="none" w:sz="0" w:space="0" w:color="auto"/>
            <w:bottom w:val="none" w:sz="0" w:space="0" w:color="auto"/>
            <w:right w:val="none" w:sz="0" w:space="0" w:color="auto"/>
          </w:divBdr>
          <w:divsChild>
            <w:div w:id="942690043">
              <w:marLeft w:val="0"/>
              <w:marRight w:val="0"/>
              <w:marTop w:val="0"/>
              <w:marBottom w:val="0"/>
              <w:divBdr>
                <w:top w:val="none" w:sz="0" w:space="0" w:color="auto"/>
                <w:left w:val="none" w:sz="0" w:space="0" w:color="auto"/>
                <w:bottom w:val="none" w:sz="0" w:space="0" w:color="auto"/>
                <w:right w:val="none" w:sz="0" w:space="0" w:color="auto"/>
              </w:divBdr>
            </w:div>
          </w:divsChild>
        </w:div>
        <w:div w:id="935750571">
          <w:marLeft w:val="0"/>
          <w:marRight w:val="0"/>
          <w:marTop w:val="0"/>
          <w:marBottom w:val="0"/>
          <w:divBdr>
            <w:top w:val="none" w:sz="0" w:space="0" w:color="auto"/>
            <w:left w:val="none" w:sz="0" w:space="0" w:color="auto"/>
            <w:bottom w:val="none" w:sz="0" w:space="0" w:color="auto"/>
            <w:right w:val="none" w:sz="0" w:space="0" w:color="auto"/>
          </w:divBdr>
          <w:divsChild>
            <w:div w:id="1861044801">
              <w:marLeft w:val="0"/>
              <w:marRight w:val="0"/>
              <w:marTop w:val="0"/>
              <w:marBottom w:val="0"/>
              <w:divBdr>
                <w:top w:val="none" w:sz="0" w:space="0" w:color="auto"/>
                <w:left w:val="none" w:sz="0" w:space="0" w:color="auto"/>
                <w:bottom w:val="none" w:sz="0" w:space="0" w:color="auto"/>
                <w:right w:val="none" w:sz="0" w:space="0" w:color="auto"/>
              </w:divBdr>
            </w:div>
          </w:divsChild>
        </w:div>
        <w:div w:id="1283918897">
          <w:marLeft w:val="0"/>
          <w:marRight w:val="0"/>
          <w:marTop w:val="0"/>
          <w:marBottom w:val="0"/>
          <w:divBdr>
            <w:top w:val="none" w:sz="0" w:space="0" w:color="auto"/>
            <w:left w:val="none" w:sz="0" w:space="0" w:color="auto"/>
            <w:bottom w:val="none" w:sz="0" w:space="0" w:color="auto"/>
            <w:right w:val="none" w:sz="0" w:space="0" w:color="auto"/>
          </w:divBdr>
          <w:divsChild>
            <w:div w:id="904876043">
              <w:marLeft w:val="0"/>
              <w:marRight w:val="0"/>
              <w:marTop w:val="0"/>
              <w:marBottom w:val="0"/>
              <w:divBdr>
                <w:top w:val="none" w:sz="0" w:space="0" w:color="auto"/>
                <w:left w:val="none" w:sz="0" w:space="0" w:color="auto"/>
                <w:bottom w:val="none" w:sz="0" w:space="0" w:color="auto"/>
                <w:right w:val="none" w:sz="0" w:space="0" w:color="auto"/>
              </w:divBdr>
            </w:div>
          </w:divsChild>
        </w:div>
        <w:div w:id="1315183402">
          <w:marLeft w:val="0"/>
          <w:marRight w:val="0"/>
          <w:marTop w:val="0"/>
          <w:marBottom w:val="0"/>
          <w:divBdr>
            <w:top w:val="none" w:sz="0" w:space="0" w:color="auto"/>
            <w:left w:val="none" w:sz="0" w:space="0" w:color="auto"/>
            <w:bottom w:val="none" w:sz="0" w:space="0" w:color="auto"/>
            <w:right w:val="none" w:sz="0" w:space="0" w:color="auto"/>
          </w:divBdr>
          <w:divsChild>
            <w:div w:id="214669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3333">
      <w:bodyDiv w:val="1"/>
      <w:marLeft w:val="0"/>
      <w:marRight w:val="0"/>
      <w:marTop w:val="0"/>
      <w:marBottom w:val="0"/>
      <w:divBdr>
        <w:top w:val="none" w:sz="0" w:space="0" w:color="auto"/>
        <w:left w:val="none" w:sz="0" w:space="0" w:color="auto"/>
        <w:bottom w:val="none" w:sz="0" w:space="0" w:color="auto"/>
        <w:right w:val="none" w:sz="0" w:space="0" w:color="auto"/>
      </w:divBdr>
      <w:divsChild>
        <w:div w:id="1665625373">
          <w:marLeft w:val="0"/>
          <w:marRight w:val="0"/>
          <w:marTop w:val="0"/>
          <w:marBottom w:val="0"/>
          <w:divBdr>
            <w:top w:val="none" w:sz="0" w:space="0" w:color="auto"/>
            <w:left w:val="none" w:sz="0" w:space="0" w:color="auto"/>
            <w:bottom w:val="none" w:sz="0" w:space="0" w:color="auto"/>
            <w:right w:val="none" w:sz="0" w:space="0" w:color="auto"/>
          </w:divBdr>
          <w:divsChild>
            <w:div w:id="108478137">
              <w:marLeft w:val="0"/>
              <w:marRight w:val="0"/>
              <w:marTop w:val="0"/>
              <w:marBottom w:val="0"/>
              <w:divBdr>
                <w:top w:val="none" w:sz="0" w:space="0" w:color="auto"/>
                <w:left w:val="none" w:sz="0" w:space="0" w:color="auto"/>
                <w:bottom w:val="none" w:sz="0" w:space="0" w:color="auto"/>
                <w:right w:val="none" w:sz="0" w:space="0" w:color="auto"/>
              </w:divBdr>
            </w:div>
          </w:divsChild>
        </w:div>
        <w:div w:id="1751149314">
          <w:marLeft w:val="0"/>
          <w:marRight w:val="0"/>
          <w:marTop w:val="0"/>
          <w:marBottom w:val="0"/>
          <w:divBdr>
            <w:top w:val="none" w:sz="0" w:space="0" w:color="auto"/>
            <w:left w:val="none" w:sz="0" w:space="0" w:color="auto"/>
            <w:bottom w:val="none" w:sz="0" w:space="0" w:color="auto"/>
            <w:right w:val="none" w:sz="0" w:space="0" w:color="auto"/>
          </w:divBdr>
          <w:divsChild>
            <w:div w:id="567037356">
              <w:marLeft w:val="0"/>
              <w:marRight w:val="0"/>
              <w:marTop w:val="0"/>
              <w:marBottom w:val="0"/>
              <w:divBdr>
                <w:top w:val="none" w:sz="0" w:space="0" w:color="auto"/>
                <w:left w:val="none" w:sz="0" w:space="0" w:color="auto"/>
                <w:bottom w:val="none" w:sz="0" w:space="0" w:color="auto"/>
                <w:right w:val="none" w:sz="0" w:space="0" w:color="auto"/>
              </w:divBdr>
            </w:div>
          </w:divsChild>
        </w:div>
        <w:div w:id="198400501">
          <w:marLeft w:val="0"/>
          <w:marRight w:val="0"/>
          <w:marTop w:val="0"/>
          <w:marBottom w:val="0"/>
          <w:divBdr>
            <w:top w:val="none" w:sz="0" w:space="0" w:color="auto"/>
            <w:left w:val="none" w:sz="0" w:space="0" w:color="auto"/>
            <w:bottom w:val="none" w:sz="0" w:space="0" w:color="auto"/>
            <w:right w:val="none" w:sz="0" w:space="0" w:color="auto"/>
          </w:divBdr>
          <w:divsChild>
            <w:div w:id="1424298242">
              <w:marLeft w:val="0"/>
              <w:marRight w:val="0"/>
              <w:marTop w:val="0"/>
              <w:marBottom w:val="0"/>
              <w:divBdr>
                <w:top w:val="none" w:sz="0" w:space="0" w:color="auto"/>
                <w:left w:val="none" w:sz="0" w:space="0" w:color="auto"/>
                <w:bottom w:val="none" w:sz="0" w:space="0" w:color="auto"/>
                <w:right w:val="none" w:sz="0" w:space="0" w:color="auto"/>
              </w:divBdr>
            </w:div>
          </w:divsChild>
        </w:div>
        <w:div w:id="1999653115">
          <w:marLeft w:val="0"/>
          <w:marRight w:val="0"/>
          <w:marTop w:val="0"/>
          <w:marBottom w:val="0"/>
          <w:divBdr>
            <w:top w:val="none" w:sz="0" w:space="0" w:color="auto"/>
            <w:left w:val="none" w:sz="0" w:space="0" w:color="auto"/>
            <w:bottom w:val="none" w:sz="0" w:space="0" w:color="auto"/>
            <w:right w:val="none" w:sz="0" w:space="0" w:color="auto"/>
          </w:divBdr>
          <w:divsChild>
            <w:div w:id="798691786">
              <w:marLeft w:val="0"/>
              <w:marRight w:val="0"/>
              <w:marTop w:val="0"/>
              <w:marBottom w:val="0"/>
              <w:divBdr>
                <w:top w:val="none" w:sz="0" w:space="0" w:color="auto"/>
                <w:left w:val="none" w:sz="0" w:space="0" w:color="auto"/>
                <w:bottom w:val="none" w:sz="0" w:space="0" w:color="auto"/>
                <w:right w:val="none" w:sz="0" w:space="0" w:color="auto"/>
              </w:divBdr>
            </w:div>
          </w:divsChild>
        </w:div>
        <w:div w:id="136142627">
          <w:marLeft w:val="0"/>
          <w:marRight w:val="0"/>
          <w:marTop w:val="0"/>
          <w:marBottom w:val="0"/>
          <w:divBdr>
            <w:top w:val="none" w:sz="0" w:space="0" w:color="auto"/>
            <w:left w:val="none" w:sz="0" w:space="0" w:color="auto"/>
            <w:bottom w:val="none" w:sz="0" w:space="0" w:color="auto"/>
            <w:right w:val="none" w:sz="0" w:space="0" w:color="auto"/>
          </w:divBdr>
          <w:divsChild>
            <w:div w:id="150806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67581">
      <w:bodyDiv w:val="1"/>
      <w:marLeft w:val="0"/>
      <w:marRight w:val="0"/>
      <w:marTop w:val="0"/>
      <w:marBottom w:val="0"/>
      <w:divBdr>
        <w:top w:val="none" w:sz="0" w:space="0" w:color="auto"/>
        <w:left w:val="none" w:sz="0" w:space="0" w:color="auto"/>
        <w:bottom w:val="none" w:sz="0" w:space="0" w:color="auto"/>
        <w:right w:val="none" w:sz="0" w:space="0" w:color="auto"/>
      </w:divBdr>
      <w:divsChild>
        <w:div w:id="1658730928">
          <w:marLeft w:val="0"/>
          <w:marRight w:val="0"/>
          <w:marTop w:val="0"/>
          <w:marBottom w:val="0"/>
          <w:divBdr>
            <w:top w:val="none" w:sz="0" w:space="0" w:color="auto"/>
            <w:left w:val="none" w:sz="0" w:space="0" w:color="auto"/>
            <w:bottom w:val="none" w:sz="0" w:space="0" w:color="auto"/>
            <w:right w:val="none" w:sz="0" w:space="0" w:color="auto"/>
          </w:divBdr>
          <w:divsChild>
            <w:div w:id="1687629766">
              <w:marLeft w:val="0"/>
              <w:marRight w:val="0"/>
              <w:marTop w:val="0"/>
              <w:marBottom w:val="0"/>
              <w:divBdr>
                <w:top w:val="none" w:sz="0" w:space="0" w:color="auto"/>
                <w:left w:val="none" w:sz="0" w:space="0" w:color="auto"/>
                <w:bottom w:val="none" w:sz="0" w:space="0" w:color="auto"/>
                <w:right w:val="none" w:sz="0" w:space="0" w:color="auto"/>
              </w:divBdr>
            </w:div>
          </w:divsChild>
        </w:div>
        <w:div w:id="78916172">
          <w:marLeft w:val="0"/>
          <w:marRight w:val="0"/>
          <w:marTop w:val="0"/>
          <w:marBottom w:val="0"/>
          <w:divBdr>
            <w:top w:val="none" w:sz="0" w:space="0" w:color="auto"/>
            <w:left w:val="none" w:sz="0" w:space="0" w:color="auto"/>
            <w:bottom w:val="none" w:sz="0" w:space="0" w:color="auto"/>
            <w:right w:val="none" w:sz="0" w:space="0" w:color="auto"/>
          </w:divBdr>
          <w:divsChild>
            <w:div w:id="1026835267">
              <w:marLeft w:val="0"/>
              <w:marRight w:val="0"/>
              <w:marTop w:val="0"/>
              <w:marBottom w:val="0"/>
              <w:divBdr>
                <w:top w:val="none" w:sz="0" w:space="0" w:color="auto"/>
                <w:left w:val="none" w:sz="0" w:space="0" w:color="auto"/>
                <w:bottom w:val="none" w:sz="0" w:space="0" w:color="auto"/>
                <w:right w:val="none" w:sz="0" w:space="0" w:color="auto"/>
              </w:divBdr>
            </w:div>
          </w:divsChild>
        </w:div>
        <w:div w:id="2124112221">
          <w:marLeft w:val="0"/>
          <w:marRight w:val="0"/>
          <w:marTop w:val="0"/>
          <w:marBottom w:val="0"/>
          <w:divBdr>
            <w:top w:val="none" w:sz="0" w:space="0" w:color="auto"/>
            <w:left w:val="none" w:sz="0" w:space="0" w:color="auto"/>
            <w:bottom w:val="none" w:sz="0" w:space="0" w:color="auto"/>
            <w:right w:val="none" w:sz="0" w:space="0" w:color="auto"/>
          </w:divBdr>
          <w:divsChild>
            <w:div w:id="1034382867">
              <w:marLeft w:val="0"/>
              <w:marRight w:val="0"/>
              <w:marTop w:val="0"/>
              <w:marBottom w:val="0"/>
              <w:divBdr>
                <w:top w:val="none" w:sz="0" w:space="0" w:color="auto"/>
                <w:left w:val="none" w:sz="0" w:space="0" w:color="auto"/>
                <w:bottom w:val="none" w:sz="0" w:space="0" w:color="auto"/>
                <w:right w:val="none" w:sz="0" w:space="0" w:color="auto"/>
              </w:divBdr>
            </w:div>
          </w:divsChild>
        </w:div>
        <w:div w:id="1353452153">
          <w:marLeft w:val="0"/>
          <w:marRight w:val="0"/>
          <w:marTop w:val="0"/>
          <w:marBottom w:val="0"/>
          <w:divBdr>
            <w:top w:val="none" w:sz="0" w:space="0" w:color="auto"/>
            <w:left w:val="none" w:sz="0" w:space="0" w:color="auto"/>
            <w:bottom w:val="none" w:sz="0" w:space="0" w:color="auto"/>
            <w:right w:val="none" w:sz="0" w:space="0" w:color="auto"/>
          </w:divBdr>
          <w:divsChild>
            <w:div w:id="1447386187">
              <w:marLeft w:val="0"/>
              <w:marRight w:val="0"/>
              <w:marTop w:val="0"/>
              <w:marBottom w:val="0"/>
              <w:divBdr>
                <w:top w:val="none" w:sz="0" w:space="0" w:color="auto"/>
                <w:left w:val="none" w:sz="0" w:space="0" w:color="auto"/>
                <w:bottom w:val="none" w:sz="0" w:space="0" w:color="auto"/>
                <w:right w:val="none" w:sz="0" w:space="0" w:color="auto"/>
              </w:divBdr>
            </w:div>
          </w:divsChild>
        </w:div>
        <w:div w:id="790903595">
          <w:marLeft w:val="0"/>
          <w:marRight w:val="0"/>
          <w:marTop w:val="0"/>
          <w:marBottom w:val="0"/>
          <w:divBdr>
            <w:top w:val="none" w:sz="0" w:space="0" w:color="auto"/>
            <w:left w:val="none" w:sz="0" w:space="0" w:color="auto"/>
            <w:bottom w:val="none" w:sz="0" w:space="0" w:color="auto"/>
            <w:right w:val="none" w:sz="0" w:space="0" w:color="auto"/>
          </w:divBdr>
          <w:divsChild>
            <w:div w:id="129645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GnOhTY" TargetMode="External"/><Relationship Id="rId18" Type="http://schemas.openxmlformats.org/officeDocument/2006/relationships/hyperlink" Target="https://bit.ly/3GnOhTY" TargetMode="External"/><Relationship Id="rId26" Type="http://schemas.openxmlformats.org/officeDocument/2006/relationships/hyperlink" Target="https://bit.ly/3GnOhTY" TargetMode="External"/><Relationship Id="rId39" Type="http://schemas.openxmlformats.org/officeDocument/2006/relationships/footer" Target="footer2.xml"/><Relationship Id="rId21" Type="http://schemas.openxmlformats.org/officeDocument/2006/relationships/hyperlink" Target="https://bit.ly/3GnOhTY" TargetMode="External"/><Relationship Id="rId34" Type="http://schemas.openxmlformats.org/officeDocument/2006/relationships/hyperlink" Target="https://bit.ly/3GnOhTY"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bit.ly/3GnOhTY" TargetMode="External"/><Relationship Id="rId20" Type="http://schemas.openxmlformats.org/officeDocument/2006/relationships/hyperlink" Target="https://bit.ly/3GnOhTY" TargetMode="External"/><Relationship Id="rId29" Type="http://schemas.openxmlformats.org/officeDocument/2006/relationships/hyperlink" Target="https://bit.ly/3GnOhTY"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t.ly/3GnOhTY" TargetMode="External"/><Relationship Id="rId24" Type="http://schemas.openxmlformats.org/officeDocument/2006/relationships/hyperlink" Target="https://bit.ly/3GnOhTY" TargetMode="External"/><Relationship Id="rId32" Type="http://schemas.openxmlformats.org/officeDocument/2006/relationships/hyperlink" Target="https://bit.ly/3GnOhTY"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s://bit.ly/3GnOhTY" TargetMode="External"/><Relationship Id="rId23" Type="http://schemas.openxmlformats.org/officeDocument/2006/relationships/hyperlink" Target="https://bit.ly/3GnOhTY" TargetMode="External"/><Relationship Id="rId28" Type="http://schemas.openxmlformats.org/officeDocument/2006/relationships/hyperlink" Target="https://bit.ly/3GnOhTY" TargetMode="External"/><Relationship Id="rId36" Type="http://schemas.openxmlformats.org/officeDocument/2006/relationships/header" Target="header1.xml"/><Relationship Id="rId10" Type="http://schemas.openxmlformats.org/officeDocument/2006/relationships/hyperlink" Target="https://bit.ly/3GnOhTY" TargetMode="External"/><Relationship Id="rId19" Type="http://schemas.openxmlformats.org/officeDocument/2006/relationships/hyperlink" Target="https://bit.ly/3GnOhTY" TargetMode="External"/><Relationship Id="rId31" Type="http://schemas.openxmlformats.org/officeDocument/2006/relationships/hyperlink" Target="https://bit.ly/3GnOh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GnOhTY" TargetMode="External"/><Relationship Id="rId22" Type="http://schemas.openxmlformats.org/officeDocument/2006/relationships/hyperlink" Target="https://bit.ly/3GnOhTY" TargetMode="External"/><Relationship Id="rId27" Type="http://schemas.openxmlformats.org/officeDocument/2006/relationships/hyperlink" Target="https://bit.ly/3GnOhTY" TargetMode="External"/><Relationship Id="rId30" Type="http://schemas.openxmlformats.org/officeDocument/2006/relationships/hyperlink" Target="https://bit.ly/3GnOhTY" TargetMode="External"/><Relationship Id="rId35" Type="http://schemas.openxmlformats.org/officeDocument/2006/relationships/hyperlink" Target="https://bit.ly/3GnOhTY"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bit.ly/3GnOhTY" TargetMode="External"/><Relationship Id="rId17" Type="http://schemas.openxmlformats.org/officeDocument/2006/relationships/hyperlink" Target="https://bit.ly/3GnOhTY" TargetMode="External"/><Relationship Id="rId25" Type="http://schemas.openxmlformats.org/officeDocument/2006/relationships/hyperlink" Target="https://bit.ly/3GnOhTY" TargetMode="External"/><Relationship Id="rId33" Type="http://schemas.openxmlformats.org/officeDocument/2006/relationships/hyperlink" Target="https://bit.ly/3GnOhTY"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zennMAHE\FINANSOL\Communication%20-%20Documents\Communication%20globale\Com%20globale%20-%20Digital\R&#233;seaux%20sociaux\Actions%20ludiques\Livre%20blanc%202022\Livre%20blanc%20FAIR_Kit%20publications.dotx" TargetMode="External"/></Relationships>
</file>

<file path=word/theme/theme1.xml><?xml version="1.0" encoding="utf-8"?>
<a:theme xmlns:a="http://schemas.openxmlformats.org/drawingml/2006/main" name="FAIR - Word">
  <a:themeElements>
    <a:clrScheme name="FAIR - Word">
      <a:dk1>
        <a:srgbClr val="161E1C"/>
      </a:dk1>
      <a:lt1>
        <a:sysClr val="window" lastClr="FFFFFF"/>
      </a:lt1>
      <a:dk2>
        <a:srgbClr val="044632"/>
      </a:dk2>
      <a:lt2>
        <a:srgbClr val="F2F2F2"/>
      </a:lt2>
      <a:accent1>
        <a:srgbClr val="A7FFC8"/>
      </a:accent1>
      <a:accent2>
        <a:srgbClr val="69D0F8"/>
      </a:accent2>
      <a:accent3>
        <a:srgbClr val="007083"/>
      </a:accent3>
      <a:accent4>
        <a:srgbClr val="212353"/>
      </a:accent4>
      <a:accent5>
        <a:srgbClr val="6B2F63"/>
      </a:accent5>
      <a:accent6>
        <a:srgbClr val="FFD43F"/>
      </a:accent6>
      <a:hlink>
        <a:srgbClr val="007083"/>
      </a:hlink>
      <a:folHlink>
        <a:srgbClr val="6B2F63"/>
      </a:folHlink>
    </a:clrScheme>
    <a:fontScheme name="FAIR - Word">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A267874BBCB840B0385CC68DA97729" ma:contentTypeVersion="13" ma:contentTypeDescription="Crée un document." ma:contentTypeScope="" ma:versionID="3860bde7818ea8e98bdff9253c500bcf">
  <xsd:schema xmlns:xsd="http://www.w3.org/2001/XMLSchema" xmlns:xs="http://www.w3.org/2001/XMLSchema" xmlns:p="http://schemas.microsoft.com/office/2006/metadata/properties" xmlns:ns2="501d3bb7-ad6d-47b9-8bde-2a9e9455d628" xmlns:ns3="a372d3db-96ca-4f93-a269-48be558b78db" targetNamespace="http://schemas.microsoft.com/office/2006/metadata/properties" ma:root="true" ma:fieldsID="6a83f2f1e6a1600a442c97a4a744ad31" ns2:_="" ns3:_="">
    <xsd:import namespace="501d3bb7-ad6d-47b9-8bde-2a9e9455d628"/>
    <xsd:import namespace="a372d3db-96ca-4f93-a269-48be558b78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d3bb7-ad6d-47b9-8bde-2a9e9455d6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72d3db-96ca-4f93-a269-48be558b78db"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17669-47E1-47D4-8099-D2D45718B5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6C432-7948-49F8-B490-31EB63102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d3bb7-ad6d-47b9-8bde-2a9e9455d628"/>
    <ds:schemaRef ds:uri="a372d3db-96ca-4f93-a269-48be558b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1562B3-E629-4043-A487-3BCD54FEB3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Livre blanc FAIR_Kit publications</Template>
  <TotalTime>2442</TotalTime>
  <Pages>7</Pages>
  <Words>2167</Words>
  <Characters>11919</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14058</CharactersWithSpaces>
  <SharedDoc>false</SharedDoc>
  <HLinks>
    <vt:vector size="12" baseType="variant">
      <vt:variant>
        <vt:i4>7536758</vt:i4>
      </vt:variant>
      <vt:variant>
        <vt:i4>3</vt:i4>
      </vt:variant>
      <vt:variant>
        <vt:i4>0</vt:i4>
      </vt:variant>
      <vt:variant>
        <vt:i4>5</vt:i4>
      </vt:variant>
      <vt:variant>
        <vt:lpwstr>https://bit.ly/3ubqkgf</vt:lpwstr>
      </vt:variant>
      <vt:variant>
        <vt:lpwstr/>
      </vt:variant>
      <vt:variant>
        <vt:i4>7536758</vt:i4>
      </vt:variant>
      <vt:variant>
        <vt:i4>0</vt:i4>
      </vt:variant>
      <vt:variant>
        <vt:i4>0</vt:i4>
      </vt:variant>
      <vt:variant>
        <vt:i4>5</vt:i4>
      </vt:variant>
      <vt:variant>
        <vt:lpwstr>https://bit.ly/3ubqkgf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Rozenn MAHE</dc:creator>
  <cp:keywords/>
  <dc:description/>
  <cp:lastModifiedBy>Rozenn MAHE</cp:lastModifiedBy>
  <cp:revision>171</cp:revision>
  <cp:lastPrinted>2021-08-12T12:10:00Z</cp:lastPrinted>
  <dcterms:created xsi:type="dcterms:W3CDTF">2022-01-25T16:07:00Z</dcterms:created>
  <dcterms:modified xsi:type="dcterms:W3CDTF">2022-02-07T17:03:00Z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0x01010063A267874BBCB840B0385CC68DA97729</vt:lpwstr>
  </property>
</Properties>
</file>